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F8729" w14:textId="0A270736" w:rsidR="002F0AAA" w:rsidRPr="00F62F8B" w:rsidRDefault="00F3616A" w:rsidP="00540D1C">
      <w:pPr>
        <w:pStyle w:val="SuSHeadline"/>
      </w:pPr>
      <w:r w:rsidRPr="00F62F8B">
        <w:t>Spaß</w:t>
      </w:r>
      <w:r w:rsidR="00116057" w:rsidRPr="00F62F8B">
        <w:t xml:space="preserve"> im Web </w:t>
      </w:r>
      <w:r w:rsidR="0049474B">
        <w:t>– Freude beim programmieren</w:t>
      </w:r>
    </w:p>
    <w:p w14:paraId="438125C2" w14:textId="7CC50C9E" w:rsidR="002F0AAA" w:rsidRPr="00F62F8B" w:rsidRDefault="00116057" w:rsidP="00A972A5">
      <w:pPr>
        <w:pStyle w:val="SuSSubhead1"/>
      </w:pPr>
      <w:r w:rsidRPr="00F62F8B">
        <w:t>Die Open Source 2D</w:t>
      </w:r>
      <w:r w:rsidR="00B9363B">
        <w:t>-</w:t>
      </w:r>
      <w:r w:rsidRPr="00F62F8B">
        <w:t>Spiele Engine Excalibur</w:t>
      </w:r>
      <w:r w:rsidR="009D20D4">
        <w:t>.js</w:t>
      </w:r>
      <w:r w:rsidRPr="00F62F8B">
        <w:t xml:space="preserve"> unter der Lupe.</w:t>
      </w:r>
    </w:p>
    <w:p w14:paraId="7F065610" w14:textId="4D8453C2" w:rsidR="007C2950" w:rsidRDefault="007C2950" w:rsidP="00FF4447">
      <w:pPr>
        <w:pStyle w:val="SuSMengentext"/>
        <w:rPr>
          <w:sz w:val="22"/>
          <w:highlight w:val="yellow"/>
        </w:rPr>
      </w:pPr>
      <w:r>
        <w:rPr>
          <w:sz w:val="22"/>
        </w:rPr>
        <w:t xml:space="preserve">In diesem Teil </w:t>
      </w:r>
      <w:r w:rsidR="00125B38">
        <w:rPr>
          <w:sz w:val="22"/>
        </w:rPr>
        <w:t xml:space="preserve">der Artikelserie zur browserbasierten Spieleprogrammierung </w:t>
      </w:r>
      <w:r w:rsidRPr="007C2950">
        <w:rPr>
          <w:sz w:val="22"/>
        </w:rPr>
        <w:t>tauchen wir tiefer in die Welt der Grafiken</w:t>
      </w:r>
      <w:r>
        <w:rPr>
          <w:sz w:val="22"/>
        </w:rPr>
        <w:t xml:space="preserve"> </w:t>
      </w:r>
      <w:r w:rsidRPr="007C2950">
        <w:rPr>
          <w:sz w:val="22"/>
        </w:rPr>
        <w:t xml:space="preserve">und Sprites ein, um das visuelle Erlebnis </w:t>
      </w:r>
      <w:r>
        <w:rPr>
          <w:sz w:val="22"/>
        </w:rPr>
        <w:t>der</w:t>
      </w:r>
      <w:r w:rsidRPr="007C2950">
        <w:rPr>
          <w:sz w:val="22"/>
        </w:rPr>
        <w:t xml:space="preserve"> Spiele zu </w:t>
      </w:r>
      <w:r>
        <w:rPr>
          <w:sz w:val="22"/>
        </w:rPr>
        <w:t>generieren.</w:t>
      </w:r>
      <w:r w:rsidRPr="007C2950">
        <w:rPr>
          <w:sz w:val="22"/>
        </w:rPr>
        <w:t xml:space="preserve"> Wir werden den Umgang mit</w:t>
      </w:r>
      <w:r w:rsidR="00125B38">
        <w:rPr>
          <w:sz w:val="22"/>
        </w:rPr>
        <w:t xml:space="preserve"> Actors und</w:t>
      </w:r>
      <w:r w:rsidRPr="007C2950">
        <w:rPr>
          <w:sz w:val="22"/>
        </w:rPr>
        <w:t xml:space="preserve"> Sprites</w:t>
      </w:r>
      <w:r w:rsidR="00125B38">
        <w:rPr>
          <w:sz w:val="22"/>
        </w:rPr>
        <w:t xml:space="preserve"> </w:t>
      </w:r>
      <w:r w:rsidRPr="007C2950">
        <w:rPr>
          <w:sz w:val="22"/>
        </w:rPr>
        <w:t xml:space="preserve">untersuchen, um Charaktere und Objekte zu erstellen und zu verwalten. </w:t>
      </w:r>
    </w:p>
    <w:p w14:paraId="2477B098" w14:textId="724FC3A7" w:rsidR="00540D1C" w:rsidRPr="00F62F8B" w:rsidRDefault="002F0AAA" w:rsidP="00A972A5">
      <w:pPr>
        <w:pStyle w:val="SuSAutorname"/>
      </w:pPr>
      <w:r w:rsidRPr="00F62F8B">
        <w:t xml:space="preserve">von </w:t>
      </w:r>
      <w:r w:rsidR="00116057" w:rsidRPr="00F62F8B">
        <w:t>Dr. Veikko Krypczyk</w:t>
      </w:r>
    </w:p>
    <w:p w14:paraId="4143F9E6" w14:textId="0CCDF817" w:rsidR="00EE5E0B" w:rsidRDefault="00EE5E0B" w:rsidP="00EE5E0B">
      <w:pPr>
        <w:pStyle w:val="SuSMengentext"/>
      </w:pPr>
      <w:r w:rsidRPr="00EE5E0B">
        <w:t>Ausgangspunkt für unsere Be</w:t>
      </w:r>
      <w:r w:rsidR="00125B38">
        <w:t>t</w:t>
      </w:r>
      <w:r w:rsidRPr="00EE5E0B">
        <w:t xml:space="preserve">rachtungen ist eine „abgespeckte“ Variante </w:t>
      </w:r>
      <w:r>
        <w:t xml:space="preserve">unseres simplen </w:t>
      </w:r>
      <w:r w:rsidR="00B9363B">
        <w:t xml:space="preserve">Entwurfs zu einem </w:t>
      </w:r>
      <w:r>
        <w:t xml:space="preserve">Breakout-Spiels aus dem ersten Teil. Anhand des Beispiels können wir uns mit essenziellen Aspekten der Grafikprogrammierung in der </w:t>
      </w:r>
      <w:r w:rsidRPr="00F62F8B">
        <w:t>2D</w:t>
      </w:r>
      <w:r w:rsidR="00B9363B">
        <w:t>-</w:t>
      </w:r>
      <w:r w:rsidRPr="00F62F8B">
        <w:t xml:space="preserve">Spiele Engine </w:t>
      </w:r>
      <w:r w:rsidRPr="00BD2FB6">
        <w:rPr>
          <w:i/>
        </w:rPr>
        <w:t>Excalibur.js</w:t>
      </w:r>
      <w:r>
        <w:t xml:space="preserve"> auseinandersetzen. Sehen wir uns das genauer an.</w:t>
      </w:r>
      <w:r w:rsidR="00BD2FB6">
        <w:t xml:space="preserve"> Starten wir mit einen Blick in den Quellcode:</w:t>
      </w:r>
    </w:p>
    <w:p w14:paraId="13A48409" w14:textId="77777777" w:rsidR="00BD2FB6" w:rsidRPr="00BD2FB6" w:rsidRDefault="00BD2FB6" w:rsidP="00BD2FB6">
      <w:pPr>
        <w:pStyle w:val="SuSQuellcode"/>
      </w:pPr>
      <w:r w:rsidRPr="00BD2FB6">
        <w:t>import {</w:t>
      </w:r>
    </w:p>
    <w:p w14:paraId="296A126E" w14:textId="77777777" w:rsidR="00BD2FB6" w:rsidRPr="00BD2FB6" w:rsidRDefault="00BD2FB6" w:rsidP="00BD2FB6">
      <w:pPr>
        <w:pStyle w:val="SuSQuellcode"/>
      </w:pPr>
      <w:r w:rsidRPr="00BD2FB6">
        <w:t>  Actor,</w:t>
      </w:r>
    </w:p>
    <w:p w14:paraId="6551D289" w14:textId="77777777" w:rsidR="00BD2FB6" w:rsidRPr="00BD2FB6" w:rsidRDefault="00BD2FB6" w:rsidP="00BD2FB6">
      <w:pPr>
        <w:pStyle w:val="SuSQuellcode"/>
      </w:pPr>
      <w:r w:rsidRPr="00BD2FB6">
        <w:t>  Color,</w:t>
      </w:r>
    </w:p>
    <w:p w14:paraId="0F06C40A" w14:textId="77777777" w:rsidR="00BD2FB6" w:rsidRPr="00BD2FB6" w:rsidRDefault="00BD2FB6" w:rsidP="00BD2FB6">
      <w:pPr>
        <w:pStyle w:val="SuSQuellcode"/>
      </w:pPr>
      <w:r w:rsidRPr="00BD2FB6">
        <w:t>  Engine,</w:t>
      </w:r>
    </w:p>
    <w:p w14:paraId="11D24EB8" w14:textId="23BCFBEE" w:rsidR="00BD2FB6" w:rsidRPr="00BD2FB6" w:rsidRDefault="00BD2FB6" w:rsidP="00554B95">
      <w:pPr>
        <w:pStyle w:val="SuSQuellcode"/>
      </w:pPr>
      <w:r w:rsidRPr="00BD2FB6">
        <w:t>} from "excalibur";</w:t>
      </w:r>
    </w:p>
    <w:p w14:paraId="4C2297C0" w14:textId="77777777" w:rsidR="00BD2FB6" w:rsidRPr="00BD2FB6" w:rsidRDefault="00BD2FB6" w:rsidP="00BD2FB6">
      <w:pPr>
        <w:pStyle w:val="SuSQuellcode"/>
      </w:pPr>
      <w:r w:rsidRPr="00BD2FB6">
        <w:t>const game = new Engine({</w:t>
      </w:r>
    </w:p>
    <w:p w14:paraId="66246F59" w14:textId="77777777" w:rsidR="00BD2FB6" w:rsidRPr="00BD2FB6" w:rsidRDefault="00BD2FB6" w:rsidP="00BD2FB6">
      <w:pPr>
        <w:pStyle w:val="SuSQuellcode"/>
      </w:pPr>
      <w:r w:rsidRPr="00BD2FB6">
        <w:t>  width: 800,</w:t>
      </w:r>
    </w:p>
    <w:p w14:paraId="1ED097EE" w14:textId="77777777" w:rsidR="00BD2FB6" w:rsidRPr="00BD2FB6" w:rsidRDefault="00BD2FB6" w:rsidP="00BD2FB6">
      <w:pPr>
        <w:pStyle w:val="SuSQuellcode"/>
      </w:pPr>
      <w:r w:rsidRPr="00BD2FB6">
        <w:t>  height: 600,</w:t>
      </w:r>
    </w:p>
    <w:p w14:paraId="04679A23" w14:textId="6EACF3A9" w:rsidR="00BD2FB6" w:rsidRPr="00BD2FB6" w:rsidRDefault="00BD2FB6" w:rsidP="00554B95">
      <w:pPr>
        <w:pStyle w:val="SuSQuellcode"/>
      </w:pPr>
      <w:r w:rsidRPr="00BD2FB6">
        <w:t>});</w:t>
      </w:r>
    </w:p>
    <w:p w14:paraId="1590F3A1" w14:textId="77777777" w:rsidR="00BD2FB6" w:rsidRPr="00BD2FB6" w:rsidRDefault="00BD2FB6" w:rsidP="00BD2FB6">
      <w:pPr>
        <w:pStyle w:val="SuSQuellcode"/>
      </w:pPr>
      <w:r w:rsidRPr="00BD2FB6">
        <w:t>const paddle = new Actor({</w:t>
      </w:r>
    </w:p>
    <w:p w14:paraId="74DF22D4" w14:textId="77777777" w:rsidR="00BD2FB6" w:rsidRPr="00BD2FB6" w:rsidRDefault="00BD2FB6" w:rsidP="00BD2FB6">
      <w:pPr>
        <w:pStyle w:val="SuSQuellcode"/>
      </w:pPr>
      <w:r w:rsidRPr="00BD2FB6">
        <w:t>  x: 150,</w:t>
      </w:r>
    </w:p>
    <w:p w14:paraId="2F4819D3" w14:textId="77777777" w:rsidR="00BD2FB6" w:rsidRPr="00BD2FB6" w:rsidRDefault="00BD2FB6" w:rsidP="00BD2FB6">
      <w:pPr>
        <w:pStyle w:val="SuSQuellcode"/>
      </w:pPr>
      <w:r w:rsidRPr="00BD2FB6">
        <w:t>  y: game.drawHeight - 40,</w:t>
      </w:r>
    </w:p>
    <w:p w14:paraId="7C138266" w14:textId="77777777" w:rsidR="00BD2FB6" w:rsidRPr="00BD2FB6" w:rsidRDefault="00BD2FB6" w:rsidP="00BD2FB6">
      <w:pPr>
        <w:pStyle w:val="SuSQuellcode"/>
      </w:pPr>
      <w:r w:rsidRPr="00BD2FB6">
        <w:t>  width: 200,</w:t>
      </w:r>
    </w:p>
    <w:p w14:paraId="137E7F97" w14:textId="77777777" w:rsidR="00BD2FB6" w:rsidRPr="00BD2FB6" w:rsidRDefault="00BD2FB6" w:rsidP="00BD2FB6">
      <w:pPr>
        <w:pStyle w:val="SuSQuellcode"/>
      </w:pPr>
      <w:r w:rsidRPr="00BD2FB6">
        <w:t xml:space="preserve">  height: </w:t>
      </w:r>
      <w:proofErr w:type="gramStart"/>
      <w:r w:rsidRPr="00BD2FB6">
        <w:t>20</w:t>
      </w:r>
      <w:proofErr w:type="gramEnd"/>
      <w:r w:rsidRPr="00BD2FB6">
        <w:t>,</w:t>
      </w:r>
    </w:p>
    <w:p w14:paraId="76F17322" w14:textId="77777777" w:rsidR="00BD2FB6" w:rsidRPr="00BD2FB6" w:rsidRDefault="00BD2FB6" w:rsidP="00BD2FB6">
      <w:pPr>
        <w:pStyle w:val="SuSQuellcode"/>
      </w:pPr>
      <w:r w:rsidRPr="00BD2FB6">
        <w:t>  color: Color.Chartreuse,</w:t>
      </w:r>
    </w:p>
    <w:p w14:paraId="1088D5E3" w14:textId="17766578" w:rsidR="00BD2FB6" w:rsidRPr="00BD2FB6" w:rsidRDefault="00BD2FB6" w:rsidP="00554B95">
      <w:pPr>
        <w:pStyle w:val="SuSQuellcode"/>
      </w:pPr>
      <w:r w:rsidRPr="00BD2FB6">
        <w:t>});</w:t>
      </w:r>
    </w:p>
    <w:p w14:paraId="58F7A535" w14:textId="6A8BDB67" w:rsidR="00BD2FB6" w:rsidRPr="00BD2FB6" w:rsidRDefault="00BD2FB6" w:rsidP="00554B95">
      <w:pPr>
        <w:pStyle w:val="SuSQuellcode"/>
      </w:pPr>
      <w:r w:rsidRPr="00BD2FB6">
        <w:t>game.add(paddle);</w:t>
      </w:r>
    </w:p>
    <w:p w14:paraId="2F89D86B" w14:textId="77777777" w:rsidR="00BD2FB6" w:rsidRPr="00BD2FB6" w:rsidRDefault="00BD2FB6" w:rsidP="00BD2FB6">
      <w:pPr>
        <w:pStyle w:val="SuSQuellcode"/>
      </w:pPr>
      <w:r w:rsidRPr="00BD2FB6">
        <w:t>const ball = new Actor({</w:t>
      </w:r>
    </w:p>
    <w:p w14:paraId="56404581" w14:textId="77777777" w:rsidR="00BD2FB6" w:rsidRPr="00BD2FB6" w:rsidRDefault="00BD2FB6" w:rsidP="00BD2FB6">
      <w:pPr>
        <w:pStyle w:val="SuSQuellcode"/>
      </w:pPr>
      <w:r w:rsidRPr="00BD2FB6">
        <w:t>  x: 100,</w:t>
      </w:r>
    </w:p>
    <w:p w14:paraId="7AB74E63" w14:textId="77777777" w:rsidR="00BD2FB6" w:rsidRPr="00BD2FB6" w:rsidRDefault="00BD2FB6" w:rsidP="00BD2FB6">
      <w:pPr>
        <w:pStyle w:val="SuSQuellcode"/>
      </w:pPr>
      <w:r w:rsidRPr="00BD2FB6">
        <w:t>  y: 300,</w:t>
      </w:r>
    </w:p>
    <w:p w14:paraId="654714B6" w14:textId="77777777" w:rsidR="00BD2FB6" w:rsidRPr="00BD2FB6" w:rsidRDefault="00BD2FB6" w:rsidP="00BD2FB6">
      <w:pPr>
        <w:pStyle w:val="SuSQuellcode"/>
      </w:pPr>
      <w:r w:rsidRPr="00BD2FB6">
        <w:t xml:space="preserve">  radius: </w:t>
      </w:r>
      <w:proofErr w:type="gramStart"/>
      <w:r w:rsidRPr="00BD2FB6">
        <w:t>10</w:t>
      </w:r>
      <w:proofErr w:type="gramEnd"/>
      <w:r w:rsidRPr="00BD2FB6">
        <w:t>,</w:t>
      </w:r>
    </w:p>
    <w:p w14:paraId="72F287EB" w14:textId="77777777" w:rsidR="00BD2FB6" w:rsidRPr="00BD2FB6" w:rsidRDefault="00BD2FB6" w:rsidP="00BD2FB6">
      <w:pPr>
        <w:pStyle w:val="SuSQuellcode"/>
      </w:pPr>
      <w:r w:rsidRPr="00BD2FB6">
        <w:t>  color: Color.Red,</w:t>
      </w:r>
    </w:p>
    <w:p w14:paraId="2AC274E8" w14:textId="2EE3A1B6" w:rsidR="00BD2FB6" w:rsidRPr="00BD2FB6" w:rsidRDefault="00BD2FB6" w:rsidP="00554B95">
      <w:pPr>
        <w:pStyle w:val="SuSQuellcode"/>
      </w:pPr>
      <w:r w:rsidRPr="00BD2FB6">
        <w:t>});</w:t>
      </w:r>
    </w:p>
    <w:p w14:paraId="010BB875" w14:textId="77777777" w:rsidR="00BD2FB6" w:rsidRPr="00BD2FB6" w:rsidRDefault="00BD2FB6" w:rsidP="00BD2FB6">
      <w:pPr>
        <w:pStyle w:val="SuSQuellcode"/>
      </w:pPr>
      <w:r w:rsidRPr="00BD2FB6">
        <w:t>game.add(ball);</w:t>
      </w:r>
    </w:p>
    <w:p w14:paraId="39B0219E" w14:textId="77777777" w:rsidR="00BD2FB6" w:rsidRPr="00BD2FB6" w:rsidRDefault="00BD2FB6" w:rsidP="00BD2FB6">
      <w:pPr>
        <w:pStyle w:val="SuSQuellcode"/>
      </w:pPr>
      <w:r w:rsidRPr="00BD2FB6">
        <w:t>game.start();</w:t>
      </w:r>
    </w:p>
    <w:p w14:paraId="06955415" w14:textId="77777777" w:rsidR="00BD2FB6" w:rsidRPr="00BD2FB6" w:rsidRDefault="00BD2FB6" w:rsidP="00EE5E0B">
      <w:pPr>
        <w:pStyle w:val="SuSMengentext"/>
        <w:rPr>
          <w:lang w:val="en-GB"/>
        </w:rPr>
      </w:pPr>
    </w:p>
    <w:p w14:paraId="3D903B25" w14:textId="1523B38C" w:rsidR="00682719" w:rsidRDefault="00BD2FB6" w:rsidP="00554B95">
      <w:pPr>
        <w:pStyle w:val="SuSMengentext"/>
      </w:pPr>
      <w:r w:rsidRPr="00C47CA8">
        <w:t xml:space="preserve">Nach den </w:t>
      </w:r>
      <w:r w:rsidRPr="00C47CA8">
        <w:rPr>
          <w:i/>
        </w:rPr>
        <w:t>Import</w:t>
      </w:r>
      <w:r w:rsidRPr="00C47CA8">
        <w:t>-Anweisungen und der</w:t>
      </w:r>
      <w:r w:rsidRPr="00BD2FB6">
        <w:t xml:space="preserve"> Erzeugung der </w:t>
      </w:r>
      <w:r w:rsidRPr="00B9363B">
        <w:rPr>
          <w:i/>
        </w:rPr>
        <w:t>Game-Engin</w:t>
      </w:r>
      <w:r w:rsidRPr="00F62F8B">
        <w:t>e</w:t>
      </w:r>
      <w:r>
        <w:t xml:space="preserve"> werden zwei </w:t>
      </w:r>
      <w:r w:rsidRPr="00B9363B">
        <w:rPr>
          <w:i/>
        </w:rPr>
        <w:t>Actors</w:t>
      </w:r>
      <w:r>
        <w:t xml:space="preserve"> </w:t>
      </w:r>
      <w:r w:rsidR="00C47CA8">
        <w:t>generiert</w:t>
      </w:r>
      <w:r>
        <w:t xml:space="preserve">. In diesem Fall sind es ein Actor </w:t>
      </w:r>
      <w:r w:rsidRPr="00BD2FB6">
        <w:rPr>
          <w:i/>
          <w:iCs/>
        </w:rPr>
        <w:t>ball</w:t>
      </w:r>
      <w:r>
        <w:t xml:space="preserve"> und ein Actor </w:t>
      </w:r>
      <w:r w:rsidRPr="00BD2FB6">
        <w:rPr>
          <w:i/>
        </w:rPr>
        <w:t>paddle</w:t>
      </w:r>
      <w:r>
        <w:t>. Damit haben wir unser erstes Thema für diesen Teil des Artikel</w:t>
      </w:r>
      <w:r w:rsidR="00FB1709">
        <w:t>s</w:t>
      </w:r>
      <w:r w:rsidR="00186878">
        <w:t xml:space="preserve">. Es geht um </w:t>
      </w:r>
      <w:r w:rsidRPr="00186878">
        <w:rPr>
          <w:i/>
          <w:iCs/>
        </w:rPr>
        <w:t>Actor</w:t>
      </w:r>
      <w:r w:rsidR="00186878" w:rsidRPr="00186878">
        <w:rPr>
          <w:i/>
          <w:iCs/>
        </w:rPr>
        <w:t>s</w:t>
      </w:r>
      <w:r w:rsidR="00186878">
        <w:t xml:space="preserve"> (nächster Abschnitt)</w:t>
      </w:r>
      <w:r w:rsidR="00682719">
        <w:t xml:space="preserve"> Mit: </w:t>
      </w:r>
      <w:r w:rsidR="00682719" w:rsidRPr="00682719">
        <w:rPr>
          <w:i/>
        </w:rPr>
        <w:t>npn install</w:t>
      </w:r>
      <w:r w:rsidR="00682719">
        <w:t xml:space="preserve"> können wir alle Abhängigkeiten im Projekt installieren und das Spiel mittels </w:t>
      </w:r>
      <w:r w:rsidR="00682719" w:rsidRPr="00682719">
        <w:rPr>
          <w:i/>
        </w:rPr>
        <w:t>npm start</w:t>
      </w:r>
      <w:r w:rsidR="00682719">
        <w:t xml:space="preserve"> ausführen</w:t>
      </w:r>
      <w:r w:rsidR="00610C45">
        <w:t xml:space="preserve">. Das Spiel ist dann im Browser unter der Adresse </w:t>
      </w:r>
      <w:hyperlink r:id="rId7" w:history="1">
        <w:r w:rsidR="00610C45" w:rsidRPr="008B3929">
          <w:rPr>
            <w:rStyle w:val="Hyperlink"/>
          </w:rPr>
          <w:t>http://localhost:1234/</w:t>
        </w:r>
      </w:hyperlink>
      <w:r w:rsidR="00610C45">
        <w:t xml:space="preserve"> zu erreichen</w:t>
      </w:r>
      <w:r w:rsidR="00682719">
        <w:t xml:space="preserve"> (</w:t>
      </w:r>
      <w:r w:rsidR="00682719" w:rsidRPr="00682719">
        <w:rPr>
          <w:i/>
          <w:color w:val="FF0000"/>
        </w:rPr>
        <w:t>Abbildung 1</w:t>
      </w:r>
      <w:r w:rsidR="00682719">
        <w:t>).</w:t>
      </w:r>
    </w:p>
    <w:p w14:paraId="7CA84356" w14:textId="77777777" w:rsidR="00610C45" w:rsidRDefault="00610C45" w:rsidP="00BD2FB6">
      <w:pPr>
        <w:pStyle w:val="SuSMengentext"/>
      </w:pPr>
    </w:p>
    <w:p w14:paraId="68B83C32" w14:textId="77777777" w:rsidR="00610C45" w:rsidRDefault="00610C45" w:rsidP="00610C45">
      <w:pPr>
        <w:pStyle w:val="SuSBilddateiname"/>
      </w:pPr>
      <w:r>
        <w:t>Abbildung_1.png</w:t>
      </w:r>
    </w:p>
    <w:p w14:paraId="5E867EB8" w14:textId="7BC49172" w:rsidR="00610C45" w:rsidRDefault="00610C45" w:rsidP="00610C45">
      <w:pPr>
        <w:pStyle w:val="SuSBildTabellenunterschrift"/>
      </w:pPr>
      <w:r>
        <w:t>Abbildung 1: Ein Game (Szene) mit zwei Actors (Ball und Schläger).</w:t>
      </w:r>
    </w:p>
    <w:p w14:paraId="7F122CDB" w14:textId="77777777" w:rsidR="00610C45" w:rsidRDefault="00610C45" w:rsidP="00BD2FB6">
      <w:pPr>
        <w:pStyle w:val="SuSMengentext"/>
      </w:pPr>
    </w:p>
    <w:p w14:paraId="0A36018A" w14:textId="77777777" w:rsidR="00610C45" w:rsidRPr="00F62F8B" w:rsidRDefault="00610C45" w:rsidP="00610C45">
      <w:pPr>
        <w:pStyle w:val="SuSKastenheadline"/>
      </w:pPr>
      <w:r w:rsidRPr="00F62F8B">
        <w:t>Überblick über die Artikelserie</w:t>
      </w:r>
    </w:p>
    <w:p w14:paraId="54E5AFA0" w14:textId="77777777" w:rsidR="00610C45" w:rsidRPr="00F62F8B" w:rsidRDefault="00610C45" w:rsidP="00610C45">
      <w:pPr>
        <w:pStyle w:val="SuSKastentext"/>
      </w:pPr>
      <w:r w:rsidRPr="00F62F8B">
        <w:t>Teil 1: Motivation, Einführung in Excalibur.js und erste Schritte</w:t>
      </w:r>
    </w:p>
    <w:p w14:paraId="0A8F6935" w14:textId="77777777" w:rsidR="00610C45" w:rsidRPr="00CE497D" w:rsidRDefault="00610C45" w:rsidP="00610C45">
      <w:pPr>
        <w:pStyle w:val="SuSKastentext"/>
        <w:rPr>
          <w:b/>
          <w:bCs/>
        </w:rPr>
      </w:pPr>
      <w:r w:rsidRPr="00CE497D">
        <w:rPr>
          <w:b/>
          <w:bCs/>
        </w:rPr>
        <w:t>Teil 2: Fortgeschrittene Grafiken und Sprites</w:t>
      </w:r>
    </w:p>
    <w:p w14:paraId="3AC3C383" w14:textId="77777777" w:rsidR="00610C45" w:rsidRPr="00F62F8B" w:rsidRDefault="00610C45" w:rsidP="00610C45">
      <w:pPr>
        <w:pStyle w:val="SuSKastentext"/>
      </w:pPr>
      <w:r w:rsidRPr="00F62F8B">
        <w:t>Teil 3: Physik, Kollision und Interaktionen</w:t>
      </w:r>
    </w:p>
    <w:p w14:paraId="03304758" w14:textId="77777777" w:rsidR="00610C45" w:rsidRPr="00F62F8B" w:rsidRDefault="00610C45" w:rsidP="00610C45">
      <w:pPr>
        <w:pStyle w:val="SuSKastentext"/>
      </w:pPr>
      <w:r w:rsidRPr="00F62F8B">
        <w:t>Teil 4: Erweiterte Techniken</w:t>
      </w:r>
      <w:r>
        <w:t>.</w:t>
      </w:r>
    </w:p>
    <w:p w14:paraId="6E2DAAC5" w14:textId="77777777" w:rsidR="00610C45" w:rsidRPr="00F62F8B" w:rsidRDefault="00610C45" w:rsidP="00610C45">
      <w:pPr>
        <w:pStyle w:val="SuSKastenheadline"/>
      </w:pPr>
      <w:r w:rsidRPr="00F62F8B">
        <w:t>./.</w:t>
      </w:r>
    </w:p>
    <w:p w14:paraId="11600C91" w14:textId="7C178B78" w:rsidR="00BD2FB6" w:rsidRDefault="00554B95" w:rsidP="00BD2FB6">
      <w:pPr>
        <w:pStyle w:val="SuSAbsatzheadline"/>
      </w:pPr>
      <w:r>
        <w:t xml:space="preserve">Grundlagen von </w:t>
      </w:r>
      <w:r w:rsidR="00BD2FB6" w:rsidRPr="00BD2FB6">
        <w:t>Actors</w:t>
      </w:r>
    </w:p>
    <w:p w14:paraId="61A66079" w14:textId="15ABC66C" w:rsidR="00BD2FB6" w:rsidRDefault="00BD2FB6" w:rsidP="00BD2FB6">
      <w:pPr>
        <w:pStyle w:val="SuSMengentext"/>
        <w:rPr>
          <w:color w:val="00B050"/>
        </w:rPr>
      </w:pPr>
      <w:r w:rsidRPr="00FB1709">
        <w:rPr>
          <w:i/>
          <w:iCs/>
        </w:rPr>
        <w:t>Actors</w:t>
      </w:r>
      <w:r w:rsidRPr="00BD2FB6">
        <w:t xml:space="preserve"> sind zentrale Bausteine der Spielwelt, die jedes interaktive oder sichtbare Objekt im Spiel repräsentieren. Sie können beweglich, unbeweglich, animiert oder statisch sein und nehmen an Kollisionen und physikalischen Berechnungen teil. Ein </w:t>
      </w:r>
      <w:r w:rsidRPr="00BD2FB6">
        <w:rPr>
          <w:i/>
        </w:rPr>
        <w:t>Actor</w:t>
      </w:r>
      <w:r w:rsidRPr="00BD2FB6">
        <w:t xml:space="preserve"> kann alles sein, von einem Spielercharakter über Hindernisse bis hin zu Dekorationen oder Hintergrundelementen. Die Hauptmerkmale eines Actors sind: </w:t>
      </w:r>
    </w:p>
    <w:p w14:paraId="4C80F241" w14:textId="77777777" w:rsidR="00682719" w:rsidRDefault="00BD2FB6" w:rsidP="00682719">
      <w:pPr>
        <w:pStyle w:val="SuSAufzaehlunggegliedert"/>
      </w:pPr>
      <w:r w:rsidRPr="00520AEE">
        <w:rPr>
          <w:i/>
          <w:iCs/>
        </w:rPr>
        <w:t>Position und Größe</w:t>
      </w:r>
      <w:r w:rsidRPr="00520AEE">
        <w:t>: Jeder Actor besitzt eine Position (definiert durch `x` und `y`), sowie Breiten- und Höhenwerte (definiert durch `</w:t>
      </w:r>
      <w:r w:rsidRPr="00520AEE">
        <w:rPr>
          <w:i/>
        </w:rPr>
        <w:t>width</w:t>
      </w:r>
      <w:r w:rsidRPr="00520AEE">
        <w:t>` und `</w:t>
      </w:r>
      <w:r w:rsidRPr="00520AEE">
        <w:rPr>
          <w:i/>
        </w:rPr>
        <w:t>height</w:t>
      </w:r>
      <w:r w:rsidRPr="00520AEE">
        <w:t>`</w:t>
      </w:r>
      <w:r w:rsidR="00520AEE" w:rsidRPr="00520AEE">
        <w:t xml:space="preserve"> </w:t>
      </w:r>
      <w:r w:rsidRPr="00520AEE">
        <w:t>die ihn auf der Spielbühne platzieren. Sie bestimmen, wo sich der Actor in der Welt befindet und wie groß er dargestellt wird.</w:t>
      </w:r>
    </w:p>
    <w:p w14:paraId="4195E39F" w14:textId="72B423C9" w:rsidR="00610C45" w:rsidRDefault="00BD2FB6" w:rsidP="00610C45">
      <w:pPr>
        <w:pStyle w:val="SuSAufzaehlunggegliedert"/>
      </w:pPr>
      <w:r w:rsidRPr="00610C45">
        <w:rPr>
          <w:i/>
          <w:iCs/>
        </w:rPr>
        <w:t>Grafiken und Farben</w:t>
      </w:r>
      <w:r w:rsidRPr="00682719">
        <w:t>:</w:t>
      </w:r>
      <w:r w:rsidR="00682719" w:rsidRPr="00682719">
        <w:t xml:space="preserve"> </w:t>
      </w:r>
      <w:r w:rsidRPr="00682719">
        <w:t xml:space="preserve">Ein Actor kann eine Farbe haben oder durch ein </w:t>
      </w:r>
      <w:r w:rsidRPr="00682719">
        <w:rPr>
          <w:i/>
          <w:iCs/>
        </w:rPr>
        <w:t>Sprite</w:t>
      </w:r>
      <w:r w:rsidRPr="00682719">
        <w:t xml:space="preserve"> dargestellt werden. Standardmäßig werden Actor-Objekte als einfache farbige Rechtecke angezeigt, aber durch Hinzufügen von </w:t>
      </w:r>
      <w:r w:rsidRPr="00682719">
        <w:rPr>
          <w:i/>
          <w:iCs/>
        </w:rPr>
        <w:t>Sprites</w:t>
      </w:r>
      <w:r w:rsidRPr="00682719">
        <w:t xml:space="preserve"> und </w:t>
      </w:r>
      <w:r w:rsidRPr="00682719">
        <w:rPr>
          <w:i/>
          <w:iCs/>
        </w:rPr>
        <w:t>Animationen</w:t>
      </w:r>
      <w:r w:rsidRPr="00682719">
        <w:t xml:space="preserve"> kann der visuelle Stil eines Actors komplexer werden.</w:t>
      </w:r>
      <w:r w:rsidR="00682719" w:rsidRPr="00682719">
        <w:t xml:space="preserve"> Zu</w:t>
      </w:r>
      <w:r w:rsidR="007E1050">
        <w:t>m Thema</w:t>
      </w:r>
      <w:r w:rsidR="00682719" w:rsidRPr="00682719">
        <w:t xml:space="preserve"> Sprites kommen wir später. </w:t>
      </w:r>
    </w:p>
    <w:p w14:paraId="6D7A7DB9" w14:textId="4BEE05D7" w:rsidR="00610C45" w:rsidRPr="00610C45" w:rsidRDefault="00BD2FB6" w:rsidP="00610C45">
      <w:pPr>
        <w:pStyle w:val="SuSAufzaehlunggegliedert"/>
      </w:pPr>
      <w:r w:rsidRPr="00610C45">
        <w:rPr>
          <w:i/>
          <w:iCs/>
        </w:rPr>
        <w:t>Bewegung und Physik</w:t>
      </w:r>
      <w:r w:rsidRPr="00610C45">
        <w:t xml:space="preserve">: Actor-Objekte können sich bewegen und physikalisch mit der Welt interagieren. Sie haben Geschwindigkeiten und können durch Kräfte beeinflusst werden, </w:t>
      </w:r>
      <w:r w:rsidR="00610C45" w:rsidRPr="00610C45">
        <w:t>beispielsweise</w:t>
      </w:r>
      <w:r w:rsidRPr="00610C45">
        <w:t xml:space="preserve"> durch Kollisionen oder Schwerkraft. </w:t>
      </w:r>
      <w:r w:rsidR="00610C45" w:rsidRPr="00610C45">
        <w:t>Die Geschwindigkeit (</w:t>
      </w:r>
      <w:r w:rsidR="00610C45" w:rsidRPr="00610C45">
        <w:rPr>
          <w:i/>
        </w:rPr>
        <w:t>velocity</w:t>
      </w:r>
      <w:r w:rsidR="00610C45" w:rsidRPr="00610C45">
        <w:t xml:space="preserve">) eines Actors </w:t>
      </w:r>
      <w:r w:rsidR="007E1050">
        <w:t xml:space="preserve">wird </w:t>
      </w:r>
      <w:r w:rsidR="00610C45" w:rsidRPr="00610C45">
        <w:t xml:space="preserve">durch den </w:t>
      </w:r>
      <w:r w:rsidR="00610C45" w:rsidRPr="00610C45">
        <w:rPr>
          <w:i/>
        </w:rPr>
        <w:t>vel-Vektor</w:t>
      </w:r>
      <w:r w:rsidR="00610C45" w:rsidRPr="00610C45">
        <w:t xml:space="preserve"> festgelegt, der aus dem </w:t>
      </w:r>
      <w:r w:rsidR="00610C45" w:rsidRPr="007E1050">
        <w:rPr>
          <w:i/>
          <w:iCs/>
        </w:rPr>
        <w:t>Vector-Objekt</w:t>
      </w:r>
      <w:r w:rsidR="00610C45" w:rsidRPr="00610C45">
        <w:t xml:space="preserve"> stammt. Die Methode, um auf die Geschwindigkeit in X- und Y-Richtung zuzugreifen oder sie zu ändern, </w:t>
      </w:r>
      <w:r w:rsidR="007E1050">
        <w:t>lautet</w:t>
      </w:r>
      <w:r w:rsidR="00610C45" w:rsidRPr="00610C45">
        <w:t>:</w:t>
      </w:r>
    </w:p>
    <w:p w14:paraId="057059AD" w14:textId="77777777" w:rsidR="00610C45" w:rsidRPr="006D0BBF" w:rsidRDefault="00610C45" w:rsidP="00610C45">
      <w:pPr>
        <w:pStyle w:val="SuSQuellcode"/>
        <w:rPr>
          <w:lang w:val="de-DE"/>
        </w:rPr>
      </w:pPr>
      <w:r w:rsidRPr="006D0BBF">
        <w:rPr>
          <w:lang w:val="de-DE"/>
        </w:rPr>
        <w:t xml:space="preserve">actor.vel = new Vector(100, 0); </w:t>
      </w:r>
    </w:p>
    <w:p w14:paraId="1061B476" w14:textId="61F1F700" w:rsidR="00610C45" w:rsidRDefault="007E1050" w:rsidP="00610C45">
      <w:pPr>
        <w:pStyle w:val="SuSAufzaehlunggegliedert"/>
        <w:numPr>
          <w:ilvl w:val="0"/>
          <w:numId w:val="0"/>
        </w:numPr>
        <w:ind w:left="360"/>
      </w:pPr>
      <w:r>
        <w:t>Mit dieser Zeile Quellcode setzt man</w:t>
      </w:r>
      <w:r w:rsidR="00610C45" w:rsidRPr="000856DA">
        <w:t xml:space="preserve"> die Geschwindigkeit in X-Richtung auf 100 und in Y-Richtung auf 0. </w:t>
      </w:r>
      <w:r w:rsidR="00610C45" w:rsidRPr="000856DA">
        <w:rPr>
          <w:i/>
        </w:rPr>
        <w:t>vel</w:t>
      </w:r>
      <w:r w:rsidR="00610C45" w:rsidRPr="000856DA">
        <w:t xml:space="preserve"> ist ein </w:t>
      </w:r>
      <w:r w:rsidR="00610C45" w:rsidRPr="001E33C3">
        <w:rPr>
          <w:i/>
          <w:iCs/>
        </w:rPr>
        <w:t>Vector-Objekt</w:t>
      </w:r>
      <w:r w:rsidR="00610C45" w:rsidRPr="000856DA">
        <w:t>, das sowohl die X- als auch die Y-Komponente der Geschwindigkeit eines Actors definiert.</w:t>
      </w:r>
      <w:r w:rsidR="000856DA">
        <w:t xml:space="preserve"> Betrachten wir das an unserem Beispiel, d.h. wir möchten für den Ball (Actor ‘ball‘) eine bestimmte Geschwindigkeit definieren. Der Quellcode stellt sich damit wie folgt dar:</w:t>
      </w:r>
    </w:p>
    <w:p w14:paraId="658259BA" w14:textId="77777777" w:rsidR="000856DA" w:rsidRPr="006D0BBF" w:rsidRDefault="000856DA" w:rsidP="000856DA">
      <w:pPr>
        <w:pStyle w:val="SuSQuellcode"/>
        <w:rPr>
          <w:lang w:val="de-DE"/>
        </w:rPr>
      </w:pPr>
      <w:r w:rsidRPr="006D0BBF">
        <w:rPr>
          <w:lang w:val="de-DE"/>
        </w:rPr>
        <w:t>const ball = new Actor({</w:t>
      </w:r>
    </w:p>
    <w:p w14:paraId="54B9349F" w14:textId="77777777" w:rsidR="000856DA" w:rsidRPr="000856DA" w:rsidRDefault="000856DA" w:rsidP="000856DA">
      <w:pPr>
        <w:pStyle w:val="SuSQuellcode"/>
      </w:pPr>
      <w:r w:rsidRPr="006D0BBF">
        <w:rPr>
          <w:lang w:val="de-DE"/>
        </w:rPr>
        <w:t xml:space="preserve">  </w:t>
      </w:r>
      <w:r w:rsidRPr="000856DA">
        <w:t>x: 100,</w:t>
      </w:r>
    </w:p>
    <w:p w14:paraId="6024A1DC" w14:textId="77777777" w:rsidR="000856DA" w:rsidRPr="000856DA" w:rsidRDefault="000856DA" w:rsidP="000856DA">
      <w:pPr>
        <w:pStyle w:val="SuSQuellcode"/>
      </w:pPr>
      <w:r w:rsidRPr="000856DA">
        <w:t xml:space="preserve">  y: 300,</w:t>
      </w:r>
    </w:p>
    <w:p w14:paraId="7862568D" w14:textId="77777777" w:rsidR="000856DA" w:rsidRPr="000856DA" w:rsidRDefault="000856DA" w:rsidP="000856DA">
      <w:pPr>
        <w:pStyle w:val="SuSQuellcode"/>
      </w:pPr>
      <w:r w:rsidRPr="000856DA">
        <w:t xml:space="preserve">  radius: </w:t>
      </w:r>
      <w:proofErr w:type="gramStart"/>
      <w:r w:rsidRPr="000856DA">
        <w:t>10</w:t>
      </w:r>
      <w:proofErr w:type="gramEnd"/>
      <w:r w:rsidRPr="000856DA">
        <w:t>,</w:t>
      </w:r>
    </w:p>
    <w:p w14:paraId="6F9F530F" w14:textId="77777777" w:rsidR="000856DA" w:rsidRPr="000856DA" w:rsidRDefault="000856DA" w:rsidP="000856DA">
      <w:pPr>
        <w:pStyle w:val="SuSQuellcode"/>
      </w:pPr>
      <w:r w:rsidRPr="000856DA">
        <w:t xml:space="preserve">  color: Color.Red,</w:t>
      </w:r>
    </w:p>
    <w:p w14:paraId="63607250" w14:textId="6F19F82D" w:rsidR="000856DA" w:rsidRPr="004E4763" w:rsidRDefault="000856DA" w:rsidP="00554B95">
      <w:pPr>
        <w:pStyle w:val="SuSQuellcode"/>
        <w:rPr>
          <w:lang w:val="de-DE"/>
        </w:rPr>
      </w:pPr>
      <w:r w:rsidRPr="004E4763">
        <w:rPr>
          <w:lang w:val="de-DE"/>
        </w:rPr>
        <w:t>});</w:t>
      </w:r>
    </w:p>
    <w:p w14:paraId="6C2A4C18" w14:textId="0E3BC104" w:rsidR="000856DA" w:rsidRPr="004E4763" w:rsidRDefault="000856DA" w:rsidP="000856DA">
      <w:pPr>
        <w:pStyle w:val="SuSQuellcode"/>
        <w:rPr>
          <w:lang w:val="de-DE"/>
        </w:rPr>
      </w:pPr>
      <w:r w:rsidRPr="004E4763">
        <w:rPr>
          <w:lang w:val="de-DE"/>
        </w:rPr>
        <w:t>ball.vel = new Vector(100, 150);</w:t>
      </w:r>
    </w:p>
    <w:p w14:paraId="42346328" w14:textId="2DB6384B" w:rsidR="000856DA" w:rsidRPr="004E4763" w:rsidRDefault="000856DA" w:rsidP="000856DA">
      <w:pPr>
        <w:pStyle w:val="SuSQuellcode"/>
        <w:rPr>
          <w:lang w:val="de-DE"/>
        </w:rPr>
      </w:pPr>
      <w:r w:rsidRPr="004E4763">
        <w:rPr>
          <w:lang w:val="de-DE"/>
        </w:rPr>
        <w:t>game.add(ball);</w:t>
      </w:r>
    </w:p>
    <w:p w14:paraId="4410CC1B" w14:textId="77777777" w:rsidR="000856DA" w:rsidRPr="004E4763" w:rsidRDefault="000856DA" w:rsidP="00610C45">
      <w:pPr>
        <w:pStyle w:val="SuSAufzaehlunggegliedert"/>
        <w:numPr>
          <w:ilvl w:val="0"/>
          <w:numId w:val="0"/>
        </w:numPr>
        <w:ind w:left="360"/>
      </w:pPr>
    </w:p>
    <w:p w14:paraId="4F0D6BB1" w14:textId="40339D92" w:rsidR="000438A5" w:rsidRDefault="00610C45" w:rsidP="000438A5">
      <w:pPr>
        <w:pStyle w:val="SuSAufzaehlunggegliedert"/>
        <w:numPr>
          <w:ilvl w:val="0"/>
          <w:numId w:val="0"/>
        </w:numPr>
        <w:ind w:left="360"/>
      </w:pPr>
      <w:r w:rsidRPr="000856DA">
        <w:t>In diesem Beispiel bewegt sich der Actor (ein Ball) mit einer Geschwindigkeit von 100 in X-Richtung und 150 in Y-Richtung.</w:t>
      </w:r>
      <w:r w:rsidR="000856DA">
        <w:t xml:space="preserve"> Ändern Sie die Werte im Quellcode und beobachten Sie die Auswirkungen nach dem Speichern</w:t>
      </w:r>
      <w:r w:rsidR="001E33C3">
        <w:t xml:space="preserve"> im Browser ohne Neustart des Spiels</w:t>
      </w:r>
      <w:r w:rsidR="000856DA">
        <w:t xml:space="preserve"> (Hot Reload).</w:t>
      </w:r>
      <w:r w:rsidRPr="000856DA">
        <w:t xml:space="preserve"> Die </w:t>
      </w:r>
      <w:r w:rsidRPr="000856DA">
        <w:rPr>
          <w:i/>
          <w:iCs/>
        </w:rPr>
        <w:t>vel-Eigenschaft</w:t>
      </w:r>
      <w:r w:rsidRPr="000856DA">
        <w:t xml:space="preserve"> ist somit ein Vektor, der die Geschwindigkeit und Bewegungsrichtung des Actors </w:t>
      </w:r>
      <w:r w:rsidRPr="000856DA">
        <w:lastRenderedPageBreak/>
        <w:t>beschreibt.</w:t>
      </w:r>
      <w:r w:rsidR="000856DA">
        <w:t xml:space="preserve"> Darüber </w:t>
      </w:r>
      <w:r w:rsidR="000856DA" w:rsidRPr="000856DA">
        <w:t xml:space="preserve">hinaus können </w:t>
      </w:r>
      <w:r w:rsidR="00BD2FB6" w:rsidRPr="000856DA">
        <w:rPr>
          <w:i/>
          <w:iCs/>
        </w:rPr>
        <w:t>Actor</w:t>
      </w:r>
      <w:r w:rsidR="00BD2FB6" w:rsidRPr="000856DA">
        <w:t xml:space="preserve">-Objekte verschiedene Kollisionstypen wie </w:t>
      </w:r>
      <w:r w:rsidR="00BD2FB6" w:rsidRPr="000856DA">
        <w:rPr>
          <w:i/>
          <w:iCs/>
        </w:rPr>
        <w:t>Passive</w:t>
      </w:r>
      <w:r w:rsidR="00BD2FB6" w:rsidRPr="000856DA">
        <w:t xml:space="preserve">, </w:t>
      </w:r>
      <w:r w:rsidR="00BD2FB6" w:rsidRPr="000856DA">
        <w:rPr>
          <w:i/>
          <w:iCs/>
        </w:rPr>
        <w:t>Active</w:t>
      </w:r>
      <w:r w:rsidR="00BD2FB6" w:rsidRPr="000856DA">
        <w:t xml:space="preserve"> oder </w:t>
      </w:r>
      <w:r w:rsidR="00BD2FB6" w:rsidRPr="000856DA">
        <w:rPr>
          <w:i/>
          <w:iCs/>
        </w:rPr>
        <w:t>Fixed</w:t>
      </w:r>
      <w:r w:rsidR="00BD2FB6" w:rsidRPr="000856DA">
        <w:t xml:space="preserve"> haben, um das Kollisionsverhalten zu bestimmen.</w:t>
      </w:r>
    </w:p>
    <w:p w14:paraId="3165376E" w14:textId="67CA81A1" w:rsidR="000438A5" w:rsidRDefault="00BD2FB6" w:rsidP="000438A5">
      <w:pPr>
        <w:pStyle w:val="SuSAufzaehlunggegliedert"/>
      </w:pPr>
      <w:r w:rsidRPr="00B80AFA">
        <w:rPr>
          <w:i/>
        </w:rPr>
        <w:t>Aktionssystem</w:t>
      </w:r>
      <w:r w:rsidRPr="00B80AFA">
        <w:t>:</w:t>
      </w:r>
      <w:r w:rsidR="000438A5" w:rsidRPr="00B80AFA">
        <w:t xml:space="preserve"> </w:t>
      </w:r>
      <w:r w:rsidRPr="00B80AFA">
        <w:t xml:space="preserve">Actors haben ein integriertes Aktionssystem, mit dem sie Bewegungen und Aktionen in einer Kette durchführen können, </w:t>
      </w:r>
      <w:r w:rsidR="000438A5" w:rsidRPr="00B80AFA">
        <w:t>beispielsweise</w:t>
      </w:r>
      <w:r w:rsidRPr="00B80AFA">
        <w:t xml:space="preserve"> </w:t>
      </w:r>
      <w:r w:rsidRPr="00B80AFA">
        <w:rPr>
          <w:i/>
          <w:iCs/>
        </w:rPr>
        <w:t>bewege</w:t>
      </w:r>
      <w:r w:rsidR="001E33C3" w:rsidRPr="00B80AFA">
        <w:rPr>
          <w:i/>
          <w:iCs/>
        </w:rPr>
        <w:t>n</w:t>
      </w:r>
      <w:r w:rsidRPr="00B80AFA">
        <w:t xml:space="preserve">, </w:t>
      </w:r>
      <w:r w:rsidRPr="00B80AFA">
        <w:rPr>
          <w:i/>
          <w:iCs/>
        </w:rPr>
        <w:t>drehe</w:t>
      </w:r>
      <w:r w:rsidR="001E33C3" w:rsidRPr="00B80AFA">
        <w:rPr>
          <w:i/>
          <w:iCs/>
        </w:rPr>
        <w:t>n</w:t>
      </w:r>
      <w:r w:rsidRPr="00B80AFA">
        <w:t xml:space="preserve">, </w:t>
      </w:r>
      <w:r w:rsidRPr="00B80AFA">
        <w:rPr>
          <w:i/>
          <w:iCs/>
        </w:rPr>
        <w:t>verkleiner</w:t>
      </w:r>
      <w:r w:rsidR="001E33C3" w:rsidRPr="00B80AFA">
        <w:rPr>
          <w:i/>
          <w:iCs/>
        </w:rPr>
        <w:t>n</w:t>
      </w:r>
      <w:r w:rsidRPr="00B80AFA">
        <w:t xml:space="preserve"> oder </w:t>
      </w:r>
      <w:r w:rsidRPr="00B80AFA">
        <w:rPr>
          <w:i/>
          <w:iCs/>
        </w:rPr>
        <w:t>vergrößer</w:t>
      </w:r>
      <w:r w:rsidR="001E33C3" w:rsidRPr="00B80AFA">
        <w:rPr>
          <w:i/>
          <w:iCs/>
        </w:rPr>
        <w:t>n</w:t>
      </w:r>
      <w:r w:rsidRPr="00B80AFA">
        <w:t>. Dies wird mit Methoden wie `</w:t>
      </w:r>
      <w:r w:rsidRPr="00B80AFA">
        <w:rPr>
          <w:i/>
          <w:iCs/>
        </w:rPr>
        <w:t>moveTo()</w:t>
      </w:r>
      <w:r w:rsidRPr="00B80AFA">
        <w:t>` oder `</w:t>
      </w:r>
      <w:r w:rsidRPr="00B80AFA">
        <w:rPr>
          <w:i/>
          <w:iCs/>
        </w:rPr>
        <w:t>rotateBy()</w:t>
      </w:r>
      <w:r w:rsidRPr="00B80AFA">
        <w:t>` umgesetzt.</w:t>
      </w:r>
      <w:r w:rsidR="000438A5" w:rsidRPr="00B80AFA">
        <w:t xml:space="preserve"> Auch dazu ein Beispiel. Wir bewegen das Paddle </w:t>
      </w:r>
      <w:r w:rsidR="00B80AFA" w:rsidRPr="00B80AFA">
        <w:t>automatisch</w:t>
      </w:r>
      <w:r w:rsidR="000438A5" w:rsidRPr="00B80AFA">
        <w:t xml:space="preserve">, so dass es zu einer bestimmten Position animiert wird. Die </w:t>
      </w:r>
      <w:r w:rsidR="000438A5" w:rsidRPr="00B80AFA">
        <w:rPr>
          <w:i/>
          <w:iCs/>
        </w:rPr>
        <w:t>moveTo</w:t>
      </w:r>
      <w:r w:rsidR="000438A5" w:rsidRPr="000438A5">
        <w:rPr>
          <w:i/>
          <w:iCs/>
        </w:rPr>
        <w:t>()</w:t>
      </w:r>
      <w:r w:rsidR="000438A5">
        <w:t>-Methode bewegt dieses zu einer angegebenen Position innerhalb eines festgelegten Zeitraums. Sie verwendet Vektoren und der Vorgang dauert so lange, wie die Geschwindigkeit des Actors es vorgibt:</w:t>
      </w:r>
    </w:p>
    <w:p w14:paraId="6E677A53" w14:textId="77777777" w:rsidR="000438A5" w:rsidRDefault="000438A5" w:rsidP="000438A5">
      <w:pPr>
        <w:pStyle w:val="SuSQuellcode"/>
      </w:pPr>
      <w:r>
        <w:t>const paddle = new Actor({</w:t>
      </w:r>
    </w:p>
    <w:p w14:paraId="12CCAD01" w14:textId="77777777" w:rsidR="000438A5" w:rsidRDefault="000438A5" w:rsidP="000438A5">
      <w:pPr>
        <w:pStyle w:val="SuSQuellcode"/>
      </w:pPr>
      <w:r>
        <w:t xml:space="preserve">  x: 150,</w:t>
      </w:r>
    </w:p>
    <w:p w14:paraId="5115B3BD" w14:textId="77777777" w:rsidR="000438A5" w:rsidRDefault="000438A5" w:rsidP="000438A5">
      <w:pPr>
        <w:pStyle w:val="SuSQuellcode"/>
      </w:pPr>
      <w:r>
        <w:t xml:space="preserve">  y: game.drawHeight - 40,</w:t>
      </w:r>
    </w:p>
    <w:p w14:paraId="489D323A" w14:textId="77777777" w:rsidR="000438A5" w:rsidRDefault="000438A5" w:rsidP="000438A5">
      <w:pPr>
        <w:pStyle w:val="SuSQuellcode"/>
      </w:pPr>
      <w:r>
        <w:t xml:space="preserve">  width: 200,</w:t>
      </w:r>
    </w:p>
    <w:p w14:paraId="519CA95F" w14:textId="77777777" w:rsidR="000438A5" w:rsidRDefault="000438A5" w:rsidP="000438A5">
      <w:pPr>
        <w:pStyle w:val="SuSQuellcode"/>
      </w:pPr>
      <w:r>
        <w:t xml:space="preserve">  height: </w:t>
      </w:r>
      <w:proofErr w:type="gramStart"/>
      <w:r>
        <w:t>20</w:t>
      </w:r>
      <w:proofErr w:type="gramEnd"/>
      <w:r>
        <w:t>,</w:t>
      </w:r>
    </w:p>
    <w:p w14:paraId="021A743D" w14:textId="77777777" w:rsidR="000438A5" w:rsidRDefault="000438A5" w:rsidP="000438A5">
      <w:pPr>
        <w:pStyle w:val="SuSQuellcode"/>
      </w:pPr>
      <w:r>
        <w:t xml:space="preserve">  color: Color.Chartreuse,</w:t>
      </w:r>
    </w:p>
    <w:p w14:paraId="67B58CED" w14:textId="5E212277" w:rsidR="000438A5" w:rsidRDefault="000438A5" w:rsidP="000438A5">
      <w:pPr>
        <w:pStyle w:val="SuSQuellcode"/>
      </w:pPr>
      <w:r>
        <w:t>});</w:t>
      </w:r>
    </w:p>
    <w:p w14:paraId="542067A5" w14:textId="15C45FC0" w:rsidR="000438A5" w:rsidRPr="006D0BBF" w:rsidRDefault="000438A5" w:rsidP="000438A5">
      <w:pPr>
        <w:pStyle w:val="SuSQuellcode"/>
        <w:rPr>
          <w:lang w:val="en-GB"/>
        </w:rPr>
      </w:pPr>
      <w:r w:rsidRPr="006D0BBF">
        <w:rPr>
          <w:lang w:val="en-GB"/>
        </w:rPr>
        <w:t>game.add(paddle);</w:t>
      </w:r>
    </w:p>
    <w:p w14:paraId="752AC19E" w14:textId="4FEF5457" w:rsidR="000438A5" w:rsidRPr="000438A5" w:rsidRDefault="000438A5" w:rsidP="000438A5">
      <w:pPr>
        <w:pStyle w:val="SuSQuellcode"/>
        <w:rPr>
          <w:lang w:val="en-GB"/>
        </w:rPr>
      </w:pPr>
      <w:proofErr w:type="gramStart"/>
      <w:r w:rsidRPr="000438A5">
        <w:rPr>
          <w:lang w:val="en-GB"/>
        </w:rPr>
        <w:t>paddle.actions</w:t>
      </w:r>
      <w:proofErr w:type="gramEnd"/>
      <w:r w:rsidRPr="000438A5">
        <w:rPr>
          <w:lang w:val="en-GB"/>
        </w:rPr>
        <w:t xml:space="preserve">.moveTo(600, game.drawHeight - 40, 200); </w:t>
      </w:r>
    </w:p>
    <w:p w14:paraId="72B29F03" w14:textId="77777777" w:rsidR="000438A5" w:rsidRDefault="000438A5" w:rsidP="000438A5">
      <w:pPr>
        <w:pStyle w:val="SuSAufzaehlunggegliedert"/>
        <w:numPr>
          <w:ilvl w:val="0"/>
          <w:numId w:val="0"/>
        </w:numPr>
        <w:ind w:left="360"/>
        <w:rPr>
          <w:lang w:val="en-GB"/>
        </w:rPr>
      </w:pPr>
    </w:p>
    <w:p w14:paraId="5644CC38" w14:textId="46CC9252" w:rsidR="000438A5" w:rsidRPr="000438A5" w:rsidRDefault="000438A5" w:rsidP="00554B95">
      <w:pPr>
        <w:pStyle w:val="SuSAufzaehlunggegliedert"/>
        <w:numPr>
          <w:ilvl w:val="0"/>
          <w:numId w:val="0"/>
        </w:numPr>
        <w:ind w:left="360"/>
      </w:pPr>
      <w:r w:rsidRPr="000438A5">
        <w:t xml:space="preserve">Mit </w:t>
      </w:r>
      <w:r w:rsidRPr="000438A5">
        <w:rPr>
          <w:i/>
          <w:iCs/>
        </w:rPr>
        <w:t>paddle.actions.moveTo(600, game.drawHeight - 40, 200);</w:t>
      </w:r>
      <w:r>
        <w:t xml:space="preserve"> erfolgt die Bewegung des Paddle </w:t>
      </w:r>
      <w:r w:rsidRPr="000438A5">
        <w:t xml:space="preserve">von seiner Startposition </w:t>
      </w:r>
      <w:r w:rsidRPr="000438A5">
        <w:rPr>
          <w:i/>
          <w:iCs/>
        </w:rPr>
        <w:t>(150, game.drawHeight - 40)</w:t>
      </w:r>
      <w:r w:rsidRPr="000438A5">
        <w:t xml:space="preserve"> zu einer neuen Position </w:t>
      </w:r>
      <w:r w:rsidRPr="000438A5">
        <w:rPr>
          <w:i/>
          <w:iCs/>
        </w:rPr>
        <w:t>(600, game.drawHeight - 40)</w:t>
      </w:r>
      <w:r w:rsidRPr="000438A5">
        <w:t>.</w:t>
      </w:r>
      <w:r>
        <w:t xml:space="preserve"> D</w:t>
      </w:r>
      <w:r w:rsidRPr="000438A5">
        <w:t xml:space="preserve">er dritte Parameter </w:t>
      </w:r>
      <w:r w:rsidRPr="000438A5">
        <w:rPr>
          <w:i/>
        </w:rPr>
        <w:t>200</w:t>
      </w:r>
      <w:r w:rsidRPr="000438A5">
        <w:t xml:space="preserve"> gibt die Geschwindigkeit in Pixeln pro Sekunde an. Hier bewegt sich das Paddle mit einer Geschwindigkeit von 200 Pixeln pro Sekunde.</w:t>
      </w:r>
      <w:r>
        <w:t xml:space="preserve"> </w:t>
      </w:r>
      <w:r w:rsidRPr="000438A5">
        <w:t xml:space="preserve">Mit der Methode </w:t>
      </w:r>
      <w:r w:rsidRPr="000438A5">
        <w:rPr>
          <w:i/>
          <w:iCs/>
        </w:rPr>
        <w:t>moveTo()</w:t>
      </w:r>
      <w:r w:rsidRPr="000438A5">
        <w:t xml:space="preserve"> kann </w:t>
      </w:r>
      <w:r>
        <w:t>man</w:t>
      </w:r>
      <w:r w:rsidRPr="000438A5">
        <w:t xml:space="preserve"> dynamische Bewegungen im Spiel definieren und Objekte auf festgelegten Pfaden bewegen.</w:t>
      </w:r>
    </w:p>
    <w:p w14:paraId="4FED6113" w14:textId="77777777" w:rsidR="00554B95" w:rsidRDefault="00BD2FB6" w:rsidP="00554B95">
      <w:pPr>
        <w:pStyle w:val="SuSAufzaehlunggegliedert"/>
      </w:pPr>
      <w:r w:rsidRPr="00554B95">
        <w:rPr>
          <w:i/>
          <w:iCs/>
        </w:rPr>
        <w:t>Kollisionserkennung und -reaktion</w:t>
      </w:r>
      <w:r w:rsidRPr="00554B95">
        <w:t xml:space="preserve">: Actors können auf Kollisionen mit anderen Actors reagieren. Je nach Kollisionstyp können sie vollständig kollisionsfähig sein oder nur Kollisionen melden, ohne darauf zu reagieren. Man kann Kollisionen und Interaktionen mit der Methode </w:t>
      </w:r>
      <w:r w:rsidRPr="00554B95">
        <w:rPr>
          <w:i/>
          <w:iCs/>
        </w:rPr>
        <w:t>`on("collisionstart", ...)`</w:t>
      </w:r>
      <w:r w:rsidRPr="00554B95">
        <w:t xml:space="preserve"> überwachen und steuern.</w:t>
      </w:r>
    </w:p>
    <w:p w14:paraId="4428CE0C" w14:textId="003F1242" w:rsidR="00BD2FB6" w:rsidRPr="00554B95" w:rsidRDefault="00BD2FB6" w:rsidP="00554B95">
      <w:pPr>
        <w:pStyle w:val="SuSAufzaehlunggegliedert"/>
      </w:pPr>
      <w:r w:rsidRPr="00554B95">
        <w:rPr>
          <w:i/>
          <w:iCs/>
        </w:rPr>
        <w:t>Szenenmanagement</w:t>
      </w:r>
      <w:r w:rsidRPr="00554B95">
        <w:t>:</w:t>
      </w:r>
      <w:r w:rsidR="00554B95" w:rsidRPr="00554B95">
        <w:t xml:space="preserve"> </w:t>
      </w:r>
      <w:r w:rsidRPr="00554B95">
        <w:t xml:space="preserve">Jeder Actor wird einer Szene hinzugefügt und interagiert mit der Umgebung in dieser Szene. Durch die Methode </w:t>
      </w:r>
      <w:r w:rsidRPr="00554B95">
        <w:rPr>
          <w:i/>
          <w:iCs/>
        </w:rPr>
        <w:t>`game.add(actor)`</w:t>
      </w:r>
      <w:r w:rsidRPr="00554B95">
        <w:t xml:space="preserve"> wird der Actor zur aktuellen Szene hinzugefügt und sichtbar gemacht.</w:t>
      </w:r>
      <w:r w:rsidR="00554B95">
        <w:t xml:space="preserve"> Zum Thema </w:t>
      </w:r>
      <w:r w:rsidR="00554B95" w:rsidRPr="00A42826">
        <w:rPr>
          <w:i/>
          <w:iCs/>
        </w:rPr>
        <w:t>Scenes</w:t>
      </w:r>
      <w:r w:rsidR="00554B95">
        <w:t xml:space="preserve"> kommen wir auch noch später.</w:t>
      </w:r>
    </w:p>
    <w:p w14:paraId="6C7580FE" w14:textId="77777777" w:rsidR="00BD2FB6" w:rsidRDefault="00BD2FB6" w:rsidP="00BD2FB6">
      <w:pPr>
        <w:pStyle w:val="SuSMengentext"/>
        <w:rPr>
          <w:color w:val="00B050"/>
        </w:rPr>
      </w:pPr>
    </w:p>
    <w:p w14:paraId="11ADD663" w14:textId="5CE41EE9" w:rsidR="00A42826" w:rsidRPr="00A42826" w:rsidRDefault="00A42826" w:rsidP="00BD2FB6">
      <w:pPr>
        <w:pStyle w:val="SuSMengentext"/>
      </w:pPr>
      <w:r w:rsidRPr="00A42826">
        <w:t xml:space="preserve">Ein Actor hat einen eigenen </w:t>
      </w:r>
      <w:r w:rsidRPr="00A42826">
        <w:rPr>
          <w:i/>
        </w:rPr>
        <w:t>Lebenszyklus (Life Cycle)</w:t>
      </w:r>
      <w:r>
        <w:t xml:space="preserve">. </w:t>
      </w:r>
      <w:r w:rsidRPr="00A42826">
        <w:t>Wir sehen uns diesen jetzt an.</w:t>
      </w:r>
    </w:p>
    <w:p w14:paraId="49E1F0FB" w14:textId="1E0C30B6" w:rsidR="00D9611B" w:rsidRPr="00A42826" w:rsidRDefault="00A42826" w:rsidP="00A42826">
      <w:pPr>
        <w:pStyle w:val="SuSAbsatzheadline"/>
      </w:pPr>
      <w:r w:rsidRPr="00A42826">
        <w:t>Actor Life Cycle</w:t>
      </w:r>
    </w:p>
    <w:p w14:paraId="19526BDF" w14:textId="3116417C" w:rsidR="00610C45" w:rsidRDefault="00610C45" w:rsidP="00A42826">
      <w:pPr>
        <w:pStyle w:val="SuSMengentext"/>
      </w:pPr>
      <w:r w:rsidRPr="00A42826">
        <w:t xml:space="preserve">Der </w:t>
      </w:r>
      <w:r w:rsidRPr="00A42826">
        <w:rPr>
          <w:i/>
          <w:iCs/>
        </w:rPr>
        <w:t>Actor Life Cycle</w:t>
      </w:r>
      <w:r w:rsidRPr="00A42826">
        <w:t xml:space="preserve"> </w:t>
      </w:r>
      <w:r w:rsidRPr="004C7B49">
        <w:rPr>
          <w:i/>
          <w:iCs/>
        </w:rPr>
        <w:t>in Excalibur.js</w:t>
      </w:r>
      <w:r w:rsidRPr="00A42826">
        <w:t xml:space="preserve"> beschreibt die verschiedenen Phasen, die ein Actor durchläuft, sobald er erstellt und in die Spielszene eingefügt wird. </w:t>
      </w:r>
      <w:r w:rsidR="00A42826" w:rsidRPr="00A42826">
        <w:t xml:space="preserve">Das </w:t>
      </w:r>
      <w:r w:rsidRPr="00A42826">
        <w:t>Verstehen des Actor Life Cycles</w:t>
      </w:r>
      <w:r w:rsidR="00A42826" w:rsidRPr="00A42826">
        <w:t xml:space="preserve"> (</w:t>
      </w:r>
      <w:r w:rsidR="00A42826" w:rsidRPr="00A42826">
        <w:rPr>
          <w:i/>
          <w:iCs/>
          <w:color w:val="FF0000"/>
        </w:rPr>
        <w:t>Abbildung 2</w:t>
      </w:r>
      <w:r w:rsidR="00B67ADB">
        <w:rPr>
          <w:i/>
          <w:iCs/>
          <w:color w:val="FF0000"/>
        </w:rPr>
        <w:t>, Tabelle 1</w:t>
      </w:r>
      <w:r w:rsidR="00A42826" w:rsidRPr="00A42826">
        <w:t>)</w:t>
      </w:r>
      <w:r w:rsidRPr="00A42826">
        <w:t xml:space="preserve"> ist wichtig, um die Interaktionen und die Performance von Actors effizient zu steuern.</w:t>
      </w:r>
    </w:p>
    <w:p w14:paraId="328E49AB" w14:textId="77777777" w:rsidR="00A42826" w:rsidRDefault="00A42826" w:rsidP="00A42826">
      <w:pPr>
        <w:pStyle w:val="SuSMengentext"/>
      </w:pPr>
    </w:p>
    <w:p w14:paraId="1113327D" w14:textId="760D23DB" w:rsidR="00A42826" w:rsidRDefault="00A42826" w:rsidP="00A42826">
      <w:pPr>
        <w:pStyle w:val="SuSBilddateiname"/>
      </w:pPr>
      <w:r>
        <w:t>Abbildung_2.png</w:t>
      </w:r>
    </w:p>
    <w:p w14:paraId="1BE3A6F4" w14:textId="14FBBA1A" w:rsidR="00A42826" w:rsidRPr="00A42826" w:rsidRDefault="00A42826" w:rsidP="00A42826">
      <w:pPr>
        <w:pStyle w:val="SuSBildTabellenunterschrift"/>
      </w:pPr>
      <w:r>
        <w:t xml:space="preserve">Abbildung 2: </w:t>
      </w:r>
      <w:r w:rsidR="00091CA0">
        <w:t>Actor</w:t>
      </w:r>
      <w:r w:rsidRPr="00A42826">
        <w:t xml:space="preserve"> Life Cycle </w:t>
      </w:r>
      <w:r w:rsidR="00B67ADB">
        <w:t>[</w:t>
      </w:r>
      <w:r w:rsidR="004D796A">
        <w:t>3</w:t>
      </w:r>
      <w:r w:rsidR="00B67ADB">
        <w:t>].</w:t>
      </w:r>
    </w:p>
    <w:p w14:paraId="617643C8" w14:textId="77777777" w:rsidR="00A42826" w:rsidRDefault="00A42826" w:rsidP="00A42826">
      <w:pPr>
        <w:pStyle w:val="SuSMengentext"/>
      </w:pPr>
    </w:p>
    <w:p w14:paraId="418511FE" w14:textId="540AA53E" w:rsidR="00B67ADB" w:rsidRDefault="00B67ADB" w:rsidP="00A42826">
      <w:pPr>
        <w:pStyle w:val="SuSMengentext"/>
      </w:pPr>
      <w:r>
        <w:t>Wir haben es mit den folgenden Phasen zu tun:</w:t>
      </w:r>
    </w:p>
    <w:p w14:paraId="7912CBD4" w14:textId="52C71273" w:rsidR="00B67ADB" w:rsidRDefault="00B67ADB" w:rsidP="00B67ADB">
      <w:pPr>
        <w:pStyle w:val="SuSAufzaehlungnummeriert"/>
      </w:pPr>
      <w:r w:rsidRPr="00B67ADB">
        <w:rPr>
          <w:i/>
        </w:rPr>
        <w:t>Erstellung</w:t>
      </w:r>
      <w:r>
        <w:t>: Der Actor wird erzeugt, aber er ist noch nicht aktiv in der Szene.</w:t>
      </w:r>
    </w:p>
    <w:p w14:paraId="612286B0" w14:textId="65B23DC6" w:rsidR="00B67ADB" w:rsidRDefault="00B67ADB" w:rsidP="00B67ADB">
      <w:pPr>
        <w:pStyle w:val="SuSAufzaehlungnummeriert"/>
      </w:pPr>
      <w:r w:rsidRPr="00B67ADB">
        <w:rPr>
          <w:i/>
        </w:rPr>
        <w:lastRenderedPageBreak/>
        <w:t>Hinzufügen zur Szene:</w:t>
      </w:r>
      <w:r>
        <w:t xml:space="preserve"> Der Actor wird zur Spielszene hinzugefügt und beginnt zu interagieren.</w:t>
      </w:r>
    </w:p>
    <w:p w14:paraId="15468E77" w14:textId="77777777" w:rsidR="00B67ADB" w:rsidRDefault="00B67ADB" w:rsidP="00B67ADB">
      <w:pPr>
        <w:pStyle w:val="SuSAufzaehlungnummeriert"/>
      </w:pPr>
      <w:r w:rsidRPr="00B67ADB">
        <w:rPr>
          <w:i/>
        </w:rPr>
        <w:t>Update</w:t>
      </w:r>
      <w:r>
        <w:t>: Der Actor wird während jeder Spielschleife aktualisiert (Bewegung, Kollisionen, Physik).</w:t>
      </w:r>
    </w:p>
    <w:p w14:paraId="316B530C" w14:textId="77777777" w:rsidR="00B67ADB" w:rsidRDefault="00B67ADB" w:rsidP="00B67ADB">
      <w:pPr>
        <w:pStyle w:val="SuSAufzaehlungnummeriert"/>
      </w:pPr>
      <w:r w:rsidRPr="00B67ADB">
        <w:rPr>
          <w:i/>
        </w:rPr>
        <w:t>Rendering</w:t>
      </w:r>
      <w:r>
        <w:t>: Der Actor wird in jeder Spielschleife auf den Bildschirm gezeichnet.</w:t>
      </w:r>
    </w:p>
    <w:p w14:paraId="3A23E763" w14:textId="0E7CBE68" w:rsidR="00B67ADB" w:rsidRDefault="00B67ADB" w:rsidP="00B67ADB">
      <w:pPr>
        <w:pStyle w:val="SuSAufzaehlungnummeriert"/>
      </w:pPr>
      <w:r w:rsidRPr="00B67ADB">
        <w:rPr>
          <w:i/>
        </w:rPr>
        <w:t>Kollisionen</w:t>
      </w:r>
      <w:r>
        <w:t>: Der Actor nimmt an Kollisionen teil und kann auf Kollisionen reagieren.</w:t>
      </w:r>
    </w:p>
    <w:p w14:paraId="0E708B99" w14:textId="2D87F572" w:rsidR="00B67ADB" w:rsidRDefault="00B67ADB" w:rsidP="00B67ADB">
      <w:pPr>
        <w:pStyle w:val="SuSAufzaehlungnummeriert"/>
      </w:pPr>
      <w:r w:rsidRPr="00B67ADB">
        <w:rPr>
          <w:i/>
        </w:rPr>
        <w:t>Zerstörung</w:t>
      </w:r>
      <w:r>
        <w:t>: Der Actor wird entfernt und nicht mehr aktualisiert oder gerendert.</w:t>
      </w:r>
    </w:p>
    <w:p w14:paraId="6DBBE586" w14:textId="6ACEFC09" w:rsidR="00B67ADB" w:rsidRDefault="00B67ADB" w:rsidP="00B67ADB">
      <w:pPr>
        <w:pStyle w:val="SuSAufzaehlungnummeriert"/>
      </w:pPr>
      <w:r w:rsidRPr="00B67ADB">
        <w:rPr>
          <w:i/>
        </w:rPr>
        <w:t>Recycling</w:t>
      </w:r>
      <w:r>
        <w:t>: Optional kann ein Actor recycelt und wiederverwendet werden, um Ressourcen zu sparen.</w:t>
      </w:r>
    </w:p>
    <w:p w14:paraId="41DE6224" w14:textId="1F755DB3" w:rsidR="00B67ADB" w:rsidRPr="00B67ADB" w:rsidRDefault="00B67ADB" w:rsidP="00B67ADB">
      <w:pPr>
        <w:pStyle w:val="SuSMengentext"/>
      </w:pPr>
    </w:p>
    <w:tbl>
      <w:tblPr>
        <w:tblStyle w:val="Tabellenraster"/>
        <w:tblW w:w="0" w:type="auto"/>
        <w:tblLook w:val="04A0" w:firstRow="1" w:lastRow="0" w:firstColumn="1" w:lastColumn="0" w:noHBand="0" w:noVBand="1"/>
      </w:tblPr>
      <w:tblGrid>
        <w:gridCol w:w="1894"/>
        <w:gridCol w:w="3295"/>
        <w:gridCol w:w="2908"/>
      </w:tblGrid>
      <w:tr w:rsidR="00B67ADB" w:rsidRPr="00B67ADB" w14:paraId="4B03B56D" w14:textId="77777777" w:rsidTr="00B67ADB">
        <w:tc>
          <w:tcPr>
            <w:tcW w:w="0" w:type="auto"/>
            <w:hideMark/>
          </w:tcPr>
          <w:p w14:paraId="0B67CF08" w14:textId="77777777" w:rsidR="00B67ADB" w:rsidRPr="00B67ADB" w:rsidRDefault="00B67ADB" w:rsidP="00B67ADB">
            <w:pPr>
              <w:pStyle w:val="SuSTabellenkopf"/>
            </w:pPr>
            <w:r w:rsidRPr="00B67ADB">
              <w:t>Phase</w:t>
            </w:r>
          </w:p>
        </w:tc>
        <w:tc>
          <w:tcPr>
            <w:tcW w:w="3295" w:type="dxa"/>
            <w:hideMark/>
          </w:tcPr>
          <w:p w14:paraId="287E121E" w14:textId="77777777" w:rsidR="00B67ADB" w:rsidRPr="00B67ADB" w:rsidRDefault="00B67ADB" w:rsidP="00B67ADB">
            <w:pPr>
              <w:pStyle w:val="SuSTabellenkopf"/>
            </w:pPr>
            <w:r w:rsidRPr="00B67ADB">
              <w:t>Beschreibung</w:t>
            </w:r>
          </w:p>
        </w:tc>
        <w:tc>
          <w:tcPr>
            <w:tcW w:w="2857" w:type="dxa"/>
            <w:hideMark/>
          </w:tcPr>
          <w:p w14:paraId="0789C2D2" w14:textId="77777777" w:rsidR="00B67ADB" w:rsidRPr="00B67ADB" w:rsidRDefault="00B67ADB" w:rsidP="00B67ADB">
            <w:pPr>
              <w:pStyle w:val="SuSTabellenkopf"/>
            </w:pPr>
            <w:r w:rsidRPr="00B67ADB">
              <w:t>Beispiel</w:t>
            </w:r>
          </w:p>
        </w:tc>
      </w:tr>
      <w:tr w:rsidR="00B67ADB" w:rsidRPr="004E4763" w14:paraId="39D053E9" w14:textId="77777777" w:rsidTr="00B67ADB">
        <w:tc>
          <w:tcPr>
            <w:tcW w:w="0" w:type="auto"/>
            <w:hideMark/>
          </w:tcPr>
          <w:p w14:paraId="6853E6D8" w14:textId="77777777" w:rsidR="00B67ADB" w:rsidRPr="00B67ADB" w:rsidRDefault="00B67ADB" w:rsidP="00B67ADB">
            <w:pPr>
              <w:pStyle w:val="SuSTabellentext"/>
            </w:pPr>
            <w:r w:rsidRPr="00B67ADB">
              <w:t>Erstellung</w:t>
            </w:r>
          </w:p>
        </w:tc>
        <w:tc>
          <w:tcPr>
            <w:tcW w:w="3295" w:type="dxa"/>
            <w:hideMark/>
          </w:tcPr>
          <w:p w14:paraId="75CBDAE9" w14:textId="77777777" w:rsidR="00B67ADB" w:rsidRPr="00B67ADB" w:rsidRDefault="00B67ADB" w:rsidP="00B67ADB">
            <w:pPr>
              <w:pStyle w:val="SuSTabellentext"/>
            </w:pPr>
            <w:r w:rsidRPr="00B67ADB">
              <w:t>Der Actor wird erzeugt, jedoch noch nicht in die Szene eingefügt. Eigenschaften wie Position, Größe und Farbe werden definiert.</w:t>
            </w:r>
          </w:p>
        </w:tc>
        <w:tc>
          <w:tcPr>
            <w:tcW w:w="2857" w:type="dxa"/>
            <w:hideMark/>
          </w:tcPr>
          <w:p w14:paraId="289A12CF" w14:textId="77777777" w:rsidR="00B67ADB" w:rsidRPr="006D0BBF" w:rsidRDefault="00B67ADB" w:rsidP="00B67ADB">
            <w:pPr>
              <w:pStyle w:val="SuSTabellentext"/>
              <w:rPr>
                <w:lang w:val="en-GB"/>
              </w:rPr>
            </w:pPr>
            <w:r w:rsidRPr="006D0BBF">
              <w:rPr>
                <w:lang w:val="en-GB"/>
              </w:rPr>
              <w:t xml:space="preserve">const player = new </w:t>
            </w:r>
            <w:proofErr w:type="gramStart"/>
            <w:r w:rsidRPr="006D0BBF">
              <w:rPr>
                <w:lang w:val="en-GB"/>
              </w:rPr>
              <w:t>Actor(</w:t>
            </w:r>
            <w:proofErr w:type="gramEnd"/>
            <w:r w:rsidRPr="006D0BBF">
              <w:rPr>
                <w:lang w:val="en-GB"/>
              </w:rPr>
              <w:t>{ x: 100, y: 100, width: 50, height: 50, color: Color.Blue });</w:t>
            </w:r>
          </w:p>
        </w:tc>
      </w:tr>
      <w:tr w:rsidR="00B67ADB" w:rsidRPr="00B67ADB" w14:paraId="76CFD7CD" w14:textId="77777777" w:rsidTr="00B67ADB">
        <w:tc>
          <w:tcPr>
            <w:tcW w:w="0" w:type="auto"/>
            <w:hideMark/>
          </w:tcPr>
          <w:p w14:paraId="082FDAC7" w14:textId="77777777" w:rsidR="00B67ADB" w:rsidRPr="00B67ADB" w:rsidRDefault="00B67ADB" w:rsidP="00B67ADB">
            <w:pPr>
              <w:pStyle w:val="SuSTabellentext"/>
            </w:pPr>
            <w:r w:rsidRPr="00B67ADB">
              <w:t>Hinzufügen zur Szene</w:t>
            </w:r>
          </w:p>
        </w:tc>
        <w:tc>
          <w:tcPr>
            <w:tcW w:w="3295" w:type="dxa"/>
            <w:hideMark/>
          </w:tcPr>
          <w:p w14:paraId="2EE8C28F" w14:textId="77777777" w:rsidR="00B67ADB" w:rsidRPr="00B67ADB" w:rsidRDefault="00B67ADB" w:rsidP="00B67ADB">
            <w:pPr>
              <w:pStyle w:val="SuSTabellentext"/>
            </w:pPr>
            <w:r w:rsidRPr="00B67ADB">
              <w:t>Der Actor wird der Spielszene hinzugefügt und beginnt, in der Spielwelt sichtbar und aktiv zu werden.</w:t>
            </w:r>
          </w:p>
        </w:tc>
        <w:tc>
          <w:tcPr>
            <w:tcW w:w="2857" w:type="dxa"/>
            <w:hideMark/>
          </w:tcPr>
          <w:p w14:paraId="327CBF9E" w14:textId="77777777" w:rsidR="00B67ADB" w:rsidRPr="00B67ADB" w:rsidRDefault="00B67ADB" w:rsidP="00B67ADB">
            <w:pPr>
              <w:pStyle w:val="SuSTabellentext"/>
            </w:pPr>
            <w:r w:rsidRPr="00B67ADB">
              <w:t>game.add(player);</w:t>
            </w:r>
          </w:p>
        </w:tc>
      </w:tr>
      <w:tr w:rsidR="00B67ADB" w:rsidRPr="004E4763" w14:paraId="06E220BB" w14:textId="77777777" w:rsidTr="00B67ADB">
        <w:tc>
          <w:tcPr>
            <w:tcW w:w="0" w:type="auto"/>
            <w:hideMark/>
          </w:tcPr>
          <w:p w14:paraId="1E96D7A6" w14:textId="21052BDD" w:rsidR="00B67ADB" w:rsidRPr="00B67ADB" w:rsidRDefault="00B67ADB" w:rsidP="00B67ADB">
            <w:pPr>
              <w:pStyle w:val="SuSTabellentext"/>
            </w:pPr>
            <w:r w:rsidRPr="00B67ADB">
              <w:t>Aktualisieren</w:t>
            </w:r>
          </w:p>
        </w:tc>
        <w:tc>
          <w:tcPr>
            <w:tcW w:w="3295" w:type="dxa"/>
            <w:hideMark/>
          </w:tcPr>
          <w:p w14:paraId="1BDBBEAB" w14:textId="77777777" w:rsidR="00B67ADB" w:rsidRPr="00B67ADB" w:rsidRDefault="00B67ADB" w:rsidP="00B67ADB">
            <w:pPr>
              <w:pStyle w:val="SuSTabellentext"/>
            </w:pPr>
            <w:r w:rsidRPr="00B67ADB">
              <w:t>In jedem Frame wird die update()-Methode des Actors aufgerufen, um Bewegung, Kollisionen und andere Logik zu berechnen.</w:t>
            </w:r>
          </w:p>
        </w:tc>
        <w:tc>
          <w:tcPr>
            <w:tcW w:w="2857" w:type="dxa"/>
            <w:hideMark/>
          </w:tcPr>
          <w:p w14:paraId="582E64E9" w14:textId="77777777" w:rsidR="00B67ADB" w:rsidRPr="006D0BBF" w:rsidRDefault="00B67ADB" w:rsidP="00B67ADB">
            <w:pPr>
              <w:pStyle w:val="SuSTabellentext"/>
              <w:rPr>
                <w:lang w:val="en-GB"/>
              </w:rPr>
            </w:pPr>
            <w:proofErr w:type="gramStart"/>
            <w:r w:rsidRPr="006D0BBF">
              <w:rPr>
                <w:lang w:val="en-GB"/>
              </w:rPr>
              <w:t>player.update</w:t>
            </w:r>
            <w:proofErr w:type="gramEnd"/>
            <w:r w:rsidRPr="006D0BBF">
              <w:rPr>
                <w:lang w:val="en-GB"/>
              </w:rPr>
              <w:t xml:space="preserve"> = (engine, delta) =&gt; { player.pos.x += player.vel.x * delta; };</w:t>
            </w:r>
          </w:p>
        </w:tc>
      </w:tr>
      <w:tr w:rsidR="00B67ADB" w:rsidRPr="00B67ADB" w14:paraId="7D60BA85" w14:textId="77777777" w:rsidTr="00B67ADB">
        <w:tc>
          <w:tcPr>
            <w:tcW w:w="0" w:type="auto"/>
            <w:hideMark/>
          </w:tcPr>
          <w:p w14:paraId="2C0E507F" w14:textId="42751C2F" w:rsidR="00B67ADB" w:rsidRPr="00B67ADB" w:rsidRDefault="00B67ADB" w:rsidP="00B67ADB">
            <w:pPr>
              <w:pStyle w:val="SuSTabellentext"/>
            </w:pPr>
            <w:r w:rsidRPr="00B67ADB">
              <w:t>Rendering</w:t>
            </w:r>
          </w:p>
        </w:tc>
        <w:tc>
          <w:tcPr>
            <w:tcW w:w="3295" w:type="dxa"/>
            <w:hideMark/>
          </w:tcPr>
          <w:p w14:paraId="3C32D235" w14:textId="77777777" w:rsidR="00B67ADB" w:rsidRPr="00B67ADB" w:rsidRDefault="00B67ADB" w:rsidP="00B67ADB">
            <w:pPr>
              <w:pStyle w:val="SuSTabellentext"/>
            </w:pPr>
            <w:r w:rsidRPr="00B67ADB">
              <w:t>Der Actor wird in jedem Frame gerendert, wodurch seine visuelle Darstellung basierend auf Position, Farbe oder Sprites aktualisiert wird.</w:t>
            </w:r>
          </w:p>
        </w:tc>
        <w:tc>
          <w:tcPr>
            <w:tcW w:w="2857" w:type="dxa"/>
            <w:hideMark/>
          </w:tcPr>
          <w:p w14:paraId="04B70C55" w14:textId="77777777" w:rsidR="00B67ADB" w:rsidRPr="00B67ADB" w:rsidRDefault="00B67ADB" w:rsidP="00B67ADB">
            <w:pPr>
              <w:pStyle w:val="SuSTabellentext"/>
            </w:pPr>
            <w:r w:rsidRPr="00B67ADB">
              <w:t>player.graphics.use(playerSprite);</w:t>
            </w:r>
          </w:p>
        </w:tc>
      </w:tr>
      <w:tr w:rsidR="00B67ADB" w:rsidRPr="004E4763" w14:paraId="05EB9F40" w14:textId="77777777" w:rsidTr="00B67ADB">
        <w:tc>
          <w:tcPr>
            <w:tcW w:w="0" w:type="auto"/>
            <w:hideMark/>
          </w:tcPr>
          <w:p w14:paraId="02E06F84" w14:textId="77777777" w:rsidR="00B67ADB" w:rsidRPr="00B67ADB" w:rsidRDefault="00B67ADB" w:rsidP="00B67ADB">
            <w:pPr>
              <w:pStyle w:val="SuSTabellentext"/>
            </w:pPr>
            <w:r w:rsidRPr="00B67ADB">
              <w:t>Kollisionserkennung und -behandlung</w:t>
            </w:r>
          </w:p>
        </w:tc>
        <w:tc>
          <w:tcPr>
            <w:tcW w:w="3295" w:type="dxa"/>
            <w:hideMark/>
          </w:tcPr>
          <w:p w14:paraId="7722BD58" w14:textId="77777777" w:rsidR="00B67ADB" w:rsidRPr="00B67ADB" w:rsidRDefault="00B67ADB" w:rsidP="00B67ADB">
            <w:pPr>
              <w:pStyle w:val="SuSTabellentext"/>
            </w:pPr>
            <w:r w:rsidRPr="00B67ADB">
              <w:t>Der Actor erkennt Kollisionen mit anderen Objekten und reagiert entsprechend. Dies wird während der Update-Phase überprüft und kann angepasst werden.</w:t>
            </w:r>
          </w:p>
        </w:tc>
        <w:tc>
          <w:tcPr>
            <w:tcW w:w="2857" w:type="dxa"/>
            <w:hideMark/>
          </w:tcPr>
          <w:p w14:paraId="0AC6C120" w14:textId="77777777" w:rsidR="00B67ADB" w:rsidRPr="006D0BBF" w:rsidRDefault="00B67ADB" w:rsidP="00B67ADB">
            <w:pPr>
              <w:pStyle w:val="SuSTabellentext"/>
              <w:rPr>
                <w:lang w:val="en-GB"/>
              </w:rPr>
            </w:pPr>
            <w:proofErr w:type="gramStart"/>
            <w:r w:rsidRPr="006D0BBF">
              <w:rPr>
                <w:lang w:val="en-GB"/>
              </w:rPr>
              <w:t>player.on</w:t>
            </w:r>
            <w:proofErr w:type="gramEnd"/>
            <w:r w:rsidRPr="006D0BBF">
              <w:rPr>
                <w:lang w:val="en-GB"/>
              </w:rPr>
              <w:t>("collisionstart", (event) =&gt; { console.log("Collision with: ", event.other); });</w:t>
            </w:r>
          </w:p>
        </w:tc>
      </w:tr>
      <w:tr w:rsidR="00B67ADB" w:rsidRPr="00B67ADB" w14:paraId="58208B92" w14:textId="77777777" w:rsidTr="00B67ADB">
        <w:tc>
          <w:tcPr>
            <w:tcW w:w="0" w:type="auto"/>
            <w:hideMark/>
          </w:tcPr>
          <w:p w14:paraId="3B491DB0" w14:textId="615EBA86" w:rsidR="00B67ADB" w:rsidRPr="00B67ADB" w:rsidRDefault="00B67ADB" w:rsidP="00B67ADB">
            <w:pPr>
              <w:pStyle w:val="SuSTabellentext"/>
            </w:pPr>
            <w:r w:rsidRPr="00B67ADB">
              <w:t>Zerstörung</w:t>
            </w:r>
          </w:p>
        </w:tc>
        <w:tc>
          <w:tcPr>
            <w:tcW w:w="3295" w:type="dxa"/>
            <w:hideMark/>
          </w:tcPr>
          <w:p w14:paraId="7F04AEB1" w14:textId="77777777" w:rsidR="00B67ADB" w:rsidRPr="00B67ADB" w:rsidRDefault="00B67ADB" w:rsidP="00B67ADB">
            <w:pPr>
              <w:pStyle w:val="SuSTabellentext"/>
            </w:pPr>
            <w:r w:rsidRPr="00B67ADB">
              <w:t>Der Actor wird aus der Szene entfernt und nicht mehr aktualisiert oder gerendert. Er bleibt für eine Weile im Speicher, bevor er vollständig entfernt wird.</w:t>
            </w:r>
          </w:p>
        </w:tc>
        <w:tc>
          <w:tcPr>
            <w:tcW w:w="2857" w:type="dxa"/>
            <w:hideMark/>
          </w:tcPr>
          <w:p w14:paraId="71AEC09F" w14:textId="77777777" w:rsidR="00B67ADB" w:rsidRPr="00B67ADB" w:rsidRDefault="00B67ADB" w:rsidP="00B67ADB">
            <w:pPr>
              <w:pStyle w:val="SuSTabellentext"/>
            </w:pPr>
            <w:r w:rsidRPr="00B67ADB">
              <w:t>player.kill();</w:t>
            </w:r>
          </w:p>
        </w:tc>
      </w:tr>
      <w:tr w:rsidR="00B67ADB" w:rsidRPr="00B67ADB" w14:paraId="6DC952F7" w14:textId="77777777" w:rsidTr="00B67ADB">
        <w:tc>
          <w:tcPr>
            <w:tcW w:w="0" w:type="auto"/>
            <w:hideMark/>
          </w:tcPr>
          <w:p w14:paraId="73974AF5" w14:textId="77777777" w:rsidR="00B67ADB" w:rsidRPr="00B67ADB" w:rsidRDefault="00B67ADB" w:rsidP="00B67ADB">
            <w:pPr>
              <w:pStyle w:val="SuSTabellentext"/>
            </w:pPr>
            <w:r w:rsidRPr="00B67ADB">
              <w:t>Recycling</w:t>
            </w:r>
          </w:p>
        </w:tc>
        <w:tc>
          <w:tcPr>
            <w:tcW w:w="3295" w:type="dxa"/>
            <w:hideMark/>
          </w:tcPr>
          <w:p w14:paraId="0E23A0ED" w14:textId="77777777" w:rsidR="00B67ADB" w:rsidRPr="00B67ADB" w:rsidRDefault="00B67ADB" w:rsidP="00B67ADB">
            <w:pPr>
              <w:pStyle w:val="SuSTabellentext"/>
            </w:pPr>
            <w:r w:rsidRPr="00B67ADB">
              <w:t>Anstatt den Actor zu löschen, kann er wiederverwendet werden, indem er aus der Szene entfernt und später wieder hinzugefügt wird.</w:t>
            </w:r>
          </w:p>
        </w:tc>
        <w:tc>
          <w:tcPr>
            <w:tcW w:w="2857" w:type="dxa"/>
            <w:hideMark/>
          </w:tcPr>
          <w:p w14:paraId="07E16AC2" w14:textId="27957AAE" w:rsidR="00B67ADB" w:rsidRPr="00B67ADB" w:rsidRDefault="00B67ADB" w:rsidP="00B67ADB">
            <w:pPr>
              <w:pStyle w:val="SuSTabellentext"/>
            </w:pPr>
            <w:r w:rsidRPr="00B67ADB">
              <w:t>Nach dem Entfernen wird der Actor wieder in der Szene hinzugefügt, anstatt einen neuen zu erstellen.</w:t>
            </w:r>
          </w:p>
        </w:tc>
      </w:tr>
    </w:tbl>
    <w:p w14:paraId="5F80BA4D" w14:textId="2EB175B1" w:rsidR="00B67ADB" w:rsidRPr="00B67ADB" w:rsidRDefault="00B67ADB" w:rsidP="00B67ADB">
      <w:pPr>
        <w:pStyle w:val="SuSBildTabellenunterschrift"/>
      </w:pPr>
      <w:r>
        <w:t xml:space="preserve">Tabelle 1: </w:t>
      </w:r>
      <w:r w:rsidRPr="00B67ADB">
        <w:t>Überblick über die Lebensphasen eines Actors in Excalibur.js</w:t>
      </w:r>
      <w:r>
        <w:t>.</w:t>
      </w:r>
    </w:p>
    <w:p w14:paraId="6EB33C90" w14:textId="77777777" w:rsidR="00554B95" w:rsidRPr="004F0DF1" w:rsidRDefault="00554B95" w:rsidP="00554B95">
      <w:pPr>
        <w:pStyle w:val="SuSAbsatzheadline"/>
      </w:pPr>
      <w:r w:rsidRPr="004F0DF1">
        <w:t>Scenes</w:t>
      </w:r>
    </w:p>
    <w:p w14:paraId="4452BC16" w14:textId="51F980AB" w:rsidR="004F0DF1" w:rsidRPr="004F0DF1" w:rsidRDefault="004F0DF1" w:rsidP="004F0DF1">
      <w:pPr>
        <w:pStyle w:val="SuSMengentext"/>
      </w:pPr>
      <w:r>
        <w:t xml:space="preserve">In Excalibur.js sind </w:t>
      </w:r>
      <w:r w:rsidRPr="004F0DF1">
        <w:rPr>
          <w:i/>
          <w:iCs/>
        </w:rPr>
        <w:t>Scenes</w:t>
      </w:r>
      <w:r>
        <w:t xml:space="preserve"> zentrale Bausteine, die das Konzept der Organisation und Trennung von verschiedenen Spielabschnitten oder Leveln ermöglichen. Eine Szene ist ein in sich geschlossener Bereich der Spielwelt, in dem Akteure, Grafiken, Kollisionen und Spiellogik spezifisch für diesen Abschnitt oder Level verwaltet werden. Szenen helfen Entwickler</w:t>
      </w:r>
      <w:r w:rsidR="00001F97">
        <w:t>:innen</w:t>
      </w:r>
      <w:r>
        <w:t xml:space="preserve"> dabei, </w:t>
      </w:r>
      <w:r>
        <w:lastRenderedPageBreak/>
        <w:t xml:space="preserve">Spielinhalte </w:t>
      </w:r>
      <w:r w:rsidRPr="004F0DF1">
        <w:t xml:space="preserve">logisch zu trennen und zu strukturieren, beispielsweise verschiedene Levels, Menüs oder Zwischensequenzen. Kommen wir zu den Details: </w:t>
      </w:r>
    </w:p>
    <w:p w14:paraId="5D65F7D6" w14:textId="60B47F5B" w:rsidR="004F0DF1" w:rsidRPr="0028375D" w:rsidRDefault="004F0DF1" w:rsidP="004F0DF1">
      <w:pPr>
        <w:pStyle w:val="SuSAufzaehlunggegliedert"/>
      </w:pPr>
      <w:r w:rsidRPr="004F0DF1">
        <w:rPr>
          <w:i/>
          <w:iCs/>
        </w:rPr>
        <w:t>Was ist eine Szene (Scene</w:t>
      </w:r>
      <w:r w:rsidRPr="00001F97">
        <w:rPr>
          <w:i/>
          <w:iCs/>
        </w:rPr>
        <w:t>)</w:t>
      </w:r>
      <w:r w:rsidRPr="004F0DF1">
        <w:rPr>
          <w:i/>
          <w:iCs/>
        </w:rPr>
        <w:t>?</w:t>
      </w:r>
      <w:r w:rsidRPr="004F0DF1">
        <w:t xml:space="preserve"> Eine Szene ist eine Instanz der Klasse </w:t>
      </w:r>
      <w:r w:rsidRPr="004F0DF1">
        <w:rPr>
          <w:i/>
          <w:iCs/>
        </w:rPr>
        <w:t>`Scene</w:t>
      </w:r>
      <w:r w:rsidRPr="004F0DF1">
        <w:t xml:space="preserve">` </w:t>
      </w:r>
      <w:r w:rsidRPr="004F0DF1">
        <w:rPr>
          <w:i/>
          <w:iCs/>
        </w:rPr>
        <w:t>in Excalibur.js</w:t>
      </w:r>
      <w:r w:rsidRPr="004F0DF1">
        <w:t xml:space="preserve">. Sie besteht aus einer eigenen Sammlung von </w:t>
      </w:r>
      <w:r w:rsidRPr="004F0DF1">
        <w:rPr>
          <w:i/>
          <w:iCs/>
        </w:rPr>
        <w:t>Actors</w:t>
      </w:r>
      <w:r w:rsidRPr="004F0DF1">
        <w:t xml:space="preserve">, </w:t>
      </w:r>
      <w:r w:rsidRPr="004F0DF1">
        <w:rPr>
          <w:i/>
          <w:iCs/>
        </w:rPr>
        <w:t>UI-Elementen</w:t>
      </w:r>
      <w:r w:rsidRPr="004F0DF1">
        <w:t xml:space="preserve"> und </w:t>
      </w:r>
      <w:r w:rsidRPr="004F0DF1">
        <w:rPr>
          <w:i/>
          <w:iCs/>
        </w:rPr>
        <w:t>Spiel-Logik</w:t>
      </w:r>
      <w:r w:rsidRPr="004F0DF1">
        <w:t xml:space="preserve">, die in einem bestimmten Teil des Spiels aktiv ist. Jede Szene enthält eine eigene Spielwelt und wird isoliert von anderen Szenen verwaltet. Typische Anwendungsfälle sind: verschiedene Level eines Spiels, ein Hauptmenü, ein </w:t>
      </w:r>
      <w:r w:rsidRPr="0028375D">
        <w:t>Pausenmenü</w:t>
      </w:r>
      <w:r w:rsidR="000F37AE">
        <w:t xml:space="preserve">, </w:t>
      </w:r>
      <w:r w:rsidRPr="0028375D">
        <w:t>Optionenbildschirm oder Zwischensequenzen, beispielsweise ein Intro oder Endsequenz.</w:t>
      </w:r>
    </w:p>
    <w:p w14:paraId="03463DA4" w14:textId="226F9958" w:rsidR="004F0DF1" w:rsidRPr="0028375D" w:rsidRDefault="004F0DF1" w:rsidP="0028375D">
      <w:pPr>
        <w:pStyle w:val="SuSAufzaehlunggegliedert"/>
      </w:pPr>
      <w:r w:rsidRPr="0028375D">
        <w:rPr>
          <w:i/>
          <w:iCs/>
        </w:rPr>
        <w:t>Lebenszyklus einer Szene</w:t>
      </w:r>
      <w:r w:rsidRPr="0028375D">
        <w:t>: Szenen können in verschiedenen Phasen aktiv sein</w:t>
      </w:r>
      <w:r w:rsidR="0028375D" w:rsidRPr="0028375D">
        <w:t xml:space="preserve">. Das sind die Phasen </w:t>
      </w:r>
      <w:r w:rsidRPr="00943081">
        <w:rPr>
          <w:i/>
        </w:rPr>
        <w:t>Initialisierung</w:t>
      </w:r>
      <w:r w:rsidR="0028375D" w:rsidRPr="001B5AB7">
        <w:t xml:space="preserve">, </w:t>
      </w:r>
      <w:r w:rsidRPr="00943081">
        <w:rPr>
          <w:i/>
        </w:rPr>
        <w:t>Aktivierung</w:t>
      </w:r>
      <w:r w:rsidR="0028375D" w:rsidRPr="001B5AB7">
        <w:t xml:space="preserve">, </w:t>
      </w:r>
      <w:r w:rsidRPr="00943081">
        <w:rPr>
          <w:i/>
        </w:rPr>
        <w:t>Aktualisierung</w:t>
      </w:r>
      <w:r w:rsidR="0028375D" w:rsidRPr="001B5AB7">
        <w:t xml:space="preserve">, </w:t>
      </w:r>
      <w:r w:rsidR="0028375D" w:rsidRPr="00943081">
        <w:rPr>
          <w:i/>
        </w:rPr>
        <w:t>Rendering</w:t>
      </w:r>
      <w:r w:rsidR="0028375D" w:rsidRPr="001B5AB7">
        <w:t xml:space="preserve">, </w:t>
      </w:r>
      <w:r w:rsidRPr="00943081">
        <w:rPr>
          <w:i/>
        </w:rPr>
        <w:t>Deaktivierung</w:t>
      </w:r>
      <w:r w:rsidR="0028375D" w:rsidRPr="001B5AB7">
        <w:t xml:space="preserve"> und </w:t>
      </w:r>
      <w:r w:rsidR="0028375D" w:rsidRPr="00943081">
        <w:rPr>
          <w:i/>
        </w:rPr>
        <w:t>Zerstörung</w:t>
      </w:r>
      <w:r w:rsidR="0028375D" w:rsidRPr="001B5AB7">
        <w:t xml:space="preserve"> (</w:t>
      </w:r>
      <w:r w:rsidR="0028375D" w:rsidRPr="001B5AB7">
        <w:rPr>
          <w:i/>
          <w:iCs/>
          <w:color w:val="FF0000"/>
        </w:rPr>
        <w:t>Tabelle 2</w:t>
      </w:r>
      <w:r w:rsidR="00FB2D9C" w:rsidRPr="001B5AB7">
        <w:rPr>
          <w:i/>
          <w:iCs/>
          <w:color w:val="FF0000"/>
        </w:rPr>
        <w:t>, Abbildung 3</w:t>
      </w:r>
      <w:r w:rsidR="0028375D" w:rsidRPr="001B5AB7">
        <w:t>)</w:t>
      </w:r>
      <w:r w:rsidR="0028375D">
        <w:t>.</w:t>
      </w:r>
    </w:p>
    <w:p w14:paraId="63C44906" w14:textId="6EE6F2F0" w:rsidR="0028375D" w:rsidRPr="0028375D" w:rsidRDefault="0028375D" w:rsidP="0028375D">
      <w:pPr>
        <w:pStyle w:val="SuSMengentext"/>
        <w:rPr>
          <w:color w:val="FF0000"/>
        </w:rPr>
      </w:pPr>
    </w:p>
    <w:tbl>
      <w:tblPr>
        <w:tblStyle w:val="Tabellenraster"/>
        <w:tblW w:w="0" w:type="auto"/>
        <w:tblLayout w:type="fixed"/>
        <w:tblLook w:val="04A0" w:firstRow="1" w:lastRow="0" w:firstColumn="1" w:lastColumn="0" w:noHBand="0" w:noVBand="1"/>
      </w:tblPr>
      <w:tblGrid>
        <w:gridCol w:w="1347"/>
        <w:gridCol w:w="4318"/>
        <w:gridCol w:w="2432"/>
      </w:tblGrid>
      <w:tr w:rsidR="001B38A8" w:rsidRPr="001B38A8" w14:paraId="1621EA6A" w14:textId="77777777" w:rsidTr="00943081">
        <w:tc>
          <w:tcPr>
            <w:tcW w:w="1347" w:type="dxa"/>
            <w:hideMark/>
          </w:tcPr>
          <w:p w14:paraId="2D014646" w14:textId="77777777" w:rsidR="0028375D" w:rsidRPr="001B38A8" w:rsidRDefault="0028375D" w:rsidP="0028375D">
            <w:pPr>
              <w:pStyle w:val="SuSTabellenkopf"/>
            </w:pPr>
            <w:r w:rsidRPr="001B38A8">
              <w:t>Phase</w:t>
            </w:r>
          </w:p>
          <w:p w14:paraId="7C325BDE" w14:textId="77777777" w:rsidR="00352721" w:rsidRPr="001B38A8" w:rsidRDefault="00352721" w:rsidP="00352721">
            <w:pPr>
              <w:pStyle w:val="SuSTabellentext"/>
            </w:pPr>
          </w:p>
        </w:tc>
        <w:tc>
          <w:tcPr>
            <w:tcW w:w="4318" w:type="dxa"/>
            <w:hideMark/>
          </w:tcPr>
          <w:p w14:paraId="32FB5B0C" w14:textId="77777777" w:rsidR="0028375D" w:rsidRPr="001B38A8" w:rsidRDefault="0028375D" w:rsidP="0028375D">
            <w:pPr>
              <w:pStyle w:val="SuSTabellenkopf"/>
            </w:pPr>
            <w:r w:rsidRPr="001B38A8">
              <w:t>Beschreibung</w:t>
            </w:r>
          </w:p>
        </w:tc>
        <w:tc>
          <w:tcPr>
            <w:tcW w:w="2432" w:type="dxa"/>
            <w:hideMark/>
          </w:tcPr>
          <w:p w14:paraId="6FE09786" w14:textId="77777777" w:rsidR="0028375D" w:rsidRPr="001B38A8" w:rsidRDefault="0028375D" w:rsidP="0028375D">
            <w:pPr>
              <w:pStyle w:val="SuSTabellenkopf"/>
            </w:pPr>
            <w:r w:rsidRPr="001B38A8">
              <w:t>Beispiel</w:t>
            </w:r>
          </w:p>
        </w:tc>
      </w:tr>
      <w:tr w:rsidR="001B38A8" w:rsidRPr="004E4763" w14:paraId="19884AAD" w14:textId="77777777" w:rsidTr="00943081">
        <w:tc>
          <w:tcPr>
            <w:tcW w:w="1347" w:type="dxa"/>
            <w:hideMark/>
          </w:tcPr>
          <w:p w14:paraId="2E2AAC5E" w14:textId="77777777" w:rsidR="0028375D" w:rsidRPr="001B38A8" w:rsidRDefault="0028375D" w:rsidP="0028375D">
            <w:pPr>
              <w:pStyle w:val="SuSTabellentext"/>
            </w:pPr>
            <w:r w:rsidRPr="001B38A8">
              <w:t>Initialisierung</w:t>
            </w:r>
          </w:p>
        </w:tc>
        <w:tc>
          <w:tcPr>
            <w:tcW w:w="4318" w:type="dxa"/>
            <w:hideMark/>
          </w:tcPr>
          <w:p w14:paraId="36234D0B" w14:textId="77777777" w:rsidR="0028375D" w:rsidRPr="001B38A8" w:rsidRDefault="0028375D" w:rsidP="0028375D">
            <w:pPr>
              <w:pStyle w:val="SuSTabellentext"/>
            </w:pPr>
            <w:r w:rsidRPr="001B38A8">
              <w:t>Die Szene wird erstellt und vorbereitet, aber noch nicht aktiviert. Hier werden die grundlegenden Objekte und Actor-Elemente definiert.</w:t>
            </w:r>
          </w:p>
        </w:tc>
        <w:tc>
          <w:tcPr>
            <w:tcW w:w="2432" w:type="dxa"/>
            <w:hideMark/>
          </w:tcPr>
          <w:p w14:paraId="034F6FFF" w14:textId="4910A197" w:rsidR="0028375D" w:rsidRPr="006D0BBF" w:rsidRDefault="0028375D" w:rsidP="0028375D">
            <w:pPr>
              <w:pStyle w:val="SuSTabellentext"/>
              <w:rPr>
                <w:lang w:val="en-GB"/>
              </w:rPr>
            </w:pPr>
            <w:r w:rsidRPr="006D0BBF">
              <w:rPr>
                <w:lang w:val="en-GB"/>
              </w:rPr>
              <w:t xml:space="preserve">const levelOne = new </w:t>
            </w:r>
            <w:proofErr w:type="gramStart"/>
            <w:r w:rsidRPr="006D0BBF">
              <w:rPr>
                <w:lang w:val="en-GB"/>
              </w:rPr>
              <w:t>Scene(</w:t>
            </w:r>
            <w:proofErr w:type="gramEnd"/>
            <w:r w:rsidRPr="006D0BBF">
              <w:rPr>
                <w:lang w:val="en-GB"/>
              </w:rPr>
              <w:t>);</w:t>
            </w:r>
          </w:p>
        </w:tc>
      </w:tr>
      <w:tr w:rsidR="001B38A8" w:rsidRPr="004E4763" w14:paraId="216E2099" w14:textId="77777777" w:rsidTr="00943081">
        <w:tc>
          <w:tcPr>
            <w:tcW w:w="1347" w:type="dxa"/>
            <w:hideMark/>
          </w:tcPr>
          <w:p w14:paraId="1CA59BCE" w14:textId="77777777" w:rsidR="0028375D" w:rsidRPr="001B38A8" w:rsidRDefault="0028375D" w:rsidP="0028375D">
            <w:pPr>
              <w:pStyle w:val="SuSTabellentext"/>
            </w:pPr>
            <w:r w:rsidRPr="001B38A8">
              <w:t>Hinzufügen zur Engine</w:t>
            </w:r>
          </w:p>
        </w:tc>
        <w:tc>
          <w:tcPr>
            <w:tcW w:w="4318" w:type="dxa"/>
            <w:hideMark/>
          </w:tcPr>
          <w:p w14:paraId="1856E6DC" w14:textId="77777777" w:rsidR="0028375D" w:rsidRPr="001B38A8" w:rsidRDefault="0028375D" w:rsidP="0028375D">
            <w:pPr>
              <w:pStyle w:val="SuSTabellentext"/>
            </w:pPr>
            <w:r w:rsidRPr="001B38A8">
              <w:t>Die Szene wird zur Engine hinzugefügt, damit sie später aktiviert und verwendet werden kann.</w:t>
            </w:r>
          </w:p>
        </w:tc>
        <w:tc>
          <w:tcPr>
            <w:tcW w:w="2432" w:type="dxa"/>
            <w:hideMark/>
          </w:tcPr>
          <w:p w14:paraId="58E3422A" w14:textId="1E140988" w:rsidR="0028375D" w:rsidRPr="006D0BBF" w:rsidRDefault="0028375D" w:rsidP="0028375D">
            <w:pPr>
              <w:pStyle w:val="SuSTabellentext"/>
              <w:rPr>
                <w:lang w:val="en-GB"/>
              </w:rPr>
            </w:pPr>
            <w:proofErr w:type="gramStart"/>
            <w:r w:rsidRPr="006D0BBF">
              <w:rPr>
                <w:lang w:val="en-GB"/>
              </w:rPr>
              <w:t>game.add(</w:t>
            </w:r>
            <w:proofErr w:type="gramEnd"/>
            <w:r w:rsidRPr="006D0BBF">
              <w:rPr>
                <w:lang w:val="en-GB"/>
              </w:rPr>
              <w:t>"levelOne", levelOne);</w:t>
            </w:r>
          </w:p>
        </w:tc>
      </w:tr>
      <w:tr w:rsidR="001B38A8" w:rsidRPr="001B38A8" w14:paraId="05EF947E" w14:textId="77777777" w:rsidTr="00943081">
        <w:tc>
          <w:tcPr>
            <w:tcW w:w="1347" w:type="dxa"/>
            <w:hideMark/>
          </w:tcPr>
          <w:p w14:paraId="18E5512C" w14:textId="77777777" w:rsidR="0028375D" w:rsidRPr="001B38A8" w:rsidRDefault="0028375D" w:rsidP="0028375D">
            <w:pPr>
              <w:pStyle w:val="SuSTabellentext"/>
            </w:pPr>
            <w:r w:rsidRPr="001B38A8">
              <w:t>Aktivierung</w:t>
            </w:r>
          </w:p>
        </w:tc>
        <w:tc>
          <w:tcPr>
            <w:tcW w:w="4318" w:type="dxa"/>
            <w:hideMark/>
          </w:tcPr>
          <w:p w14:paraId="3067B251" w14:textId="77777777" w:rsidR="0028375D" w:rsidRPr="001B38A8" w:rsidRDefault="0028375D" w:rsidP="0028375D">
            <w:pPr>
              <w:pStyle w:val="SuSTabellentext"/>
            </w:pPr>
            <w:r w:rsidRPr="001B38A8">
              <w:t xml:space="preserve">Die Szene wird durch </w:t>
            </w:r>
            <w:r w:rsidRPr="00943081">
              <w:rPr>
                <w:i/>
                <w:iCs/>
              </w:rPr>
              <w:t>goToScene()</w:t>
            </w:r>
            <w:r w:rsidRPr="001B38A8">
              <w:t xml:space="preserve"> aktiviert. Dies macht die Szene zur aktiven Spielszene, die gerendert und aktualisiert wird.</w:t>
            </w:r>
          </w:p>
        </w:tc>
        <w:tc>
          <w:tcPr>
            <w:tcW w:w="2432" w:type="dxa"/>
            <w:hideMark/>
          </w:tcPr>
          <w:p w14:paraId="1530A326" w14:textId="01BE5A8F" w:rsidR="0028375D" w:rsidRPr="001B38A8" w:rsidRDefault="0028375D" w:rsidP="0028375D">
            <w:pPr>
              <w:pStyle w:val="SuSTabellentext"/>
            </w:pPr>
            <w:r w:rsidRPr="001B38A8">
              <w:t>game.goToScene("levelOne");</w:t>
            </w:r>
          </w:p>
        </w:tc>
      </w:tr>
      <w:tr w:rsidR="001B38A8" w:rsidRPr="004E4763" w14:paraId="1C7C5F1B" w14:textId="77777777" w:rsidTr="00943081">
        <w:tc>
          <w:tcPr>
            <w:tcW w:w="1347" w:type="dxa"/>
            <w:hideMark/>
          </w:tcPr>
          <w:p w14:paraId="53205547" w14:textId="77777777" w:rsidR="0028375D" w:rsidRPr="001B38A8" w:rsidRDefault="0028375D" w:rsidP="0028375D">
            <w:pPr>
              <w:pStyle w:val="SuSTabellentext"/>
            </w:pPr>
            <w:r w:rsidRPr="001B38A8">
              <w:t>Aktualisierung</w:t>
            </w:r>
          </w:p>
        </w:tc>
        <w:tc>
          <w:tcPr>
            <w:tcW w:w="4318" w:type="dxa"/>
            <w:hideMark/>
          </w:tcPr>
          <w:p w14:paraId="1A7464C7" w14:textId="77777777" w:rsidR="0028375D" w:rsidRPr="001B38A8" w:rsidRDefault="0028375D" w:rsidP="0028375D">
            <w:pPr>
              <w:pStyle w:val="SuSTabellentext"/>
            </w:pPr>
            <w:r w:rsidRPr="001B38A8">
              <w:t xml:space="preserve">Die </w:t>
            </w:r>
            <w:r w:rsidRPr="001B38A8">
              <w:rPr>
                <w:i/>
                <w:iCs/>
              </w:rPr>
              <w:t>update()-</w:t>
            </w:r>
            <w:r w:rsidRPr="001B38A8">
              <w:t>Methode der Szene wird in jedem Frame aufgerufen, um die Spiel-Logik, die Bewegung der Actors und die Kollisionen zu verwalten.</w:t>
            </w:r>
          </w:p>
        </w:tc>
        <w:tc>
          <w:tcPr>
            <w:tcW w:w="2432" w:type="dxa"/>
            <w:hideMark/>
          </w:tcPr>
          <w:p w14:paraId="7E4AF3EA" w14:textId="7EA4E39B" w:rsidR="0028375D" w:rsidRPr="006D0BBF" w:rsidRDefault="0028375D" w:rsidP="0028375D">
            <w:pPr>
              <w:pStyle w:val="SuSTabellentext"/>
              <w:rPr>
                <w:lang w:val="en-GB"/>
              </w:rPr>
            </w:pPr>
            <w:proofErr w:type="gramStart"/>
            <w:r w:rsidRPr="006D0BBF">
              <w:rPr>
                <w:lang w:val="en-GB"/>
              </w:rPr>
              <w:t>scene.update</w:t>
            </w:r>
            <w:proofErr w:type="gramEnd"/>
            <w:r w:rsidRPr="006D0BBF">
              <w:rPr>
                <w:lang w:val="en-GB"/>
              </w:rPr>
              <w:t>(engine, delta);</w:t>
            </w:r>
          </w:p>
        </w:tc>
      </w:tr>
      <w:tr w:rsidR="001B38A8" w:rsidRPr="004E4763" w14:paraId="002FC2F1" w14:textId="77777777" w:rsidTr="00943081">
        <w:tc>
          <w:tcPr>
            <w:tcW w:w="1347" w:type="dxa"/>
            <w:hideMark/>
          </w:tcPr>
          <w:p w14:paraId="6A595577" w14:textId="77777777" w:rsidR="0028375D" w:rsidRPr="001B38A8" w:rsidRDefault="0028375D" w:rsidP="0028375D">
            <w:pPr>
              <w:pStyle w:val="SuSTabellentext"/>
            </w:pPr>
            <w:r w:rsidRPr="001B38A8">
              <w:t>Rendering</w:t>
            </w:r>
          </w:p>
        </w:tc>
        <w:tc>
          <w:tcPr>
            <w:tcW w:w="4318" w:type="dxa"/>
            <w:hideMark/>
          </w:tcPr>
          <w:p w14:paraId="00309B17" w14:textId="77777777" w:rsidR="0028375D" w:rsidRPr="001B38A8" w:rsidRDefault="0028375D" w:rsidP="0028375D">
            <w:pPr>
              <w:pStyle w:val="SuSTabellentext"/>
            </w:pPr>
            <w:r w:rsidRPr="001B38A8">
              <w:t>Die Szene rendert ihre Actors und Grafikelemente auf den Bildschirm. Nur die aktuelle Szene wird in jedem Frame gerendert.</w:t>
            </w:r>
          </w:p>
        </w:tc>
        <w:tc>
          <w:tcPr>
            <w:tcW w:w="2432" w:type="dxa"/>
            <w:hideMark/>
          </w:tcPr>
          <w:p w14:paraId="63BA6133" w14:textId="16BCB257" w:rsidR="0028375D" w:rsidRPr="006D0BBF" w:rsidRDefault="0028375D" w:rsidP="0028375D">
            <w:pPr>
              <w:pStyle w:val="SuSTabellentext"/>
              <w:rPr>
                <w:lang w:val="en-GB"/>
              </w:rPr>
            </w:pPr>
            <w:proofErr w:type="gramStart"/>
            <w:r w:rsidRPr="006D0BBF">
              <w:rPr>
                <w:lang w:val="en-GB"/>
              </w:rPr>
              <w:t>scene.draw</w:t>
            </w:r>
            <w:proofErr w:type="gramEnd"/>
            <w:r w:rsidRPr="006D0BBF">
              <w:rPr>
                <w:lang w:val="en-GB"/>
              </w:rPr>
              <w:t>(ctx, delta);</w:t>
            </w:r>
          </w:p>
        </w:tc>
      </w:tr>
      <w:tr w:rsidR="001B38A8" w:rsidRPr="004E4763" w14:paraId="7F481ECE" w14:textId="77777777" w:rsidTr="00943081">
        <w:tc>
          <w:tcPr>
            <w:tcW w:w="1347" w:type="dxa"/>
            <w:hideMark/>
          </w:tcPr>
          <w:p w14:paraId="43563825" w14:textId="77777777" w:rsidR="0028375D" w:rsidRPr="001B38A8" w:rsidRDefault="0028375D" w:rsidP="0028375D">
            <w:pPr>
              <w:pStyle w:val="SuSTabellentext"/>
            </w:pPr>
            <w:r w:rsidRPr="001B38A8">
              <w:t>Deaktivierung</w:t>
            </w:r>
          </w:p>
        </w:tc>
        <w:tc>
          <w:tcPr>
            <w:tcW w:w="4318" w:type="dxa"/>
            <w:hideMark/>
          </w:tcPr>
          <w:p w14:paraId="5DB4BDCE" w14:textId="77777777" w:rsidR="0028375D" w:rsidRPr="001B38A8" w:rsidRDefault="0028375D" w:rsidP="0028375D">
            <w:pPr>
              <w:pStyle w:val="SuSTabellentext"/>
            </w:pPr>
            <w:r w:rsidRPr="001B38A8">
              <w:t>Wenn eine andere Szene aktiviert wird, wird die aktuelle Szene deaktiviert und pausiert. Sie bleibt jedoch im Speicher erhalten.</w:t>
            </w:r>
          </w:p>
        </w:tc>
        <w:tc>
          <w:tcPr>
            <w:tcW w:w="2432" w:type="dxa"/>
            <w:hideMark/>
          </w:tcPr>
          <w:p w14:paraId="79E2724E" w14:textId="601275EA" w:rsidR="0028375D" w:rsidRPr="006D0BBF" w:rsidRDefault="0028375D" w:rsidP="0028375D">
            <w:pPr>
              <w:pStyle w:val="SuSTabellentext"/>
              <w:rPr>
                <w:lang w:val="en-GB"/>
              </w:rPr>
            </w:pPr>
            <w:proofErr w:type="gramStart"/>
            <w:r w:rsidRPr="006D0BBF">
              <w:rPr>
                <w:lang w:val="en-GB"/>
              </w:rPr>
              <w:t>game.goToScene</w:t>
            </w:r>
            <w:proofErr w:type="gramEnd"/>
            <w:r w:rsidRPr="006D0BBF">
              <w:rPr>
                <w:lang w:val="en-GB"/>
              </w:rPr>
              <w:t>("mainMenu"); // Deaktiviert levelOne</w:t>
            </w:r>
          </w:p>
        </w:tc>
      </w:tr>
      <w:tr w:rsidR="001B38A8" w:rsidRPr="001B38A8" w14:paraId="7B35DD48" w14:textId="77777777" w:rsidTr="00943081">
        <w:tc>
          <w:tcPr>
            <w:tcW w:w="1347" w:type="dxa"/>
            <w:hideMark/>
          </w:tcPr>
          <w:p w14:paraId="0CD2CA70" w14:textId="77777777" w:rsidR="0028375D" w:rsidRPr="001B38A8" w:rsidRDefault="0028375D" w:rsidP="0028375D">
            <w:pPr>
              <w:pStyle w:val="SuSTabellentext"/>
            </w:pPr>
            <w:r w:rsidRPr="001B38A8">
              <w:t>Zerstörung oder Entfernung</w:t>
            </w:r>
          </w:p>
        </w:tc>
        <w:tc>
          <w:tcPr>
            <w:tcW w:w="4318" w:type="dxa"/>
            <w:hideMark/>
          </w:tcPr>
          <w:p w14:paraId="0DACD912" w14:textId="77777777" w:rsidR="0028375D" w:rsidRPr="001B38A8" w:rsidRDefault="0028375D" w:rsidP="0028375D">
            <w:pPr>
              <w:pStyle w:val="SuSTabellentext"/>
            </w:pPr>
            <w:r w:rsidRPr="001B38A8">
              <w:t>Eine Szene kann aus der Engine entfernt werden, wenn sie nicht mehr benötigt wird.</w:t>
            </w:r>
          </w:p>
        </w:tc>
        <w:tc>
          <w:tcPr>
            <w:tcW w:w="2432" w:type="dxa"/>
            <w:hideMark/>
          </w:tcPr>
          <w:p w14:paraId="3B104BB9" w14:textId="3F4288B2" w:rsidR="0028375D" w:rsidRPr="001B38A8" w:rsidRDefault="0028375D" w:rsidP="0028375D">
            <w:pPr>
              <w:pStyle w:val="SuSTabellentext"/>
            </w:pPr>
            <w:r w:rsidRPr="001B38A8">
              <w:t>game.remove("levelOne");</w:t>
            </w:r>
          </w:p>
        </w:tc>
      </w:tr>
    </w:tbl>
    <w:p w14:paraId="5C7714A2" w14:textId="76BBCE62" w:rsidR="0028375D" w:rsidRPr="001B38A8" w:rsidRDefault="001B38A8" w:rsidP="001B38A8">
      <w:pPr>
        <w:pStyle w:val="SuSBildTabellenunterschrift"/>
      </w:pPr>
      <w:r w:rsidRPr="001B38A8">
        <w:t xml:space="preserve">Tabelle 2: </w:t>
      </w:r>
      <w:r w:rsidR="0028375D" w:rsidRPr="001B38A8">
        <w:t>Phasen, die eine Szene im Laufe ihrer Lebensdauer in Excalibur.js durchläuf</w:t>
      </w:r>
      <w:r w:rsidRPr="001B38A8">
        <w:t>t.</w:t>
      </w:r>
    </w:p>
    <w:p w14:paraId="3B46C702" w14:textId="77777777" w:rsidR="0028375D" w:rsidRDefault="0028375D" w:rsidP="004F0DF1">
      <w:pPr>
        <w:pStyle w:val="SuSMengentext"/>
        <w:rPr>
          <w:color w:val="FF0000"/>
        </w:rPr>
      </w:pPr>
    </w:p>
    <w:p w14:paraId="2E70456F" w14:textId="4E9B832C" w:rsidR="004D796A" w:rsidRDefault="004D796A" w:rsidP="004D796A">
      <w:pPr>
        <w:pStyle w:val="SuSBilddateiname"/>
      </w:pPr>
      <w:r>
        <w:t>Abbildung_3.png</w:t>
      </w:r>
    </w:p>
    <w:p w14:paraId="242478EF" w14:textId="1F6D9330" w:rsidR="004D796A" w:rsidRPr="00A42826" w:rsidRDefault="004D796A" w:rsidP="004D796A">
      <w:pPr>
        <w:pStyle w:val="SuSBildTabellenunterschrift"/>
      </w:pPr>
      <w:r>
        <w:t xml:space="preserve">Abbildung 3: </w:t>
      </w:r>
      <w:r w:rsidR="00091CA0">
        <w:t>Scene</w:t>
      </w:r>
      <w:r w:rsidRPr="00A42826">
        <w:t xml:space="preserve"> Life Cycle </w:t>
      </w:r>
      <w:r>
        <w:t>[2].</w:t>
      </w:r>
    </w:p>
    <w:p w14:paraId="38164A2A" w14:textId="77777777" w:rsidR="004D796A" w:rsidRDefault="004D796A" w:rsidP="004D796A">
      <w:pPr>
        <w:pStyle w:val="SuSMengentext"/>
        <w:ind w:firstLine="0"/>
      </w:pPr>
    </w:p>
    <w:p w14:paraId="349514CD" w14:textId="12AB5C55" w:rsidR="003B72C2" w:rsidRDefault="001B38A8" w:rsidP="003B72C2">
      <w:pPr>
        <w:pStyle w:val="SuSMengentext"/>
      </w:pPr>
      <w:r w:rsidRPr="001B38A8">
        <w:t xml:space="preserve">Sehen wir uns das an einem Beispiel an. </w:t>
      </w:r>
      <w:r w:rsidR="004F0DF1" w:rsidRPr="001B38A8">
        <w:t xml:space="preserve">Szenen sind ideal, um ein </w:t>
      </w:r>
      <w:r w:rsidR="004F0DF1" w:rsidRPr="001B38A8">
        <w:rPr>
          <w:i/>
          <w:iCs/>
        </w:rPr>
        <w:t>Hauptmenü</w:t>
      </w:r>
      <w:r w:rsidR="004F0DF1" w:rsidRPr="001B38A8">
        <w:t xml:space="preserve"> oder </w:t>
      </w:r>
      <w:r w:rsidR="004F0DF1" w:rsidRPr="001B38A8">
        <w:rPr>
          <w:i/>
          <w:iCs/>
        </w:rPr>
        <w:t>Level</w:t>
      </w:r>
      <w:r w:rsidR="004F0DF1" w:rsidRPr="001B38A8">
        <w:t>-</w:t>
      </w:r>
      <w:r w:rsidR="004F0DF1" w:rsidRPr="001B38A8">
        <w:rPr>
          <w:i/>
          <w:iCs/>
        </w:rPr>
        <w:t>Übergänge</w:t>
      </w:r>
      <w:r w:rsidR="004F0DF1" w:rsidRPr="001B38A8">
        <w:t xml:space="preserve"> zu erstellen. Sie können eine Szene für das Hauptmenü definieren und bei der Auswahl eines Levels zur entsprechenden Levelszene wechseln.</w:t>
      </w:r>
      <w:r>
        <w:t xml:space="preserve"> Der Quellcode könnte dafür wie folgt aussehen:</w:t>
      </w:r>
      <w:r w:rsidR="004F0DF1" w:rsidRPr="004F0DF1">
        <w:rPr>
          <w:color w:val="FF0000"/>
        </w:rPr>
        <w:t xml:space="preserve"> </w:t>
      </w:r>
    </w:p>
    <w:p w14:paraId="78BBC1E2" w14:textId="40E18838" w:rsidR="003B72C2" w:rsidRPr="006D0BBF" w:rsidRDefault="003B72C2" w:rsidP="00943081">
      <w:pPr>
        <w:pStyle w:val="SuSQuellcode"/>
        <w:rPr>
          <w:lang w:val="de-DE"/>
        </w:rPr>
      </w:pPr>
      <w:r w:rsidRPr="006D0BBF">
        <w:rPr>
          <w:lang w:val="de-DE"/>
        </w:rPr>
        <w:t>import { Actor, Color, Engine, Scene, Vector } from "excalibur";</w:t>
      </w:r>
    </w:p>
    <w:p w14:paraId="5609EDE4" w14:textId="77777777" w:rsidR="003B72C2" w:rsidRPr="00943081" w:rsidRDefault="003B72C2" w:rsidP="003B72C2">
      <w:pPr>
        <w:pStyle w:val="SuSQuellcode"/>
        <w:rPr>
          <w:rStyle w:val="SuSQuellcodeKommentar"/>
        </w:rPr>
      </w:pPr>
      <w:r w:rsidRPr="00943081">
        <w:rPr>
          <w:rStyle w:val="SuSQuellcodeKommentar"/>
        </w:rPr>
        <w:t>// Erstelle das Spiel (Engine)</w:t>
      </w:r>
    </w:p>
    <w:p w14:paraId="55F82828" w14:textId="77777777" w:rsidR="003B72C2" w:rsidRPr="003B72C2" w:rsidRDefault="003B72C2" w:rsidP="003B72C2">
      <w:pPr>
        <w:pStyle w:val="SuSQuellcode"/>
      </w:pPr>
      <w:r w:rsidRPr="003B72C2">
        <w:t>const game = new Engine({</w:t>
      </w:r>
    </w:p>
    <w:p w14:paraId="2C2968B0" w14:textId="77777777" w:rsidR="003B72C2" w:rsidRPr="003B72C2" w:rsidRDefault="003B72C2" w:rsidP="003B72C2">
      <w:pPr>
        <w:pStyle w:val="SuSQuellcode"/>
      </w:pPr>
      <w:r w:rsidRPr="003B72C2">
        <w:t xml:space="preserve">  width: 800,</w:t>
      </w:r>
    </w:p>
    <w:p w14:paraId="4BA1FFD4" w14:textId="77777777" w:rsidR="003B72C2" w:rsidRPr="003B72C2" w:rsidRDefault="003B72C2" w:rsidP="003B72C2">
      <w:pPr>
        <w:pStyle w:val="SuSQuellcode"/>
      </w:pPr>
      <w:r w:rsidRPr="003B72C2">
        <w:lastRenderedPageBreak/>
        <w:t xml:space="preserve">  height: 600</w:t>
      </w:r>
    </w:p>
    <w:p w14:paraId="56AA1BF6" w14:textId="6137FEFE" w:rsidR="003B72C2" w:rsidRPr="006D0BBF" w:rsidRDefault="003B72C2" w:rsidP="00943081">
      <w:pPr>
        <w:pStyle w:val="SuSQuellcode"/>
        <w:rPr>
          <w:lang w:val="de-DE"/>
        </w:rPr>
      </w:pPr>
      <w:r w:rsidRPr="006D0BBF">
        <w:rPr>
          <w:lang w:val="de-DE"/>
        </w:rPr>
        <w:t>});</w:t>
      </w:r>
    </w:p>
    <w:p w14:paraId="56FF9737" w14:textId="77777777" w:rsidR="003B72C2" w:rsidRPr="00943081" w:rsidRDefault="003B72C2" w:rsidP="003B72C2">
      <w:pPr>
        <w:pStyle w:val="SuSQuellcode"/>
        <w:rPr>
          <w:rStyle w:val="SuSQuellcodeKommentar"/>
        </w:rPr>
      </w:pPr>
      <w:r w:rsidRPr="00943081">
        <w:rPr>
          <w:rStyle w:val="SuSQuellcodeKommentar"/>
        </w:rPr>
        <w:t>// Menüszene erstellen</w:t>
      </w:r>
    </w:p>
    <w:p w14:paraId="3D84F2AB" w14:textId="07AC41CB" w:rsidR="003B72C2" w:rsidRPr="006D0BBF" w:rsidRDefault="003B72C2" w:rsidP="00943081">
      <w:pPr>
        <w:pStyle w:val="SuSQuellcode"/>
        <w:rPr>
          <w:lang w:val="de-DE"/>
        </w:rPr>
      </w:pPr>
      <w:r w:rsidRPr="006D0BBF">
        <w:rPr>
          <w:lang w:val="de-DE"/>
        </w:rPr>
        <w:t>const menu = new Scene();</w:t>
      </w:r>
    </w:p>
    <w:p w14:paraId="305E60AA" w14:textId="77777777" w:rsidR="003B72C2" w:rsidRPr="00943081" w:rsidRDefault="003B72C2" w:rsidP="003B72C2">
      <w:pPr>
        <w:pStyle w:val="SuSQuellcode"/>
        <w:rPr>
          <w:rStyle w:val="SuSQuellcodeKommentar"/>
        </w:rPr>
      </w:pPr>
      <w:r w:rsidRPr="00943081">
        <w:rPr>
          <w:rStyle w:val="SuSQuellcodeKommentar"/>
        </w:rPr>
        <w:t>// Level 1 Szene erstellen</w:t>
      </w:r>
    </w:p>
    <w:p w14:paraId="6E2D73D5" w14:textId="37B69905" w:rsidR="003B72C2" w:rsidRPr="003B72C2" w:rsidRDefault="003B72C2" w:rsidP="00943081">
      <w:pPr>
        <w:pStyle w:val="SuSQuellcode"/>
      </w:pPr>
      <w:r w:rsidRPr="003B72C2">
        <w:t>const level1 = new Scene();</w:t>
      </w:r>
    </w:p>
    <w:p w14:paraId="60C1967B" w14:textId="77777777" w:rsidR="003B72C2" w:rsidRPr="00943081" w:rsidRDefault="003B72C2" w:rsidP="003B72C2">
      <w:pPr>
        <w:pStyle w:val="SuSQuellcode"/>
        <w:rPr>
          <w:rStyle w:val="SuSQuellcodeKommentar"/>
        </w:rPr>
      </w:pPr>
      <w:r w:rsidRPr="00943081">
        <w:rPr>
          <w:rStyle w:val="SuSQuellcodeKommentar"/>
        </w:rPr>
        <w:t>// Menüszene initialisieren</w:t>
      </w:r>
    </w:p>
    <w:p w14:paraId="7DB6E04B" w14:textId="77777777" w:rsidR="003B72C2" w:rsidRPr="006D0BBF" w:rsidRDefault="003B72C2" w:rsidP="003B72C2">
      <w:pPr>
        <w:pStyle w:val="SuSQuellcode"/>
        <w:rPr>
          <w:lang w:val="de-DE"/>
        </w:rPr>
      </w:pPr>
      <w:r w:rsidRPr="006D0BBF">
        <w:rPr>
          <w:lang w:val="de-DE"/>
        </w:rPr>
        <w:t>menu.onInitialize = () =&gt; {</w:t>
      </w:r>
    </w:p>
    <w:p w14:paraId="6BC7A7DC" w14:textId="77777777" w:rsidR="003B72C2" w:rsidRPr="00943081" w:rsidRDefault="003B72C2" w:rsidP="003B72C2">
      <w:pPr>
        <w:pStyle w:val="SuSQuellcode"/>
        <w:rPr>
          <w:rStyle w:val="SuSQuellcodeKommentar"/>
        </w:rPr>
      </w:pPr>
      <w:r w:rsidRPr="006D0BBF">
        <w:rPr>
          <w:lang w:val="de-DE"/>
        </w:rPr>
        <w:t xml:space="preserve">  </w:t>
      </w:r>
      <w:r w:rsidRPr="00943081">
        <w:rPr>
          <w:rStyle w:val="SuSQuellcodeKommentar"/>
        </w:rPr>
        <w:t>// Erstelle einen Button in der Mitte des Bildschirms</w:t>
      </w:r>
    </w:p>
    <w:p w14:paraId="657FA49F" w14:textId="77777777" w:rsidR="003B72C2" w:rsidRPr="003B72C2" w:rsidRDefault="003B72C2" w:rsidP="003B72C2">
      <w:pPr>
        <w:pStyle w:val="SuSQuellcode"/>
      </w:pPr>
      <w:r w:rsidRPr="006D0BBF">
        <w:rPr>
          <w:lang w:val="de-DE"/>
        </w:rPr>
        <w:t xml:space="preserve">  </w:t>
      </w:r>
      <w:r w:rsidRPr="003B72C2">
        <w:t>const startButton = new Actor({</w:t>
      </w:r>
    </w:p>
    <w:p w14:paraId="6CDB51C8" w14:textId="77777777" w:rsidR="003B72C2" w:rsidRPr="003B72C2" w:rsidRDefault="003B72C2" w:rsidP="003B72C2">
      <w:pPr>
        <w:pStyle w:val="SuSQuellcode"/>
      </w:pPr>
      <w:r w:rsidRPr="003B72C2">
        <w:t xml:space="preserve">    x: game.drawWidth / 2,</w:t>
      </w:r>
    </w:p>
    <w:p w14:paraId="34DD66AF" w14:textId="77777777" w:rsidR="003B72C2" w:rsidRPr="003B72C2" w:rsidRDefault="003B72C2" w:rsidP="003B72C2">
      <w:pPr>
        <w:pStyle w:val="SuSQuellcode"/>
      </w:pPr>
      <w:r w:rsidRPr="003B72C2">
        <w:t xml:space="preserve">    y: game.drawHeight / 2,</w:t>
      </w:r>
    </w:p>
    <w:p w14:paraId="2CB91953" w14:textId="77777777" w:rsidR="003B72C2" w:rsidRPr="003B72C2" w:rsidRDefault="003B72C2" w:rsidP="003B72C2">
      <w:pPr>
        <w:pStyle w:val="SuSQuellcode"/>
      </w:pPr>
      <w:r w:rsidRPr="003B72C2">
        <w:t xml:space="preserve">    width: 100,</w:t>
      </w:r>
    </w:p>
    <w:p w14:paraId="540D3F25" w14:textId="77777777" w:rsidR="003B72C2" w:rsidRPr="003B72C2" w:rsidRDefault="003B72C2" w:rsidP="003B72C2">
      <w:pPr>
        <w:pStyle w:val="SuSQuellcode"/>
      </w:pPr>
      <w:r w:rsidRPr="003B72C2">
        <w:t xml:space="preserve">    height: </w:t>
      </w:r>
      <w:proofErr w:type="gramStart"/>
      <w:r w:rsidRPr="003B72C2">
        <w:t>50</w:t>
      </w:r>
      <w:proofErr w:type="gramEnd"/>
      <w:r w:rsidRPr="003B72C2">
        <w:t>,</w:t>
      </w:r>
    </w:p>
    <w:p w14:paraId="1B3C5EE9" w14:textId="77777777" w:rsidR="003B72C2" w:rsidRPr="006D0BBF" w:rsidRDefault="003B72C2" w:rsidP="003B72C2">
      <w:pPr>
        <w:pStyle w:val="SuSQuellcode"/>
        <w:rPr>
          <w:lang w:val="de-DE"/>
        </w:rPr>
      </w:pPr>
      <w:r w:rsidRPr="003B72C2">
        <w:t xml:space="preserve">    </w:t>
      </w:r>
      <w:r w:rsidRPr="006D0BBF">
        <w:rPr>
          <w:lang w:val="de-DE"/>
        </w:rPr>
        <w:t>color: Color.Green</w:t>
      </w:r>
    </w:p>
    <w:p w14:paraId="264F6063" w14:textId="5C4A0B9C" w:rsidR="003B72C2" w:rsidRPr="006D0BBF" w:rsidRDefault="003B72C2" w:rsidP="00943081">
      <w:pPr>
        <w:pStyle w:val="SuSQuellcode"/>
        <w:rPr>
          <w:lang w:val="de-DE"/>
        </w:rPr>
      </w:pPr>
      <w:r w:rsidRPr="006D0BBF">
        <w:rPr>
          <w:lang w:val="de-DE"/>
        </w:rPr>
        <w:t xml:space="preserve">  });</w:t>
      </w:r>
    </w:p>
    <w:p w14:paraId="4E318251" w14:textId="77777777" w:rsidR="003B72C2" w:rsidRPr="00943081" w:rsidRDefault="003B72C2" w:rsidP="003B72C2">
      <w:pPr>
        <w:pStyle w:val="SuSQuellcode"/>
        <w:rPr>
          <w:rStyle w:val="SuSQuellcodeKommentar"/>
          <w:lang w:val="de-DE"/>
        </w:rPr>
      </w:pPr>
      <w:r w:rsidRPr="006D0BBF">
        <w:rPr>
          <w:lang w:val="de-DE"/>
        </w:rPr>
        <w:t xml:space="preserve">  </w:t>
      </w:r>
      <w:r w:rsidRPr="00943081">
        <w:rPr>
          <w:rStyle w:val="SuSQuellcodeKommentar"/>
          <w:lang w:val="de-DE"/>
        </w:rPr>
        <w:t>// Wenn der Button angeklickt wird, zur Level 1 Szene wechseln</w:t>
      </w:r>
    </w:p>
    <w:p w14:paraId="5C613AC9" w14:textId="77777777" w:rsidR="003B72C2" w:rsidRPr="003B72C2" w:rsidRDefault="003B72C2" w:rsidP="003B72C2">
      <w:pPr>
        <w:pStyle w:val="SuSQuellcode"/>
      </w:pPr>
      <w:r w:rsidRPr="006D0BBF">
        <w:rPr>
          <w:lang w:val="de-DE"/>
        </w:rPr>
        <w:t xml:space="preserve">  </w:t>
      </w:r>
      <w:r w:rsidRPr="003B72C2">
        <w:t>startButton.on("pointerup", () =&gt; {</w:t>
      </w:r>
    </w:p>
    <w:p w14:paraId="1919174D" w14:textId="77777777" w:rsidR="003B72C2" w:rsidRPr="003B72C2" w:rsidRDefault="003B72C2" w:rsidP="003B72C2">
      <w:pPr>
        <w:pStyle w:val="SuSQuellcode"/>
      </w:pPr>
      <w:r w:rsidRPr="003B72C2">
        <w:t xml:space="preserve">    game.goToScene("level1");</w:t>
      </w:r>
    </w:p>
    <w:p w14:paraId="729F961F" w14:textId="77777777" w:rsidR="003B72C2" w:rsidRPr="006D0BBF" w:rsidRDefault="003B72C2" w:rsidP="003B72C2">
      <w:pPr>
        <w:pStyle w:val="SuSQuellcode"/>
        <w:rPr>
          <w:lang w:val="de-DE"/>
        </w:rPr>
      </w:pPr>
      <w:r w:rsidRPr="003B72C2">
        <w:t xml:space="preserve">  </w:t>
      </w:r>
      <w:r w:rsidRPr="006D0BBF">
        <w:rPr>
          <w:lang w:val="de-DE"/>
        </w:rPr>
        <w:t>});</w:t>
      </w:r>
    </w:p>
    <w:p w14:paraId="6F4F2975" w14:textId="77777777" w:rsidR="003B72C2" w:rsidRPr="006D0BBF" w:rsidRDefault="003B72C2" w:rsidP="003B72C2">
      <w:pPr>
        <w:pStyle w:val="SuSQuellcode"/>
        <w:rPr>
          <w:lang w:val="de-DE"/>
        </w:rPr>
      </w:pPr>
    </w:p>
    <w:p w14:paraId="4AF653A1" w14:textId="77777777" w:rsidR="003B72C2" w:rsidRPr="00943081" w:rsidRDefault="003B72C2" w:rsidP="003B72C2">
      <w:pPr>
        <w:pStyle w:val="SuSQuellcode"/>
        <w:rPr>
          <w:rStyle w:val="SuSQuellcodeKommentar"/>
        </w:rPr>
      </w:pPr>
      <w:r w:rsidRPr="006D0BBF">
        <w:rPr>
          <w:lang w:val="de-DE"/>
        </w:rPr>
        <w:t xml:space="preserve">  </w:t>
      </w:r>
      <w:r w:rsidRPr="00943081">
        <w:rPr>
          <w:rStyle w:val="SuSQuellcodeKommentar"/>
        </w:rPr>
        <w:t>// Füge den Button zur Menüszene hinzu</w:t>
      </w:r>
    </w:p>
    <w:p w14:paraId="66F33781" w14:textId="77777777" w:rsidR="003B72C2" w:rsidRPr="003B72C2" w:rsidRDefault="003B72C2" w:rsidP="003B72C2">
      <w:pPr>
        <w:pStyle w:val="SuSQuellcode"/>
      </w:pPr>
      <w:r w:rsidRPr="006D0BBF">
        <w:rPr>
          <w:lang w:val="de-DE"/>
        </w:rPr>
        <w:t xml:space="preserve">  </w:t>
      </w:r>
      <w:r w:rsidRPr="003B72C2">
        <w:t>menu.add(startButton);</w:t>
      </w:r>
    </w:p>
    <w:p w14:paraId="2D6B2B77" w14:textId="177EE2D0" w:rsidR="003B72C2" w:rsidRPr="003B72C2" w:rsidRDefault="003B72C2" w:rsidP="00943081">
      <w:pPr>
        <w:pStyle w:val="SuSQuellcode"/>
      </w:pPr>
      <w:r w:rsidRPr="003B72C2">
        <w:t>};</w:t>
      </w:r>
    </w:p>
    <w:p w14:paraId="036F3E43" w14:textId="77777777" w:rsidR="003B72C2" w:rsidRPr="00943081" w:rsidRDefault="003B72C2" w:rsidP="003B72C2">
      <w:pPr>
        <w:pStyle w:val="SuSQuellcode"/>
        <w:rPr>
          <w:rStyle w:val="SuSQuellcodeKommentar"/>
        </w:rPr>
      </w:pPr>
      <w:r w:rsidRPr="00943081">
        <w:rPr>
          <w:rStyle w:val="SuSQuellcodeKommentar"/>
        </w:rPr>
        <w:t>// Level 1 Szene initialisieren</w:t>
      </w:r>
    </w:p>
    <w:p w14:paraId="5DB4557F" w14:textId="77777777" w:rsidR="003B72C2" w:rsidRPr="003B72C2" w:rsidRDefault="003B72C2" w:rsidP="003B72C2">
      <w:pPr>
        <w:pStyle w:val="SuSQuellcode"/>
      </w:pPr>
      <w:r w:rsidRPr="003B72C2">
        <w:t>level1.onInitialize = () =&gt; {</w:t>
      </w:r>
    </w:p>
    <w:p w14:paraId="6A40DC13" w14:textId="77777777" w:rsidR="003B72C2" w:rsidRPr="00943081" w:rsidRDefault="003B72C2" w:rsidP="003B72C2">
      <w:pPr>
        <w:pStyle w:val="SuSQuellcode"/>
        <w:rPr>
          <w:rStyle w:val="SuSQuellcodeKommentar"/>
        </w:rPr>
      </w:pPr>
      <w:r w:rsidRPr="003B72C2">
        <w:t xml:space="preserve">  </w:t>
      </w:r>
      <w:r w:rsidRPr="00943081">
        <w:rPr>
          <w:rStyle w:val="SuSQuellcodeKommentar"/>
        </w:rPr>
        <w:t>// Erstelle einen Actor (z.B. Spielercharakter) im Level 1</w:t>
      </w:r>
    </w:p>
    <w:p w14:paraId="5547B72B" w14:textId="77777777" w:rsidR="003B72C2" w:rsidRPr="003B72C2" w:rsidRDefault="003B72C2" w:rsidP="003B72C2">
      <w:pPr>
        <w:pStyle w:val="SuSQuellcode"/>
      </w:pPr>
      <w:r w:rsidRPr="006D0BBF">
        <w:rPr>
          <w:lang w:val="de-DE"/>
        </w:rPr>
        <w:t xml:space="preserve">  </w:t>
      </w:r>
      <w:r w:rsidRPr="003B72C2">
        <w:t>const player = new Actor({</w:t>
      </w:r>
    </w:p>
    <w:p w14:paraId="3B4AC689" w14:textId="77777777" w:rsidR="003B72C2" w:rsidRPr="003B72C2" w:rsidRDefault="003B72C2" w:rsidP="003B72C2">
      <w:pPr>
        <w:pStyle w:val="SuSQuellcode"/>
      </w:pPr>
      <w:r w:rsidRPr="003B72C2">
        <w:t xml:space="preserve">    x: 100,</w:t>
      </w:r>
    </w:p>
    <w:p w14:paraId="3EAF4E69" w14:textId="77777777" w:rsidR="003B72C2" w:rsidRPr="003B72C2" w:rsidRDefault="003B72C2" w:rsidP="003B72C2">
      <w:pPr>
        <w:pStyle w:val="SuSQuellcode"/>
      </w:pPr>
      <w:r w:rsidRPr="003B72C2">
        <w:t xml:space="preserve">    y: 300,</w:t>
      </w:r>
    </w:p>
    <w:p w14:paraId="665FE769" w14:textId="77777777" w:rsidR="003B72C2" w:rsidRPr="003B72C2" w:rsidRDefault="003B72C2" w:rsidP="003B72C2">
      <w:pPr>
        <w:pStyle w:val="SuSQuellcode"/>
      </w:pPr>
      <w:r w:rsidRPr="003B72C2">
        <w:t xml:space="preserve">    width: </w:t>
      </w:r>
      <w:proofErr w:type="gramStart"/>
      <w:r w:rsidRPr="003B72C2">
        <w:t>50</w:t>
      </w:r>
      <w:proofErr w:type="gramEnd"/>
      <w:r w:rsidRPr="003B72C2">
        <w:t>,</w:t>
      </w:r>
    </w:p>
    <w:p w14:paraId="083D9C1C" w14:textId="77777777" w:rsidR="003B72C2" w:rsidRPr="003B72C2" w:rsidRDefault="003B72C2" w:rsidP="003B72C2">
      <w:pPr>
        <w:pStyle w:val="SuSQuellcode"/>
      </w:pPr>
      <w:r w:rsidRPr="003B72C2">
        <w:t xml:space="preserve">    height: </w:t>
      </w:r>
      <w:proofErr w:type="gramStart"/>
      <w:r w:rsidRPr="003B72C2">
        <w:t>50</w:t>
      </w:r>
      <w:proofErr w:type="gramEnd"/>
      <w:r w:rsidRPr="003B72C2">
        <w:t>,</w:t>
      </w:r>
    </w:p>
    <w:p w14:paraId="3E9AA667" w14:textId="77777777" w:rsidR="003B72C2" w:rsidRPr="003B72C2" w:rsidRDefault="003B72C2" w:rsidP="003B72C2">
      <w:pPr>
        <w:pStyle w:val="SuSQuellcode"/>
      </w:pPr>
      <w:r w:rsidRPr="003B72C2">
        <w:t xml:space="preserve">    color: Color.Blue</w:t>
      </w:r>
    </w:p>
    <w:p w14:paraId="55C309EC" w14:textId="49ADFCEA" w:rsidR="003B72C2" w:rsidRPr="006D0BBF" w:rsidRDefault="003B72C2" w:rsidP="00943081">
      <w:pPr>
        <w:pStyle w:val="SuSQuellcode"/>
        <w:rPr>
          <w:lang w:val="de-DE"/>
        </w:rPr>
      </w:pPr>
      <w:r w:rsidRPr="003B72C2">
        <w:t xml:space="preserve">  </w:t>
      </w:r>
      <w:r w:rsidRPr="006D0BBF">
        <w:rPr>
          <w:lang w:val="de-DE"/>
        </w:rPr>
        <w:t>});</w:t>
      </w:r>
    </w:p>
    <w:p w14:paraId="36608C02" w14:textId="77777777" w:rsidR="003B72C2" w:rsidRPr="00943081" w:rsidRDefault="003B72C2" w:rsidP="003B72C2">
      <w:pPr>
        <w:pStyle w:val="SuSQuellcode"/>
        <w:rPr>
          <w:rStyle w:val="SuSQuellcodeKommentar"/>
          <w:lang w:val="de-DE"/>
        </w:rPr>
      </w:pPr>
      <w:r w:rsidRPr="006D0BBF">
        <w:rPr>
          <w:lang w:val="de-DE"/>
        </w:rPr>
        <w:t xml:space="preserve">  </w:t>
      </w:r>
      <w:r w:rsidRPr="00943081">
        <w:rPr>
          <w:rStyle w:val="SuSQuellcodeKommentar"/>
          <w:lang w:val="de-DE"/>
        </w:rPr>
        <w:t>// Füge den Spieler zur Level 1 Szene hinzu</w:t>
      </w:r>
    </w:p>
    <w:p w14:paraId="30E80A6F" w14:textId="77777777" w:rsidR="003B72C2" w:rsidRPr="006D0BBF" w:rsidRDefault="003B72C2" w:rsidP="003B72C2">
      <w:pPr>
        <w:pStyle w:val="SuSQuellcode"/>
        <w:rPr>
          <w:lang w:val="de-DE"/>
        </w:rPr>
      </w:pPr>
      <w:r w:rsidRPr="006D0BBF">
        <w:rPr>
          <w:lang w:val="de-DE"/>
        </w:rPr>
        <w:t xml:space="preserve">  level1.add(player);</w:t>
      </w:r>
    </w:p>
    <w:p w14:paraId="7FF40C3D" w14:textId="4AF01A43" w:rsidR="003B72C2" w:rsidRPr="006D0BBF" w:rsidRDefault="003B72C2" w:rsidP="00943081">
      <w:pPr>
        <w:pStyle w:val="SuSQuellcode"/>
        <w:rPr>
          <w:lang w:val="de-DE"/>
        </w:rPr>
      </w:pPr>
      <w:r w:rsidRPr="006D0BBF">
        <w:rPr>
          <w:lang w:val="de-DE"/>
        </w:rPr>
        <w:t>};</w:t>
      </w:r>
    </w:p>
    <w:p w14:paraId="508675B9" w14:textId="77777777" w:rsidR="003B72C2" w:rsidRPr="00943081" w:rsidRDefault="003B72C2" w:rsidP="003B72C2">
      <w:pPr>
        <w:pStyle w:val="SuSQuellcode"/>
        <w:rPr>
          <w:rStyle w:val="SuSQuellcodeKommentar"/>
          <w:lang w:val="de-DE"/>
        </w:rPr>
      </w:pPr>
      <w:r w:rsidRPr="00943081">
        <w:rPr>
          <w:rStyle w:val="SuSQuellcodeKommentar"/>
          <w:lang w:val="de-DE"/>
        </w:rPr>
        <w:t>// Füge die Szenen zur Engine hinzu</w:t>
      </w:r>
    </w:p>
    <w:p w14:paraId="515F13E5" w14:textId="77777777" w:rsidR="003B72C2" w:rsidRPr="003B72C2" w:rsidRDefault="003B72C2" w:rsidP="003B72C2">
      <w:pPr>
        <w:pStyle w:val="SuSQuellcode"/>
      </w:pPr>
      <w:r w:rsidRPr="003B72C2">
        <w:t>game.add("menu", menu);</w:t>
      </w:r>
    </w:p>
    <w:p w14:paraId="704D2129" w14:textId="3C705A1E" w:rsidR="003B72C2" w:rsidRDefault="003B72C2" w:rsidP="00943081">
      <w:pPr>
        <w:pStyle w:val="SuSQuellcode"/>
      </w:pPr>
      <w:r w:rsidRPr="003B72C2">
        <w:t>game.add("level1", level1);</w:t>
      </w:r>
    </w:p>
    <w:p w14:paraId="43FD5F6E" w14:textId="1230AC42" w:rsidR="003B72C2" w:rsidRPr="00943081" w:rsidRDefault="003B72C2" w:rsidP="003B72C2">
      <w:pPr>
        <w:pStyle w:val="SuSQuellcode"/>
        <w:rPr>
          <w:rStyle w:val="SuSQuellcodeKommentar"/>
        </w:rPr>
      </w:pPr>
      <w:r w:rsidRPr="00943081">
        <w:rPr>
          <w:rStyle w:val="SuSQuellcodeKommentar"/>
        </w:rPr>
        <w:t>// Starte mit der Menüszene</w:t>
      </w:r>
    </w:p>
    <w:p w14:paraId="2075CE4E" w14:textId="69251EB7" w:rsidR="003B72C2" w:rsidRPr="006D0BBF" w:rsidRDefault="003B72C2" w:rsidP="00943081">
      <w:pPr>
        <w:pStyle w:val="SuSQuellcode"/>
        <w:rPr>
          <w:lang w:val="de-DE"/>
        </w:rPr>
      </w:pPr>
      <w:r w:rsidRPr="006D0BBF">
        <w:rPr>
          <w:lang w:val="de-DE"/>
        </w:rPr>
        <w:t>game.goToScene("menu");</w:t>
      </w:r>
    </w:p>
    <w:p w14:paraId="62783D1B" w14:textId="77777777" w:rsidR="003B72C2" w:rsidRPr="00943081" w:rsidRDefault="003B72C2" w:rsidP="003B72C2">
      <w:pPr>
        <w:pStyle w:val="SuSQuellcode"/>
        <w:rPr>
          <w:rStyle w:val="SuSQuellcodeKommentar"/>
        </w:rPr>
      </w:pPr>
      <w:r w:rsidRPr="00943081">
        <w:rPr>
          <w:rStyle w:val="SuSQuellcodeKommentar"/>
        </w:rPr>
        <w:t>// Starte das Spiel</w:t>
      </w:r>
    </w:p>
    <w:p w14:paraId="39CD2C8B" w14:textId="77777777" w:rsidR="003B72C2" w:rsidRPr="006D0BBF" w:rsidRDefault="003B72C2" w:rsidP="003B72C2">
      <w:pPr>
        <w:pStyle w:val="SuSQuellcode"/>
        <w:rPr>
          <w:lang w:val="de-DE"/>
        </w:rPr>
      </w:pPr>
      <w:r w:rsidRPr="006D0BBF">
        <w:rPr>
          <w:lang w:val="de-DE"/>
        </w:rPr>
        <w:t>game.start();</w:t>
      </w:r>
    </w:p>
    <w:p w14:paraId="2760F614" w14:textId="77777777" w:rsidR="004F0DF1" w:rsidRPr="003B72C2" w:rsidRDefault="004F0DF1" w:rsidP="004F0DF1">
      <w:pPr>
        <w:pStyle w:val="SuSMengentext"/>
      </w:pPr>
    </w:p>
    <w:p w14:paraId="55DC075A" w14:textId="174F4A78" w:rsidR="003B72C2" w:rsidRPr="003B72C2" w:rsidRDefault="003B72C2" w:rsidP="003B72C2">
      <w:pPr>
        <w:pStyle w:val="SuSMengentext"/>
      </w:pPr>
      <w:r w:rsidRPr="003B72C2">
        <w:lastRenderedPageBreak/>
        <w:t xml:space="preserve">Erklärung des </w:t>
      </w:r>
      <w:r w:rsidR="00943081">
        <w:t>Quellc</w:t>
      </w:r>
      <w:r w:rsidRPr="003B72C2">
        <w:t>odes:</w:t>
      </w:r>
    </w:p>
    <w:p w14:paraId="27205ADE" w14:textId="77777777" w:rsidR="003B72C2" w:rsidRPr="003B72C2" w:rsidRDefault="003B72C2" w:rsidP="003B72C2">
      <w:pPr>
        <w:pStyle w:val="SuSAufzaehlunggegliedert"/>
      </w:pPr>
      <w:r w:rsidRPr="003B72C2">
        <w:rPr>
          <w:i/>
          <w:iCs/>
        </w:rPr>
        <w:t>Engine</w:t>
      </w:r>
      <w:r w:rsidRPr="003B72C2">
        <w:t>: Die Spiel Engine wird mit einer Auflösung von 800x600 erstellt.</w:t>
      </w:r>
    </w:p>
    <w:p w14:paraId="4D736E2C" w14:textId="77777777" w:rsidR="003B72C2" w:rsidRPr="003B72C2" w:rsidRDefault="003B72C2" w:rsidP="003B72C2">
      <w:pPr>
        <w:pStyle w:val="SuSAufzaehlunggegliedert"/>
      </w:pPr>
      <w:r w:rsidRPr="00943081">
        <w:rPr>
          <w:i/>
          <w:iCs/>
        </w:rPr>
        <w:t>Szenen</w:t>
      </w:r>
      <w:r w:rsidRPr="003B72C2">
        <w:t xml:space="preserve">: Zwei Szenen werden erstellt – eine für das </w:t>
      </w:r>
      <w:r w:rsidRPr="003B72C2">
        <w:rPr>
          <w:i/>
          <w:iCs/>
        </w:rPr>
        <w:t>Hauptmenü</w:t>
      </w:r>
      <w:r w:rsidRPr="003B72C2">
        <w:t xml:space="preserve"> und eine für </w:t>
      </w:r>
      <w:r w:rsidRPr="003B72C2">
        <w:rPr>
          <w:i/>
          <w:iCs/>
        </w:rPr>
        <w:t>Level 1</w:t>
      </w:r>
      <w:r w:rsidRPr="003B72C2">
        <w:t>.</w:t>
      </w:r>
    </w:p>
    <w:p w14:paraId="4A256FAF" w14:textId="77777777" w:rsidR="003B72C2" w:rsidRPr="003B72C2" w:rsidRDefault="003B72C2" w:rsidP="003B72C2">
      <w:pPr>
        <w:pStyle w:val="SuSAufzaehlunggegliedert"/>
      </w:pPr>
      <w:r w:rsidRPr="003B72C2">
        <w:rPr>
          <w:i/>
          <w:iCs/>
        </w:rPr>
        <w:t>Hauptmenüszene</w:t>
      </w:r>
      <w:r w:rsidRPr="003B72C2">
        <w:t xml:space="preserve">: Ein </w:t>
      </w:r>
      <w:r w:rsidRPr="003B72C2">
        <w:rPr>
          <w:i/>
        </w:rPr>
        <w:t>Button</w:t>
      </w:r>
      <w:r w:rsidRPr="003B72C2">
        <w:t xml:space="preserve"> wird in der Mitte des Bildschirms erstellt, der die Farbe </w:t>
      </w:r>
      <w:r w:rsidRPr="003B72C2">
        <w:rPr>
          <w:i/>
        </w:rPr>
        <w:t>Grün</w:t>
      </w:r>
      <w:r w:rsidRPr="003B72C2">
        <w:t xml:space="preserve"> hat. Wenn der Benutzer auf den Button klickt (mit </w:t>
      </w:r>
      <w:r w:rsidRPr="003B72C2">
        <w:rPr>
          <w:i/>
        </w:rPr>
        <w:t>pointerup</w:t>
      </w:r>
      <w:r w:rsidRPr="003B72C2">
        <w:t xml:space="preserve">), wechselt das Spiel zu </w:t>
      </w:r>
      <w:r w:rsidRPr="003B72C2">
        <w:rPr>
          <w:i/>
        </w:rPr>
        <w:t>Level 1</w:t>
      </w:r>
      <w:r w:rsidRPr="003B72C2">
        <w:t>.</w:t>
      </w:r>
    </w:p>
    <w:p w14:paraId="57C61F8B" w14:textId="10123137" w:rsidR="003B72C2" w:rsidRPr="003B72C2" w:rsidRDefault="003B72C2" w:rsidP="003B72C2">
      <w:pPr>
        <w:pStyle w:val="SuSAufzaehlunggegliedert"/>
      </w:pPr>
      <w:r w:rsidRPr="003B72C2">
        <w:rPr>
          <w:i/>
          <w:iCs/>
        </w:rPr>
        <w:t>Level 1</w:t>
      </w:r>
      <w:r w:rsidR="00943081">
        <w:rPr>
          <w:i/>
          <w:iCs/>
        </w:rPr>
        <w:t>-</w:t>
      </w:r>
      <w:r w:rsidRPr="003B72C2">
        <w:rPr>
          <w:i/>
          <w:iCs/>
        </w:rPr>
        <w:t>Szene</w:t>
      </w:r>
      <w:r w:rsidRPr="003B72C2">
        <w:t>: Ein blauer Actor wird als Spielercharakter im Level hinzugefügt.</w:t>
      </w:r>
    </w:p>
    <w:p w14:paraId="7C252542" w14:textId="77777777" w:rsidR="003B72C2" w:rsidRPr="003B72C2" w:rsidRDefault="003B72C2" w:rsidP="003B72C2">
      <w:pPr>
        <w:pStyle w:val="SuSAufzaehlunggegliedert"/>
      </w:pPr>
      <w:r w:rsidRPr="00943081">
        <w:rPr>
          <w:i/>
          <w:iCs/>
        </w:rPr>
        <w:t>Szene wechseln</w:t>
      </w:r>
      <w:r w:rsidRPr="003B72C2">
        <w:t>: Das Spiel beginnt mit der Menüszene (</w:t>
      </w:r>
      <w:r w:rsidRPr="003B72C2">
        <w:rPr>
          <w:i/>
          <w:iCs/>
        </w:rPr>
        <w:t>menu</w:t>
      </w:r>
      <w:r w:rsidRPr="003B72C2">
        <w:t xml:space="preserve">), und beim Drücken des </w:t>
      </w:r>
      <w:r w:rsidRPr="003B72C2">
        <w:rPr>
          <w:i/>
          <w:iCs/>
        </w:rPr>
        <w:t>Start-Buttons</w:t>
      </w:r>
      <w:r w:rsidRPr="003B72C2">
        <w:t xml:space="preserve"> wechselt das Spiel zu Level 1.</w:t>
      </w:r>
    </w:p>
    <w:p w14:paraId="6D061F01" w14:textId="31D60FB3" w:rsidR="003B72C2" w:rsidRPr="003B72C2" w:rsidRDefault="003B72C2" w:rsidP="003B72C2">
      <w:pPr>
        <w:pStyle w:val="SuSAufzaehlunggegliedert"/>
      </w:pPr>
      <w:r w:rsidRPr="003B72C2">
        <w:rPr>
          <w:i/>
          <w:iCs/>
        </w:rPr>
        <w:t>Spielstart</w:t>
      </w:r>
      <w:r w:rsidRPr="003B72C2">
        <w:t xml:space="preserve">: Die Engine wird mit </w:t>
      </w:r>
      <w:r w:rsidRPr="003B72C2">
        <w:rPr>
          <w:i/>
          <w:iCs/>
        </w:rPr>
        <w:t>game.start()</w:t>
      </w:r>
      <w:r w:rsidRPr="003B72C2">
        <w:t xml:space="preserve"> gestartet.</w:t>
      </w:r>
    </w:p>
    <w:p w14:paraId="3D67CA69" w14:textId="52D0FC64" w:rsidR="00FB2D9C" w:rsidRPr="001B5AB7" w:rsidRDefault="003B72C2" w:rsidP="00943081">
      <w:pPr>
        <w:pStyle w:val="SuSMengentext"/>
      </w:pPr>
      <w:r w:rsidRPr="003B72C2">
        <w:t xml:space="preserve">Mit diesem Code erhält man ein einfaches Beispiel, wie man in </w:t>
      </w:r>
      <w:r w:rsidRPr="00943081">
        <w:rPr>
          <w:i/>
          <w:iCs/>
        </w:rPr>
        <w:t>Excalibur.js</w:t>
      </w:r>
      <w:r w:rsidRPr="003B72C2">
        <w:t xml:space="preserve"> Szenen erstellen und zwischen einem Hauptmenü und einem Level wechseln kann. Die Menüdarstellungen wurden hier lediglich angedeutet. </w:t>
      </w:r>
      <w:r w:rsidR="00FB2D9C" w:rsidRPr="001B5AB7">
        <w:t>Szenen können auch verwendet werden, um Pausenmenüs zu implementieren. Dies kann erreicht werden, indem eine Pausenszene erstellt wird, die durch einen Tastenanschlag aufgerufen und angezeigt wird.</w:t>
      </w:r>
      <w:r w:rsidR="001B5AB7" w:rsidRPr="001B5AB7">
        <w:t xml:space="preserve"> </w:t>
      </w:r>
      <w:r w:rsidR="00FB2D9C" w:rsidRPr="00B31069">
        <w:rPr>
          <w:i/>
          <w:iCs/>
        </w:rPr>
        <w:t>Excalibur.js</w:t>
      </w:r>
      <w:r w:rsidR="00FB2D9C" w:rsidRPr="001B5AB7">
        <w:t xml:space="preserve"> verwaltet Szenen effizient, indem es sicherstellt, dass nur die aktiven Szenen aktualisiert und gerendert werden. Nicht aktive Szenen bleiben im Speicher, sind jedoch inaktiv, bis sie wieder aktiviert werden. Dies ermöglicht eine einfache Verwaltung von komplexeren Spielen, bei denen verschiedene Spielzustände (z.B. Menüs, Level und Zwischensequenzen) voneinander getrennt und unabhängig verwaltet werden können.</w:t>
      </w:r>
      <w:r w:rsidR="001B5AB7" w:rsidRPr="001B5AB7">
        <w:t xml:space="preserve"> </w:t>
      </w:r>
      <w:r w:rsidR="00FB2D9C" w:rsidRPr="001B5AB7">
        <w:t xml:space="preserve">Scenes in </w:t>
      </w:r>
      <w:r w:rsidR="00FB2D9C" w:rsidRPr="00114F0E">
        <w:rPr>
          <w:i/>
          <w:iCs/>
        </w:rPr>
        <w:t>Excalibur.js</w:t>
      </w:r>
      <w:r w:rsidR="00FB2D9C" w:rsidRPr="001B5AB7">
        <w:t xml:space="preserve"> bieten eine klare Möglichkeit, verschiedene Abschnitte eines Spiels zu strukturieren und zu trennen. Von der Verwaltung von Levels, Menüs, Pausenfunktionen bis hin zu Zwischensequenzen helfen Szenen, die Spielstruktur und den Fluss des Spiels zu steuern.</w:t>
      </w:r>
    </w:p>
    <w:p w14:paraId="113A231E" w14:textId="2FC3FC41" w:rsidR="003B72C2" w:rsidRPr="001B5AB7" w:rsidRDefault="00FB2D9C" w:rsidP="00FB2D9C">
      <w:pPr>
        <w:pStyle w:val="SuSAbsatzheadline"/>
      </w:pPr>
      <w:r w:rsidRPr="001B5AB7">
        <w:t>Sprites</w:t>
      </w:r>
    </w:p>
    <w:p w14:paraId="3F665446" w14:textId="09D70726" w:rsidR="00E45199" w:rsidRDefault="00796C30" w:rsidP="00E45199">
      <w:pPr>
        <w:pStyle w:val="SuSMengentext"/>
      </w:pPr>
      <w:r w:rsidRPr="003E26B1">
        <w:rPr>
          <w:i/>
          <w:iCs/>
        </w:rPr>
        <w:t>Sprites</w:t>
      </w:r>
      <w:r w:rsidRPr="003E26B1">
        <w:t xml:space="preserve"> sind grafische Darstellungen von Objekten in 2D-Spielen</w:t>
      </w:r>
      <w:r w:rsidR="00957C1C">
        <w:t xml:space="preserve">. Sie </w:t>
      </w:r>
      <w:r w:rsidRPr="003E26B1">
        <w:t xml:space="preserve">werden oft verwendet, um Akteure (Actors) visuell darzustellen. In </w:t>
      </w:r>
      <w:r w:rsidRPr="00957C1C">
        <w:rPr>
          <w:i/>
          <w:iCs/>
        </w:rPr>
        <w:t>Excalibur.js</w:t>
      </w:r>
      <w:r w:rsidRPr="003E26B1">
        <w:t xml:space="preserve"> sind Sprites ein grundlegendes Mittel zur Anzeige von grafischen Objekten wie Spielern, Gegnern</w:t>
      </w:r>
      <w:r w:rsidR="006D0BBF" w:rsidRPr="003E26B1">
        <w:t xml:space="preserve"> </w:t>
      </w:r>
      <w:r w:rsidRPr="003E26B1">
        <w:t xml:space="preserve">und Objekten in der Spielwelt. </w:t>
      </w:r>
      <w:r w:rsidR="003E26B1" w:rsidRPr="003E26B1">
        <w:t xml:space="preserve">Ein </w:t>
      </w:r>
      <w:r w:rsidR="003E26B1" w:rsidRPr="00957C1C">
        <w:rPr>
          <w:i/>
          <w:iCs/>
        </w:rPr>
        <w:t>Sprite</w:t>
      </w:r>
      <w:r w:rsidR="003E26B1" w:rsidRPr="003E26B1">
        <w:t xml:space="preserve"> enthält eine Bilddatei, welche die g</w:t>
      </w:r>
      <w:r w:rsidR="003E26B1" w:rsidRPr="00E45199">
        <w:t>rafische</w:t>
      </w:r>
      <w:r w:rsidR="00957C1C">
        <w:t xml:space="preserve"> Darstellung</w:t>
      </w:r>
      <w:r w:rsidR="003E26B1" w:rsidRPr="00E45199">
        <w:t xml:space="preserve"> bildet. </w:t>
      </w:r>
      <w:r w:rsidRPr="00E45199">
        <w:t xml:space="preserve">Ein einzelnes Sprite kann von einer Bildquelle geladen und einem Actor zugewiesen werden. Der </w:t>
      </w:r>
      <w:r w:rsidRPr="00E45199">
        <w:rPr>
          <w:i/>
          <w:iCs/>
        </w:rPr>
        <w:t>Actor</w:t>
      </w:r>
      <w:r w:rsidRPr="00E45199">
        <w:t xml:space="preserve"> verwendet dann das </w:t>
      </w:r>
      <w:r w:rsidRPr="00E45199">
        <w:rPr>
          <w:i/>
          <w:iCs/>
        </w:rPr>
        <w:t>Sprite</w:t>
      </w:r>
      <w:r w:rsidRPr="00E45199">
        <w:t xml:space="preserve"> als visuelle Darstellung.</w:t>
      </w:r>
      <w:r w:rsidR="003E26B1" w:rsidRPr="00E45199">
        <w:t xml:space="preserve"> </w:t>
      </w:r>
      <w:r w:rsidR="005D0018" w:rsidRPr="00E45199">
        <w:t>Dazu ein Beispiel</w:t>
      </w:r>
      <w:r w:rsidR="00E45199">
        <w:t xml:space="preserve"> mit den folgenden Schritten:</w:t>
      </w:r>
    </w:p>
    <w:p w14:paraId="3E270EA0" w14:textId="77777777" w:rsidR="00E45199" w:rsidRDefault="00E45199" w:rsidP="00E45199">
      <w:pPr>
        <w:pStyle w:val="SuSAufzaehlungnummeriert"/>
        <w:numPr>
          <w:ilvl w:val="0"/>
          <w:numId w:val="26"/>
        </w:numPr>
      </w:pPr>
      <w:r w:rsidRPr="00D16CBB">
        <w:rPr>
          <w:i/>
          <w:iCs/>
        </w:rPr>
        <w:t>Laden der Bildressource für das Sprite:</w:t>
      </w:r>
      <w:r>
        <w:t xml:space="preserve"> Nehmen wir an wir haben eine Bilddatei mit der Bezeichnung ‘</w:t>
      </w:r>
      <w:r w:rsidRPr="00957C1C">
        <w:rPr>
          <w:i/>
          <w:iCs/>
        </w:rPr>
        <w:t>Monster.png</w:t>
      </w:r>
      <w:r>
        <w:t>‘, welche wir für das Sprite verwenden möchten. Dann können wir eine Ressource wie folgt laden:</w:t>
      </w:r>
    </w:p>
    <w:p w14:paraId="7E6D66A2" w14:textId="616C3F17" w:rsidR="00E45199" w:rsidRPr="00E45199" w:rsidRDefault="00E45199" w:rsidP="00957C1C">
      <w:pPr>
        <w:pStyle w:val="SuSQuellcode"/>
        <w:ind w:left="360" w:firstLine="0"/>
      </w:pPr>
      <w:r w:rsidRPr="00E45199">
        <w:t>import { ImageSource, Loader } from "excalibur";</w:t>
      </w:r>
    </w:p>
    <w:p w14:paraId="20C45DF1" w14:textId="285B6BB7" w:rsidR="00E45199" w:rsidRPr="00E45199" w:rsidRDefault="00E45199" w:rsidP="00E45199">
      <w:pPr>
        <w:pStyle w:val="SuSQuellcode"/>
        <w:rPr>
          <w:lang w:val="en-GB"/>
        </w:rPr>
      </w:pPr>
      <w:r w:rsidRPr="00E45199">
        <w:rPr>
          <w:lang w:val="en-GB"/>
        </w:rPr>
        <w:t xml:space="preserve">import smonster from "./images/monster.png"; </w:t>
      </w:r>
    </w:p>
    <w:p w14:paraId="2854A20C" w14:textId="77777777" w:rsidR="00E45199" w:rsidRPr="00E45199" w:rsidRDefault="00E45199" w:rsidP="00E45199">
      <w:pPr>
        <w:pStyle w:val="SuSQuellcode"/>
        <w:rPr>
          <w:lang w:val="en-GB"/>
        </w:rPr>
      </w:pPr>
      <w:r w:rsidRPr="00E45199">
        <w:rPr>
          <w:lang w:val="en-GB"/>
        </w:rPr>
        <w:t>export const Resources = {</w:t>
      </w:r>
    </w:p>
    <w:p w14:paraId="51D96260" w14:textId="77777777" w:rsidR="00E45199" w:rsidRPr="00E45199" w:rsidRDefault="00E45199" w:rsidP="00E45199">
      <w:pPr>
        <w:pStyle w:val="SuSQuellcode"/>
        <w:rPr>
          <w:lang w:val="en-GB"/>
        </w:rPr>
      </w:pPr>
      <w:r w:rsidRPr="00E45199">
        <w:rPr>
          <w:lang w:val="en-GB"/>
        </w:rPr>
        <w:t>  Mmonster: new ImageSource(smonster)</w:t>
      </w:r>
    </w:p>
    <w:p w14:paraId="1B9FE9AC" w14:textId="77777777" w:rsidR="00E45199" w:rsidRPr="00E45199" w:rsidRDefault="00E45199" w:rsidP="00E45199">
      <w:pPr>
        <w:pStyle w:val="SuSQuellcode"/>
        <w:rPr>
          <w:lang w:val="en-GB"/>
        </w:rPr>
      </w:pPr>
      <w:r w:rsidRPr="00E45199">
        <w:rPr>
          <w:lang w:val="en-GB"/>
        </w:rPr>
        <w:t>} as const;</w:t>
      </w:r>
    </w:p>
    <w:p w14:paraId="60D43B6E" w14:textId="77777777" w:rsidR="00E45199" w:rsidRPr="00E45199" w:rsidRDefault="00E45199" w:rsidP="00E45199">
      <w:pPr>
        <w:pStyle w:val="SuSQuellcode"/>
        <w:rPr>
          <w:lang w:val="en-GB"/>
        </w:rPr>
      </w:pPr>
    </w:p>
    <w:p w14:paraId="48F8E3E5" w14:textId="77777777" w:rsidR="00E45199" w:rsidRPr="00E45199" w:rsidRDefault="00E45199" w:rsidP="00E45199">
      <w:pPr>
        <w:pStyle w:val="SuSQuellcode"/>
        <w:rPr>
          <w:lang w:val="en-GB"/>
        </w:rPr>
      </w:pPr>
      <w:r w:rsidRPr="00E45199">
        <w:rPr>
          <w:lang w:val="en-GB"/>
        </w:rPr>
        <w:t xml:space="preserve">export const loader = new </w:t>
      </w:r>
      <w:proofErr w:type="gramStart"/>
      <w:r w:rsidRPr="00E45199">
        <w:rPr>
          <w:lang w:val="en-GB"/>
        </w:rPr>
        <w:t>Loader(</w:t>
      </w:r>
      <w:proofErr w:type="gramEnd"/>
      <w:r w:rsidRPr="00E45199">
        <w:rPr>
          <w:lang w:val="en-GB"/>
        </w:rPr>
        <w:t>);</w:t>
      </w:r>
    </w:p>
    <w:p w14:paraId="0F4BA87A" w14:textId="77777777" w:rsidR="00E45199" w:rsidRPr="00E45199" w:rsidRDefault="00E45199" w:rsidP="00E45199">
      <w:pPr>
        <w:pStyle w:val="SuSQuellcode"/>
        <w:rPr>
          <w:lang w:val="en-GB"/>
        </w:rPr>
      </w:pPr>
      <w:r w:rsidRPr="00E45199">
        <w:rPr>
          <w:lang w:val="en-GB"/>
        </w:rPr>
        <w:t>for (const res of Object.values(Resources)) {</w:t>
      </w:r>
    </w:p>
    <w:p w14:paraId="648B1374" w14:textId="77777777" w:rsidR="00E45199" w:rsidRPr="008769E9" w:rsidRDefault="00E45199" w:rsidP="00E45199">
      <w:pPr>
        <w:pStyle w:val="SuSQuellcode"/>
        <w:rPr>
          <w:lang w:val="de-DE"/>
        </w:rPr>
      </w:pPr>
      <w:r w:rsidRPr="00E45199">
        <w:rPr>
          <w:lang w:val="en-GB"/>
        </w:rPr>
        <w:t xml:space="preserve">  </w:t>
      </w:r>
      <w:r w:rsidRPr="008769E9">
        <w:rPr>
          <w:lang w:val="de-DE"/>
        </w:rPr>
        <w:t>loader.addResource(res);</w:t>
      </w:r>
    </w:p>
    <w:p w14:paraId="46763FC1" w14:textId="77777777" w:rsidR="00E45199" w:rsidRPr="008769E9" w:rsidRDefault="00E45199" w:rsidP="00E45199">
      <w:pPr>
        <w:pStyle w:val="SuSQuellcode"/>
        <w:rPr>
          <w:lang w:val="de-DE"/>
        </w:rPr>
      </w:pPr>
      <w:r w:rsidRPr="008769E9">
        <w:rPr>
          <w:lang w:val="de-DE"/>
        </w:rPr>
        <w:t>}</w:t>
      </w:r>
    </w:p>
    <w:p w14:paraId="24C6A4FE" w14:textId="3AD765D4" w:rsidR="00E45199" w:rsidRDefault="00E45199" w:rsidP="00E45199">
      <w:pPr>
        <w:pStyle w:val="SuSAufzaehlungnummeriert"/>
        <w:numPr>
          <w:ilvl w:val="0"/>
          <w:numId w:val="0"/>
        </w:numPr>
        <w:ind w:left="360"/>
      </w:pPr>
      <w:r w:rsidRPr="00E45199">
        <w:t>Ebenso wird ein</w:t>
      </w:r>
      <w:r w:rsidR="00957C1C">
        <w:t xml:space="preserve"> sogenannter</w:t>
      </w:r>
      <w:r w:rsidRPr="00E45199">
        <w:t xml:space="preserve"> </w:t>
      </w:r>
      <w:r w:rsidRPr="00E45199">
        <w:rPr>
          <w:i/>
        </w:rPr>
        <w:t>Loader</w:t>
      </w:r>
      <w:r w:rsidRPr="00E45199">
        <w:t xml:space="preserve"> f</w:t>
      </w:r>
      <w:r>
        <w:t xml:space="preserve">ür </w:t>
      </w:r>
      <w:r w:rsidRPr="00957C1C">
        <w:rPr>
          <w:i/>
          <w:iCs/>
        </w:rPr>
        <w:t>Excalibur</w:t>
      </w:r>
      <w:r w:rsidR="00957C1C" w:rsidRPr="00957C1C">
        <w:rPr>
          <w:i/>
          <w:iCs/>
        </w:rPr>
        <w:t>.js</w:t>
      </w:r>
      <w:r>
        <w:t xml:space="preserve"> generiert, damit dieser beim Erzeugen des Spiels alle Ressourcen laden kann. Damit man in</w:t>
      </w:r>
      <w:r w:rsidR="00957C1C">
        <w:t xml:space="preserve"> der Programmiersprache</w:t>
      </w:r>
      <w:r>
        <w:t xml:space="preserve"> TypeScript </w:t>
      </w:r>
      <w:r w:rsidR="00957C1C">
        <w:t>‘</w:t>
      </w:r>
      <w:r w:rsidRPr="00957C1C">
        <w:rPr>
          <w:i/>
          <w:iCs/>
        </w:rPr>
        <w:t>*.png-Dateien</w:t>
      </w:r>
      <w:r w:rsidR="00957C1C">
        <w:rPr>
          <w:i/>
          <w:iCs/>
        </w:rPr>
        <w:t>‘</w:t>
      </w:r>
      <w:r>
        <w:t xml:space="preserve"> laden kann benötigt man folgende Anweisung (in einer eigenen Datei):</w:t>
      </w:r>
    </w:p>
    <w:p w14:paraId="2F2F3512" w14:textId="77777777" w:rsidR="00E45199" w:rsidRPr="00E45199" w:rsidRDefault="00E45199" w:rsidP="00E45199">
      <w:pPr>
        <w:pStyle w:val="SuSQuellcode"/>
        <w:rPr>
          <w:lang w:val="de-DE"/>
        </w:rPr>
      </w:pPr>
      <w:r w:rsidRPr="00E45199">
        <w:rPr>
          <w:lang w:val="de-DE"/>
        </w:rPr>
        <w:lastRenderedPageBreak/>
        <w:t>declare module "*.png";</w:t>
      </w:r>
    </w:p>
    <w:p w14:paraId="139FD11B" w14:textId="2385C2E6" w:rsidR="00E45199" w:rsidRDefault="00E45199" w:rsidP="00D16CBB">
      <w:pPr>
        <w:pStyle w:val="SuSAufzaehlunggegliedert"/>
        <w:numPr>
          <w:ilvl w:val="0"/>
          <w:numId w:val="0"/>
        </w:numPr>
        <w:ind w:left="360"/>
      </w:pPr>
      <w:r w:rsidRPr="00E45199">
        <w:t xml:space="preserve">Die Anweisung </w:t>
      </w:r>
      <w:r w:rsidRPr="00E45199">
        <w:rPr>
          <w:i/>
        </w:rPr>
        <w:t>`declare module "*.png";`</w:t>
      </w:r>
      <w:r w:rsidRPr="00E45199">
        <w:t xml:space="preserve"> wird in TypeScript verwendet, um dem Compiler mitzuteilen, wie er mit Dateien eines bestimmten Typs (in diesem Fall </w:t>
      </w:r>
      <w:r w:rsidRPr="00957C1C">
        <w:rPr>
          <w:i/>
          <w:iCs/>
        </w:rPr>
        <w:t>`</w:t>
      </w:r>
      <w:r w:rsidR="00957C1C" w:rsidRPr="00957C1C">
        <w:rPr>
          <w:i/>
          <w:iCs/>
        </w:rPr>
        <w:t>*</w:t>
      </w:r>
      <w:r w:rsidRPr="00957C1C">
        <w:rPr>
          <w:i/>
          <w:iCs/>
        </w:rPr>
        <w:t>.png`-Dateien</w:t>
      </w:r>
      <w:r w:rsidRPr="00E45199">
        <w:t xml:space="preserve">) umgehen soll. </w:t>
      </w:r>
      <w:r>
        <w:t xml:space="preserve">TypeScript ist von Haus aus stark typisiert und kennt nicht automatisch den Typ von Nicht-JavaScript-Dateien wie Bildern, CSS-Dateien oder anderen Dateitypen. Diese Deklaration erlaubt es TypeScript, </w:t>
      </w:r>
      <w:r w:rsidRPr="00957C1C">
        <w:rPr>
          <w:i/>
          <w:iCs/>
        </w:rPr>
        <w:t>`.png`</w:t>
      </w:r>
      <w:r>
        <w:t xml:space="preserve">-Dateien wie Module zu behandeln. Das bedeutet, dass </w:t>
      </w:r>
      <w:r w:rsidR="00D16CBB">
        <w:t>wir</w:t>
      </w:r>
      <w:r>
        <w:t xml:space="preserve"> Bilddateien wie `</w:t>
      </w:r>
      <w:r w:rsidRPr="00811F43">
        <w:rPr>
          <w:i/>
          <w:iCs/>
        </w:rPr>
        <w:t>import</w:t>
      </w:r>
      <w:r>
        <w:t xml:space="preserve">`-Module in </w:t>
      </w:r>
      <w:r w:rsidR="00811F43">
        <w:t>den</w:t>
      </w:r>
      <w:r>
        <w:t xml:space="preserve"> TypeScript-Code einbinden </w:t>
      </w:r>
      <w:r w:rsidR="00811F43">
        <w:t>können</w:t>
      </w:r>
      <w:r>
        <w:t>, ohne dass der Compiler Fehler meldet.</w:t>
      </w:r>
    </w:p>
    <w:p w14:paraId="311F3656" w14:textId="1891BC50" w:rsidR="00D16CBB" w:rsidRDefault="00D16CBB" w:rsidP="00D16CBB">
      <w:pPr>
        <w:pStyle w:val="SuSAufzaehlungnummeriert"/>
        <w:rPr>
          <w:i/>
          <w:iCs/>
        </w:rPr>
      </w:pPr>
      <w:r w:rsidRPr="00D16CBB">
        <w:rPr>
          <w:i/>
          <w:iCs/>
        </w:rPr>
        <w:t>Erstellen eines Actors und Zuweisen des Sprites mit der Bild-Ressource:</w:t>
      </w:r>
    </w:p>
    <w:p w14:paraId="789A1614" w14:textId="77777777" w:rsidR="00D16CBB" w:rsidRPr="00D16CBB" w:rsidRDefault="00D16CBB" w:rsidP="00D16CBB">
      <w:pPr>
        <w:pStyle w:val="SuSQuellcode"/>
      </w:pPr>
      <w:r w:rsidRPr="00D16CBB">
        <w:t>import { Actor, Color, vec } from "excalibur";</w:t>
      </w:r>
    </w:p>
    <w:p w14:paraId="2E82E503" w14:textId="626A50DB" w:rsidR="00D16CBB" w:rsidRPr="00D16CBB" w:rsidRDefault="00D16CBB" w:rsidP="00957C1C">
      <w:pPr>
        <w:pStyle w:val="SuSQuellcode"/>
      </w:pPr>
      <w:r w:rsidRPr="00D16CBB">
        <w:t>import { Resources } from "./resources";</w:t>
      </w:r>
    </w:p>
    <w:p w14:paraId="6E98754F" w14:textId="77777777" w:rsidR="00D16CBB" w:rsidRPr="00D16CBB" w:rsidRDefault="00D16CBB" w:rsidP="00D16CBB">
      <w:pPr>
        <w:pStyle w:val="SuSQuellcode"/>
      </w:pPr>
      <w:r w:rsidRPr="00D16CBB">
        <w:t>export class Player extends Actor {</w:t>
      </w:r>
    </w:p>
    <w:p w14:paraId="69D95401" w14:textId="77777777" w:rsidR="00D16CBB" w:rsidRPr="00D16CBB" w:rsidRDefault="00D16CBB" w:rsidP="00D16CBB">
      <w:pPr>
        <w:pStyle w:val="SuSQuellcode"/>
      </w:pPr>
      <w:r w:rsidRPr="00D16CBB">
        <w:t>  constructor() {</w:t>
      </w:r>
    </w:p>
    <w:p w14:paraId="51789164" w14:textId="77777777" w:rsidR="00D16CBB" w:rsidRPr="00D16CBB" w:rsidRDefault="00D16CBB" w:rsidP="00D16CBB">
      <w:pPr>
        <w:pStyle w:val="SuSQuellcode"/>
      </w:pPr>
      <w:r w:rsidRPr="00D16CBB">
        <w:t>    super({</w:t>
      </w:r>
    </w:p>
    <w:p w14:paraId="196E79CE" w14:textId="77777777" w:rsidR="00D16CBB" w:rsidRPr="00D16CBB" w:rsidRDefault="00D16CBB" w:rsidP="00D16CBB">
      <w:pPr>
        <w:pStyle w:val="SuSQuellcode"/>
      </w:pPr>
      <w:r w:rsidRPr="00D16CBB">
        <w:t>      pos: vec(150, 150),</w:t>
      </w:r>
    </w:p>
    <w:p w14:paraId="3E438A76" w14:textId="77777777" w:rsidR="00D16CBB" w:rsidRPr="00D16CBB" w:rsidRDefault="00D16CBB" w:rsidP="00D16CBB">
      <w:pPr>
        <w:pStyle w:val="SuSQuellcode"/>
      </w:pPr>
      <w:r w:rsidRPr="00D16CBB">
        <w:t>      width: 100,</w:t>
      </w:r>
    </w:p>
    <w:p w14:paraId="4023944E" w14:textId="77777777" w:rsidR="00D16CBB" w:rsidRPr="00D16CBB" w:rsidRDefault="00D16CBB" w:rsidP="00D16CBB">
      <w:pPr>
        <w:pStyle w:val="SuSQuellcode"/>
      </w:pPr>
      <w:r w:rsidRPr="00D16CBB">
        <w:t>      height: 100</w:t>
      </w:r>
    </w:p>
    <w:p w14:paraId="2FFD3A18" w14:textId="77777777" w:rsidR="00D16CBB" w:rsidRPr="00D16CBB" w:rsidRDefault="00D16CBB" w:rsidP="00D16CBB">
      <w:pPr>
        <w:pStyle w:val="SuSQuellcode"/>
      </w:pPr>
      <w:r w:rsidRPr="00D16CBB">
        <w:t>    });</w:t>
      </w:r>
    </w:p>
    <w:p w14:paraId="20AA88AE" w14:textId="77777777" w:rsidR="00D16CBB" w:rsidRPr="00D16CBB" w:rsidRDefault="00D16CBB" w:rsidP="00D16CBB">
      <w:pPr>
        <w:pStyle w:val="SuSQuellcode"/>
      </w:pPr>
      <w:r w:rsidRPr="00D16CBB">
        <w:t>  }</w:t>
      </w:r>
    </w:p>
    <w:p w14:paraId="494A4C82" w14:textId="77777777" w:rsidR="00D16CBB" w:rsidRPr="00D16CBB" w:rsidRDefault="00D16CBB" w:rsidP="00D16CBB">
      <w:pPr>
        <w:pStyle w:val="SuSQuellcode"/>
      </w:pPr>
    </w:p>
    <w:p w14:paraId="4265F423" w14:textId="77777777" w:rsidR="00D16CBB" w:rsidRPr="00D16CBB" w:rsidRDefault="00D16CBB" w:rsidP="00D16CBB">
      <w:pPr>
        <w:pStyle w:val="SuSQuellcode"/>
      </w:pPr>
      <w:r w:rsidRPr="00D16CBB">
        <w:t>  onInitialize() {</w:t>
      </w:r>
    </w:p>
    <w:p w14:paraId="5C53C58B" w14:textId="77777777" w:rsidR="00D16CBB" w:rsidRPr="00D16CBB" w:rsidRDefault="00D16CBB" w:rsidP="00D16CBB">
      <w:pPr>
        <w:pStyle w:val="SuSQuellcode"/>
      </w:pPr>
      <w:r w:rsidRPr="00D16CBB">
        <w:t>    this.graphics.add(Resources.Mmonster.toSprite());</w:t>
      </w:r>
    </w:p>
    <w:p w14:paraId="14CE55BE" w14:textId="77777777" w:rsidR="00D16CBB" w:rsidRPr="008769E9" w:rsidRDefault="00D16CBB" w:rsidP="00D16CBB">
      <w:pPr>
        <w:pStyle w:val="SuSQuellcode"/>
        <w:rPr>
          <w:lang w:val="de-DE"/>
        </w:rPr>
      </w:pPr>
      <w:r w:rsidRPr="00D16CBB">
        <w:t xml:space="preserve">  </w:t>
      </w:r>
      <w:r w:rsidRPr="008769E9">
        <w:rPr>
          <w:lang w:val="de-DE"/>
        </w:rPr>
        <w:t>}</w:t>
      </w:r>
    </w:p>
    <w:p w14:paraId="4726A121" w14:textId="621C3E50" w:rsidR="00D16CBB" w:rsidRPr="008769E9" w:rsidRDefault="00D16CBB" w:rsidP="00D16CBB">
      <w:pPr>
        <w:pStyle w:val="SuSQuellcode"/>
        <w:rPr>
          <w:lang w:val="de-DE"/>
        </w:rPr>
      </w:pPr>
      <w:r w:rsidRPr="008769E9">
        <w:rPr>
          <w:lang w:val="de-DE"/>
        </w:rPr>
        <w:t>}</w:t>
      </w:r>
    </w:p>
    <w:p w14:paraId="34E828B2" w14:textId="7BBFADB2" w:rsidR="00E45199" w:rsidRDefault="00D16CBB" w:rsidP="00D16CBB">
      <w:pPr>
        <w:pStyle w:val="SuSAufzaehlunggegliedert"/>
        <w:numPr>
          <w:ilvl w:val="0"/>
          <w:numId w:val="0"/>
        </w:numPr>
        <w:ind w:left="360"/>
      </w:pPr>
      <w:r w:rsidRPr="00D16CBB">
        <w:t>Dieser TypeScript-Code definiert eine Klasse `</w:t>
      </w:r>
      <w:r w:rsidRPr="00D16CBB">
        <w:rPr>
          <w:i/>
          <w:iCs/>
        </w:rPr>
        <w:t>Player</w:t>
      </w:r>
      <w:r w:rsidRPr="00D16CBB">
        <w:t>`, die von</w:t>
      </w:r>
      <w:r w:rsidR="00957C1C">
        <w:t xml:space="preserve"> der Basisklasse</w:t>
      </w:r>
      <w:r w:rsidRPr="00D16CBB">
        <w:t xml:space="preserve"> `</w:t>
      </w:r>
      <w:r w:rsidRPr="00D16CBB">
        <w:rPr>
          <w:i/>
          <w:iCs/>
        </w:rPr>
        <w:t>Actor</w:t>
      </w:r>
      <w:r w:rsidRPr="00D16CBB">
        <w:t>` erbt. Der Konstruktor erstellt den `</w:t>
      </w:r>
      <w:r w:rsidRPr="00811F43">
        <w:rPr>
          <w:i/>
        </w:rPr>
        <w:t>Player</w:t>
      </w:r>
      <w:r w:rsidRPr="00D16CBB">
        <w:t xml:space="preserve">`-Actor an der Position </w:t>
      </w:r>
      <w:r w:rsidRPr="00811F43">
        <w:rPr>
          <w:i/>
        </w:rPr>
        <w:t>`(150, 150)`</w:t>
      </w:r>
      <w:r w:rsidRPr="00D16CBB">
        <w:t xml:space="preserve"> mit einer Breite und Höhe von </w:t>
      </w:r>
      <w:r w:rsidRPr="00811F43">
        <w:rPr>
          <w:i/>
        </w:rPr>
        <w:t>`100x100`</w:t>
      </w:r>
      <w:r w:rsidRPr="00D16CBB">
        <w:t xml:space="preserve"> Pixeln.</w:t>
      </w:r>
      <w:r>
        <w:t xml:space="preserve"> </w:t>
      </w:r>
      <w:r w:rsidRPr="00811F43">
        <w:rPr>
          <w:i/>
        </w:rPr>
        <w:t>`super({...})`</w:t>
      </w:r>
      <w:r w:rsidRPr="00D16CBB">
        <w:t xml:space="preserve"> ruft den Konstruktor der </w:t>
      </w:r>
      <w:r w:rsidRPr="00811F43">
        <w:rPr>
          <w:i/>
        </w:rPr>
        <w:t>`Actor`</w:t>
      </w:r>
      <w:r w:rsidRPr="00D16CBB">
        <w:t>-Klasse auf und übergibt die Positions- und Größeninformationen.</w:t>
      </w:r>
      <w:r>
        <w:t xml:space="preserve"> Die </w:t>
      </w:r>
      <w:r w:rsidRPr="00811F43">
        <w:rPr>
          <w:i/>
        </w:rPr>
        <w:t>onInitiali</w:t>
      </w:r>
      <w:r w:rsidRPr="00811F43">
        <w:rPr>
          <w:iCs/>
        </w:rPr>
        <w:t>z</w:t>
      </w:r>
      <w:r w:rsidRPr="00811F43">
        <w:rPr>
          <w:i/>
        </w:rPr>
        <w:t>e</w:t>
      </w:r>
      <w:r w:rsidR="00811F43" w:rsidRPr="00811F43">
        <w:rPr>
          <w:i/>
        </w:rPr>
        <w:t>()</w:t>
      </w:r>
      <w:r w:rsidRPr="00811F43">
        <w:rPr>
          <w:i/>
        </w:rPr>
        <w:t>-</w:t>
      </w:r>
      <w:r w:rsidRPr="00D16CBB">
        <w:t>Method</w:t>
      </w:r>
      <w:r>
        <w:t xml:space="preserve">e </w:t>
      </w:r>
      <w:r w:rsidRPr="00D16CBB">
        <w:t>wird aufgerufen, sobald der Actor zum Spiel hinzugefügt wird.</w:t>
      </w:r>
      <w:r>
        <w:t xml:space="preserve"> </w:t>
      </w:r>
      <w:r w:rsidRPr="00D16CBB">
        <w:t xml:space="preserve">In dieser Methode wird das Sprite </w:t>
      </w:r>
      <w:r w:rsidR="00811F43">
        <w:t xml:space="preserve">mittels </w:t>
      </w:r>
      <w:r w:rsidR="00957C1C">
        <w:t xml:space="preserve">der Methode </w:t>
      </w:r>
      <w:r w:rsidRPr="00811F43">
        <w:rPr>
          <w:i/>
          <w:iCs/>
        </w:rPr>
        <w:t>`Resources.Mmonster.toSprite()</w:t>
      </w:r>
      <w:r>
        <w:t xml:space="preserve"> </w:t>
      </w:r>
      <w:r w:rsidRPr="00D16CBB">
        <w:t>zum Actor hinzugefügt. Damit wird die Grafik dem Actor zugewiesen, sodass der `</w:t>
      </w:r>
      <w:r w:rsidRPr="00811F43">
        <w:rPr>
          <w:i/>
          <w:iCs/>
        </w:rPr>
        <w:t>Player</w:t>
      </w:r>
      <w:r w:rsidRPr="00D16CBB">
        <w:t>` das `</w:t>
      </w:r>
      <w:r w:rsidRPr="00811F43">
        <w:rPr>
          <w:i/>
          <w:iCs/>
        </w:rPr>
        <w:t>monster.png</w:t>
      </w:r>
      <w:r w:rsidRPr="00D16CBB">
        <w:t>`</w:t>
      </w:r>
      <w:r w:rsidR="00811F43">
        <w:t>-</w:t>
      </w:r>
      <w:r w:rsidRPr="00D16CBB">
        <w:t>Sprite anzeigt.</w:t>
      </w:r>
    </w:p>
    <w:p w14:paraId="53CBA810" w14:textId="5C399A63" w:rsidR="00D16CBB" w:rsidRPr="00D16CBB" w:rsidRDefault="00D16CBB" w:rsidP="00D16CBB">
      <w:pPr>
        <w:pStyle w:val="SuSAufzaehlungnummeriert"/>
        <w:rPr>
          <w:i/>
          <w:iCs/>
        </w:rPr>
      </w:pPr>
      <w:r>
        <w:rPr>
          <w:i/>
          <w:iCs/>
        </w:rPr>
        <w:t xml:space="preserve">Die Game-Klasse: </w:t>
      </w:r>
      <w:r>
        <w:t>Diese hat jetzt folgenden Aufbau:</w:t>
      </w:r>
    </w:p>
    <w:p w14:paraId="786B3487" w14:textId="77777777" w:rsidR="00D16CBB" w:rsidRPr="00811F43" w:rsidRDefault="00D16CBB" w:rsidP="00D16CBB">
      <w:pPr>
        <w:pStyle w:val="SuSQuellcode"/>
        <w:rPr>
          <w:lang w:eastAsia="en-GB"/>
        </w:rPr>
      </w:pPr>
      <w:r w:rsidRPr="00811F43">
        <w:rPr>
          <w:lang w:eastAsia="en-GB"/>
        </w:rPr>
        <w:t>import { Engine } from "excalibur";</w:t>
      </w:r>
    </w:p>
    <w:p w14:paraId="43CB26E3" w14:textId="77777777" w:rsidR="00D16CBB" w:rsidRPr="00811F43" w:rsidRDefault="00D16CBB" w:rsidP="00D16CBB">
      <w:pPr>
        <w:pStyle w:val="SuSQuellcode"/>
        <w:rPr>
          <w:lang w:eastAsia="en-GB"/>
        </w:rPr>
      </w:pPr>
      <w:r w:rsidRPr="00811F43">
        <w:rPr>
          <w:lang w:eastAsia="en-GB"/>
        </w:rPr>
        <w:t>import { Player } from "./player";</w:t>
      </w:r>
    </w:p>
    <w:p w14:paraId="0173A910" w14:textId="7D1FC7DA" w:rsidR="00D16CBB" w:rsidRPr="00811F43" w:rsidRDefault="00D16CBB" w:rsidP="002611F3">
      <w:pPr>
        <w:pStyle w:val="SuSQuellcode"/>
        <w:rPr>
          <w:lang w:eastAsia="en-GB"/>
        </w:rPr>
      </w:pPr>
      <w:r w:rsidRPr="00811F43">
        <w:rPr>
          <w:lang w:eastAsia="en-GB"/>
        </w:rPr>
        <w:t>import { loader } from "./resources";</w:t>
      </w:r>
    </w:p>
    <w:p w14:paraId="4D296E67" w14:textId="77777777" w:rsidR="00D16CBB" w:rsidRPr="00811F43" w:rsidRDefault="00D16CBB" w:rsidP="00D16CBB">
      <w:pPr>
        <w:pStyle w:val="SuSQuellcode"/>
        <w:rPr>
          <w:lang w:eastAsia="en-GB"/>
        </w:rPr>
      </w:pPr>
      <w:r w:rsidRPr="00811F43">
        <w:rPr>
          <w:lang w:eastAsia="en-GB"/>
        </w:rPr>
        <w:t>class Game extends Engine {</w:t>
      </w:r>
    </w:p>
    <w:p w14:paraId="497D49F9" w14:textId="77777777" w:rsidR="00D16CBB" w:rsidRPr="00811F43" w:rsidRDefault="00D16CBB" w:rsidP="00D16CBB">
      <w:pPr>
        <w:pStyle w:val="SuSQuellcode"/>
        <w:rPr>
          <w:lang w:eastAsia="en-GB"/>
        </w:rPr>
      </w:pPr>
      <w:r w:rsidRPr="00811F43">
        <w:rPr>
          <w:lang w:eastAsia="en-GB"/>
        </w:rPr>
        <w:t>    constructor() {</w:t>
      </w:r>
    </w:p>
    <w:p w14:paraId="668BB19E" w14:textId="77777777" w:rsidR="00D16CBB" w:rsidRPr="00811F43" w:rsidRDefault="00D16CBB" w:rsidP="00D16CBB">
      <w:pPr>
        <w:pStyle w:val="SuSQuellcode"/>
        <w:rPr>
          <w:lang w:eastAsia="en-GB"/>
        </w:rPr>
      </w:pPr>
      <w:r w:rsidRPr="00811F43">
        <w:rPr>
          <w:lang w:eastAsia="en-GB"/>
        </w:rPr>
        <w:t>      super({width: 800, height: 600});</w:t>
      </w:r>
    </w:p>
    <w:p w14:paraId="1829E446" w14:textId="77777777" w:rsidR="00D16CBB" w:rsidRPr="00811F43" w:rsidRDefault="00D16CBB" w:rsidP="00D16CBB">
      <w:pPr>
        <w:pStyle w:val="SuSQuellcode"/>
        <w:rPr>
          <w:lang w:eastAsia="en-GB"/>
        </w:rPr>
      </w:pPr>
      <w:r w:rsidRPr="00811F43">
        <w:rPr>
          <w:lang w:eastAsia="en-GB"/>
        </w:rPr>
        <w:t>    }</w:t>
      </w:r>
    </w:p>
    <w:p w14:paraId="69BCBE5E" w14:textId="132E377E" w:rsidR="00D16CBB" w:rsidRPr="00811F43" w:rsidRDefault="00D16CBB" w:rsidP="002611F3">
      <w:pPr>
        <w:pStyle w:val="SuSQuellcode"/>
        <w:rPr>
          <w:lang w:eastAsia="en-GB"/>
        </w:rPr>
      </w:pPr>
      <w:r w:rsidRPr="00811F43">
        <w:rPr>
          <w:lang w:eastAsia="en-GB"/>
        </w:rPr>
        <w:t>    initialize() {</w:t>
      </w:r>
    </w:p>
    <w:p w14:paraId="08E01430" w14:textId="77777777" w:rsidR="00D16CBB" w:rsidRPr="00811F43" w:rsidRDefault="00D16CBB" w:rsidP="00D16CBB">
      <w:pPr>
        <w:pStyle w:val="SuSQuellcode"/>
        <w:rPr>
          <w:lang w:eastAsia="en-GB"/>
        </w:rPr>
      </w:pPr>
      <w:r w:rsidRPr="00811F43">
        <w:rPr>
          <w:lang w:eastAsia="en-GB"/>
        </w:rPr>
        <w:t>      const player = new Player();</w:t>
      </w:r>
    </w:p>
    <w:p w14:paraId="17732877" w14:textId="77777777" w:rsidR="00D16CBB" w:rsidRPr="00811F43" w:rsidRDefault="00D16CBB" w:rsidP="00D16CBB">
      <w:pPr>
        <w:pStyle w:val="SuSQuellcode"/>
        <w:rPr>
          <w:lang w:eastAsia="en-GB"/>
        </w:rPr>
      </w:pPr>
      <w:r w:rsidRPr="00811F43">
        <w:rPr>
          <w:lang w:eastAsia="en-GB"/>
        </w:rPr>
        <w:t>      this.add(player);</w:t>
      </w:r>
    </w:p>
    <w:p w14:paraId="37E42B75" w14:textId="77777777" w:rsidR="00D16CBB" w:rsidRPr="00811F43" w:rsidRDefault="00D16CBB" w:rsidP="00D16CBB">
      <w:pPr>
        <w:pStyle w:val="SuSQuellcode"/>
        <w:rPr>
          <w:lang w:eastAsia="en-GB"/>
        </w:rPr>
      </w:pPr>
      <w:r w:rsidRPr="00811F43">
        <w:rPr>
          <w:lang w:eastAsia="en-GB"/>
        </w:rPr>
        <w:t>      this.start(loader);</w:t>
      </w:r>
    </w:p>
    <w:p w14:paraId="4763F342" w14:textId="77777777" w:rsidR="00D16CBB" w:rsidRPr="00811F43" w:rsidRDefault="00D16CBB" w:rsidP="00D16CBB">
      <w:pPr>
        <w:pStyle w:val="SuSQuellcode"/>
        <w:rPr>
          <w:lang w:eastAsia="en-GB"/>
        </w:rPr>
      </w:pPr>
      <w:r w:rsidRPr="00811F43">
        <w:rPr>
          <w:lang w:eastAsia="en-GB"/>
        </w:rPr>
        <w:t>    }</w:t>
      </w:r>
    </w:p>
    <w:p w14:paraId="6077F6F4" w14:textId="77777777" w:rsidR="00D16CBB" w:rsidRPr="00811F43" w:rsidRDefault="00D16CBB" w:rsidP="00D16CBB">
      <w:pPr>
        <w:pStyle w:val="SuSQuellcode"/>
        <w:rPr>
          <w:lang w:eastAsia="en-GB"/>
        </w:rPr>
      </w:pPr>
      <w:r w:rsidRPr="00811F43">
        <w:rPr>
          <w:lang w:eastAsia="en-GB"/>
        </w:rPr>
        <w:t>  }</w:t>
      </w:r>
    </w:p>
    <w:p w14:paraId="7549CF85" w14:textId="77777777" w:rsidR="00D16CBB" w:rsidRPr="00811F43" w:rsidRDefault="00D16CBB" w:rsidP="00D16CBB">
      <w:pPr>
        <w:pStyle w:val="SuSQuellcode"/>
        <w:rPr>
          <w:lang w:eastAsia="en-GB"/>
        </w:rPr>
      </w:pPr>
      <w:r w:rsidRPr="00811F43">
        <w:rPr>
          <w:lang w:eastAsia="en-GB"/>
        </w:rPr>
        <w:lastRenderedPageBreak/>
        <w:t xml:space="preserve">  </w:t>
      </w:r>
    </w:p>
    <w:p w14:paraId="2BAB1C33" w14:textId="77777777" w:rsidR="00D16CBB" w:rsidRPr="00811F43" w:rsidRDefault="00D16CBB" w:rsidP="00D16CBB">
      <w:pPr>
        <w:pStyle w:val="SuSQuellcode"/>
        <w:rPr>
          <w:lang w:eastAsia="en-GB"/>
        </w:rPr>
      </w:pPr>
      <w:r w:rsidRPr="00811F43">
        <w:rPr>
          <w:lang w:eastAsia="en-GB"/>
        </w:rPr>
        <w:t>  export const game = new Game();</w:t>
      </w:r>
    </w:p>
    <w:p w14:paraId="6AE8B66A" w14:textId="1360F69F" w:rsidR="00D16CBB" w:rsidRPr="004E4763" w:rsidRDefault="00D16CBB" w:rsidP="00D16CBB">
      <w:pPr>
        <w:pStyle w:val="SuSQuellcode"/>
        <w:rPr>
          <w:lang w:val="de-DE" w:eastAsia="en-GB"/>
        </w:rPr>
      </w:pPr>
      <w:r w:rsidRPr="00811F43">
        <w:rPr>
          <w:lang w:eastAsia="en-GB"/>
        </w:rPr>
        <w:t xml:space="preserve">  </w:t>
      </w:r>
      <w:r w:rsidRPr="004E4763">
        <w:rPr>
          <w:lang w:val="de-DE" w:eastAsia="en-GB"/>
        </w:rPr>
        <w:t>game.initialize();</w:t>
      </w:r>
    </w:p>
    <w:p w14:paraId="4730AF12" w14:textId="7EBDF254" w:rsidR="00D16CBB" w:rsidRDefault="00D16CBB" w:rsidP="00D16CBB">
      <w:pPr>
        <w:pStyle w:val="SuSAufzaehlunggegliedert"/>
        <w:numPr>
          <w:ilvl w:val="0"/>
          <w:numId w:val="0"/>
        </w:numPr>
        <w:ind w:left="360"/>
        <w:rPr>
          <w:lang w:eastAsia="en-GB"/>
        </w:rPr>
      </w:pPr>
      <w:r>
        <w:rPr>
          <w:lang w:eastAsia="en-GB"/>
        </w:rPr>
        <w:t xml:space="preserve">Dieser TypeScript-Code erstellt eine einfache Spielstruktur, indem er die Spiel-Engine, einen </w:t>
      </w:r>
      <w:r w:rsidRPr="00811F43">
        <w:rPr>
          <w:i/>
          <w:lang w:eastAsia="en-GB"/>
        </w:rPr>
        <w:t>Player</w:t>
      </w:r>
      <w:r>
        <w:rPr>
          <w:lang w:eastAsia="en-GB"/>
        </w:rPr>
        <w:t xml:space="preserve">-Actor und einen </w:t>
      </w:r>
      <w:r w:rsidRPr="00811F43">
        <w:rPr>
          <w:i/>
          <w:lang w:eastAsia="en-GB"/>
        </w:rPr>
        <w:t>Ressourcen-Loader</w:t>
      </w:r>
      <w:r>
        <w:rPr>
          <w:lang w:eastAsia="en-GB"/>
        </w:rPr>
        <w:t xml:space="preserve"> verwendet. Der Konstruktor ruft den `</w:t>
      </w:r>
      <w:r w:rsidRPr="00811F43">
        <w:rPr>
          <w:i/>
          <w:lang w:eastAsia="en-GB"/>
        </w:rPr>
        <w:t>Engine</w:t>
      </w:r>
      <w:r>
        <w:rPr>
          <w:lang w:eastAsia="en-GB"/>
        </w:rPr>
        <w:t>`-Konstruktor auf (`</w:t>
      </w:r>
      <w:r w:rsidRPr="00811F43">
        <w:rPr>
          <w:i/>
          <w:lang w:eastAsia="en-GB"/>
        </w:rPr>
        <w:t>super</w:t>
      </w:r>
      <w:r>
        <w:rPr>
          <w:lang w:eastAsia="en-GB"/>
        </w:rPr>
        <w:t xml:space="preserve">`) und legt die Größe des Spielfensters auf 800x600 Pixel fest. Die Methode </w:t>
      </w:r>
      <w:r w:rsidRPr="00811F43">
        <w:rPr>
          <w:i/>
          <w:iCs/>
          <w:lang w:eastAsia="en-GB"/>
        </w:rPr>
        <w:t>`initialize</w:t>
      </w:r>
      <w:r w:rsidR="00811F43" w:rsidRPr="00811F43">
        <w:rPr>
          <w:i/>
          <w:iCs/>
          <w:lang w:eastAsia="en-GB"/>
        </w:rPr>
        <w:t>()</w:t>
      </w:r>
      <w:r w:rsidRPr="00811F43">
        <w:rPr>
          <w:i/>
          <w:iCs/>
          <w:lang w:eastAsia="en-GB"/>
        </w:rPr>
        <w:t>`</w:t>
      </w:r>
      <w:r w:rsidR="00811F43">
        <w:rPr>
          <w:lang w:eastAsia="en-GB"/>
        </w:rPr>
        <w:t xml:space="preserve"> </w:t>
      </w:r>
      <w:r>
        <w:rPr>
          <w:lang w:eastAsia="en-GB"/>
        </w:rPr>
        <w:t>erstellt eine neue Instanz der `</w:t>
      </w:r>
      <w:r w:rsidRPr="00811F43">
        <w:rPr>
          <w:i/>
          <w:iCs/>
          <w:lang w:eastAsia="en-GB"/>
        </w:rPr>
        <w:t>Player</w:t>
      </w:r>
      <w:r>
        <w:rPr>
          <w:lang w:eastAsia="en-GB"/>
        </w:rPr>
        <w:t>`-Klasse, also eine Spielerfigur. Dann wird der `</w:t>
      </w:r>
      <w:r w:rsidRPr="00811F43">
        <w:rPr>
          <w:i/>
          <w:lang w:eastAsia="en-GB"/>
        </w:rPr>
        <w:t>Player</w:t>
      </w:r>
      <w:r>
        <w:rPr>
          <w:lang w:eastAsia="en-GB"/>
        </w:rPr>
        <w:t xml:space="preserve">` zum Spiel hinzugefügt </w:t>
      </w:r>
      <w:r w:rsidRPr="00811F43">
        <w:rPr>
          <w:i/>
          <w:lang w:eastAsia="en-GB"/>
        </w:rPr>
        <w:t>(`this.add(player)`</w:t>
      </w:r>
      <w:r>
        <w:rPr>
          <w:lang w:eastAsia="en-GB"/>
        </w:rPr>
        <w:t xml:space="preserve">), wodurch er als Spielobjekt in die Spielszene integriert wird. Schließlich wird </w:t>
      </w:r>
      <w:r w:rsidRPr="00811F43">
        <w:rPr>
          <w:i/>
          <w:iCs/>
          <w:lang w:eastAsia="en-GB"/>
        </w:rPr>
        <w:t>`this.start(loader)`</w:t>
      </w:r>
      <w:r>
        <w:rPr>
          <w:lang w:eastAsia="en-GB"/>
        </w:rPr>
        <w:t xml:space="preserve"> aufgerufen, um das Spiel zu starten und alle notwendigen Ressourcen (definiert im </w:t>
      </w:r>
      <w:r w:rsidRPr="00811F43">
        <w:rPr>
          <w:i/>
          <w:iCs/>
          <w:lang w:eastAsia="en-GB"/>
        </w:rPr>
        <w:t>`loader`)</w:t>
      </w:r>
      <w:r>
        <w:rPr>
          <w:lang w:eastAsia="en-GB"/>
        </w:rPr>
        <w:t xml:space="preserve"> zu laden. Eine Instanz des Spiels wird als </w:t>
      </w:r>
      <w:r w:rsidRPr="00811F43">
        <w:rPr>
          <w:i/>
          <w:iCs/>
          <w:lang w:eastAsia="en-GB"/>
        </w:rPr>
        <w:t>`game`</w:t>
      </w:r>
      <w:r>
        <w:rPr>
          <w:lang w:eastAsia="en-GB"/>
        </w:rPr>
        <w:t xml:space="preserve"> exportiert</w:t>
      </w:r>
      <w:r w:rsidRPr="00811F43">
        <w:rPr>
          <w:i/>
          <w:iCs/>
          <w:lang w:eastAsia="en-GB"/>
        </w:rPr>
        <w:t>.`game.initialize()`</w:t>
      </w:r>
      <w:r>
        <w:rPr>
          <w:lang w:eastAsia="en-GB"/>
        </w:rPr>
        <w:t xml:space="preserve"> wird aufgerufen, um das Spiel zu initialisieren und den Player hinzuzufügen sowie das Spiel zu starten.</w:t>
      </w:r>
    </w:p>
    <w:p w14:paraId="48B145B2" w14:textId="77777777" w:rsidR="00D16CBB" w:rsidRDefault="00D16CBB" w:rsidP="00D16CBB">
      <w:pPr>
        <w:pStyle w:val="SuSAufzaehlunggegliedert"/>
        <w:numPr>
          <w:ilvl w:val="0"/>
          <w:numId w:val="0"/>
        </w:numPr>
        <w:rPr>
          <w:lang w:eastAsia="en-GB"/>
        </w:rPr>
      </w:pPr>
    </w:p>
    <w:p w14:paraId="3019CAC5" w14:textId="3617BF7A" w:rsidR="000A1336" w:rsidRDefault="00D16CBB" w:rsidP="00811F43">
      <w:pPr>
        <w:pStyle w:val="SuSMengentext"/>
      </w:pPr>
      <w:r w:rsidRPr="00D16CBB">
        <w:rPr>
          <w:lang w:eastAsia="en-GB"/>
        </w:rPr>
        <w:t>Im B</w:t>
      </w:r>
      <w:r w:rsidR="00796C30" w:rsidRPr="00D16CBB">
        <w:t xml:space="preserve">eispiel </w:t>
      </w:r>
      <w:r w:rsidRPr="00D16CBB">
        <w:t>wurde</w:t>
      </w:r>
      <w:r w:rsidR="00796C30" w:rsidRPr="00D16CBB">
        <w:t xml:space="preserve"> ein </w:t>
      </w:r>
      <w:r w:rsidR="00796C30" w:rsidRPr="002611F3">
        <w:rPr>
          <w:i/>
          <w:iCs/>
        </w:rPr>
        <w:t>Sprite</w:t>
      </w:r>
      <w:r w:rsidR="00796C30" w:rsidRPr="00D16CBB">
        <w:t xml:space="preserve"> aus einem Bild erstellt und einem </w:t>
      </w:r>
      <w:r w:rsidR="00796C30" w:rsidRPr="002611F3">
        <w:rPr>
          <w:i/>
          <w:iCs/>
        </w:rPr>
        <w:t>Actor</w:t>
      </w:r>
      <w:r w:rsidR="00796C30" w:rsidRPr="00D16CBB">
        <w:t xml:space="preserve"> zugewiesen. Dieser </w:t>
      </w:r>
      <w:r w:rsidR="00796C30" w:rsidRPr="002611F3">
        <w:rPr>
          <w:i/>
          <w:iCs/>
        </w:rPr>
        <w:t>Actor</w:t>
      </w:r>
      <w:r w:rsidR="00796C30" w:rsidRPr="00D16CBB">
        <w:t xml:space="preserve"> wird dann in die Szene eingefügt und im Spiel gerendert</w:t>
      </w:r>
      <w:r w:rsidR="004D796A">
        <w:t xml:space="preserve">. Durch die Arbeit mit dem </w:t>
      </w:r>
      <w:r w:rsidR="004D796A" w:rsidRPr="00811F43">
        <w:rPr>
          <w:i/>
        </w:rPr>
        <w:t>Loader</w:t>
      </w:r>
      <w:r w:rsidR="004D796A">
        <w:t xml:space="preserve"> wird ein entsprechendes Startbild angezeigt, bis der Startvorgang fertig ist (</w:t>
      </w:r>
      <w:r w:rsidR="004D796A" w:rsidRPr="004D796A">
        <w:rPr>
          <w:i/>
          <w:color w:val="FF0000"/>
        </w:rPr>
        <w:t>Abbildung 4</w:t>
      </w:r>
      <w:r w:rsidR="004D796A">
        <w:t>).</w:t>
      </w:r>
    </w:p>
    <w:p w14:paraId="1AFBC507" w14:textId="77777777" w:rsidR="004E4763" w:rsidRDefault="004E4763" w:rsidP="00811F43">
      <w:pPr>
        <w:pStyle w:val="SuSMengentext"/>
      </w:pPr>
    </w:p>
    <w:p w14:paraId="0520D931" w14:textId="0028858C" w:rsidR="004E4763" w:rsidRDefault="004E4763" w:rsidP="004E4763">
      <w:pPr>
        <w:pStyle w:val="SuSBilddateiname"/>
      </w:pPr>
      <w:r>
        <w:t>Abbildung_4.png</w:t>
      </w:r>
    </w:p>
    <w:p w14:paraId="3B92D343" w14:textId="190BBCD4" w:rsidR="004E4763" w:rsidRPr="00D16CBB" w:rsidRDefault="004E4763" w:rsidP="004E4763">
      <w:pPr>
        <w:pStyle w:val="SuSBildTabellenunterschrift"/>
      </w:pPr>
      <w:r>
        <w:t>Abbildung 4: Darstellung eines Sprites, z.B. in einem Actor als Spielfigur.</w:t>
      </w:r>
    </w:p>
    <w:p w14:paraId="437338B3" w14:textId="13ED0923" w:rsidR="000A1336" w:rsidRDefault="000A1336" w:rsidP="000A1336">
      <w:pPr>
        <w:pStyle w:val="SuSAbsatzheadline"/>
      </w:pPr>
      <w:r w:rsidRPr="000A1336">
        <w:t>Spritesheets</w:t>
      </w:r>
    </w:p>
    <w:p w14:paraId="2EACB55C" w14:textId="77777777" w:rsidR="00811F43" w:rsidRDefault="00811F43" w:rsidP="00811F43">
      <w:pPr>
        <w:pStyle w:val="SuSMengentext"/>
      </w:pPr>
      <w:r>
        <w:t xml:space="preserve">Ein </w:t>
      </w:r>
      <w:r w:rsidRPr="00811F43">
        <w:rPr>
          <w:i/>
          <w:iCs/>
        </w:rPr>
        <w:t>Spritesheet</w:t>
      </w:r>
      <w:r>
        <w:t xml:space="preserve"> ist eine Bilddatei, die mehrere Einzelgrafiken (Sprites) in einem Raster oder einer Matrix zusammenfasst. Diese Technik wird häufig in Spielen verwendet, um Speicher und Ladezeiten zu optimieren, da mehrere Animationen oder Grafiken in einer einzigen Datei zusammengefasst werden, anstatt viele einzelne Bilddateien zu laden. Ein Spritesheet besteht aus:</w:t>
      </w:r>
    </w:p>
    <w:p w14:paraId="3190AE7A" w14:textId="77777777" w:rsidR="00811F43" w:rsidRDefault="00811F43" w:rsidP="00811F43">
      <w:pPr>
        <w:pStyle w:val="SuSAufzaehlunggegliedert"/>
      </w:pPr>
      <w:r w:rsidRPr="00811F43">
        <w:rPr>
          <w:i/>
          <w:iCs/>
        </w:rPr>
        <w:t>Mehreren Sprites:</w:t>
      </w:r>
      <w:r>
        <w:t xml:space="preserve"> Jedes Sprite stellt eine einzelne Grafik oder eine Animation eines Charakters, Objekts oder Effekts dar.</w:t>
      </w:r>
    </w:p>
    <w:p w14:paraId="2E32025F" w14:textId="77777777" w:rsidR="00811F43" w:rsidRDefault="00811F43" w:rsidP="00811F43">
      <w:pPr>
        <w:pStyle w:val="SuSAufzaehlunggegliedert"/>
      </w:pPr>
      <w:r w:rsidRPr="00811F43">
        <w:rPr>
          <w:i/>
          <w:iCs/>
        </w:rPr>
        <w:t>Rasterstruktur:</w:t>
      </w:r>
      <w:r>
        <w:t xml:space="preserve"> Die Sprites sind in gleichmäßigen Abständen in Zeilen und Spalten angeordnet.</w:t>
      </w:r>
    </w:p>
    <w:p w14:paraId="059CF9B6" w14:textId="29176CD1" w:rsidR="00811F43" w:rsidRDefault="00811F43" w:rsidP="00811F43">
      <w:pPr>
        <w:pStyle w:val="SuSAufzaehlunggegliedert"/>
      </w:pPr>
      <w:r w:rsidRPr="00811F43">
        <w:rPr>
          <w:i/>
          <w:iCs/>
        </w:rPr>
        <w:t>Einheitliche Größe:</w:t>
      </w:r>
      <w:r>
        <w:t xml:space="preserve"> Jedes Sprite hat oft die gleiche Breite und Höhe, damit es leicht zu extrahieren und verwenden ist.</w:t>
      </w:r>
    </w:p>
    <w:p w14:paraId="1E4C69A9" w14:textId="4B497A30" w:rsidR="00811F43" w:rsidRDefault="00811F43" w:rsidP="004E4763">
      <w:pPr>
        <w:pStyle w:val="SuSMengentext"/>
      </w:pPr>
      <w:r w:rsidRPr="00811F43">
        <w:rPr>
          <w:i/>
          <w:iCs/>
        </w:rPr>
        <w:t>Spritesheets</w:t>
      </w:r>
      <w:r>
        <w:t xml:space="preserve"> werden oft für Animationen verwendet. Zum Beispiel könnte jedes Sprite eine Phase einer Animation darstellen, wie z.B. die verschiedenen Frames eines laufenden Charakters. Anstatt jede</w:t>
      </w:r>
      <w:r w:rsidR="002611F3">
        <w:t>s</w:t>
      </w:r>
      <w:r>
        <w:t xml:space="preserve"> Frame einzeln zu speichern und zu laden, wird eine Sequenz von Frames als Teil eines Spritesheets geladen und dann in einer bestimmten Reihenfolge gerendert, um eine flüssige Animation zu erzeugen.</w:t>
      </w:r>
      <w:r w:rsidR="004E4763">
        <w:t xml:space="preserve"> </w:t>
      </w:r>
      <w:r w:rsidR="007E5E7C">
        <w:t xml:space="preserve">Kommen wir zu einem Beispiel: </w:t>
      </w:r>
      <w:r w:rsidR="004E4763">
        <w:t xml:space="preserve">Ein </w:t>
      </w:r>
      <w:r w:rsidR="004E4763" w:rsidRPr="004E4763">
        <w:t>Spritesheet</w:t>
      </w:r>
      <w:r w:rsidR="004E4763">
        <w:t xml:space="preserve"> für ein Kartenspiel könnte die einzelnen Karten in Zeilen und Spalten anordnen (</w:t>
      </w:r>
      <w:r w:rsidR="004E4763" w:rsidRPr="004E4763">
        <w:rPr>
          <w:i/>
          <w:color w:val="FF0000"/>
        </w:rPr>
        <w:t>Abbildung 5</w:t>
      </w:r>
      <w:r w:rsidR="004E4763">
        <w:t>).</w:t>
      </w:r>
    </w:p>
    <w:p w14:paraId="17263D76" w14:textId="77777777" w:rsidR="004E4763" w:rsidRPr="007E5E7C" w:rsidRDefault="004E4763" w:rsidP="004E4763">
      <w:pPr>
        <w:pStyle w:val="SuSMengentext"/>
      </w:pPr>
    </w:p>
    <w:p w14:paraId="1FC5D041" w14:textId="6242E633" w:rsidR="004E4763" w:rsidRDefault="004E4763" w:rsidP="004E4763">
      <w:pPr>
        <w:pStyle w:val="SuSBilddateiname"/>
      </w:pPr>
      <w:r>
        <w:t>Abbildung_</w:t>
      </w:r>
      <w:r>
        <w:t>5</w:t>
      </w:r>
      <w:r>
        <w:t>.png</w:t>
      </w:r>
    </w:p>
    <w:p w14:paraId="02D313D3" w14:textId="28CCC9EA" w:rsidR="004E4763" w:rsidRPr="00D16CBB" w:rsidRDefault="004E4763" w:rsidP="004E4763">
      <w:pPr>
        <w:pStyle w:val="SuSBildTabellenunterschrift"/>
      </w:pPr>
      <w:r>
        <w:t xml:space="preserve">Abbildung </w:t>
      </w:r>
      <w:r>
        <w:t>5</w:t>
      </w:r>
      <w:r>
        <w:t xml:space="preserve">: </w:t>
      </w:r>
      <w:r>
        <w:t xml:space="preserve">Ein </w:t>
      </w:r>
      <w:r>
        <w:t>Spritesheets</w:t>
      </w:r>
      <w:r>
        <w:t xml:space="preserve"> enthält mehrere Einzelgrafiken in Form eines Rasters. </w:t>
      </w:r>
    </w:p>
    <w:p w14:paraId="2D8D671E" w14:textId="77777777" w:rsidR="004E4763" w:rsidRDefault="004E4763" w:rsidP="00811F43">
      <w:pPr>
        <w:pStyle w:val="SuSMengentext"/>
        <w:rPr>
          <w:color w:val="4F81BD" w:themeColor="accent1"/>
        </w:rPr>
      </w:pPr>
    </w:p>
    <w:p w14:paraId="5752B1F9" w14:textId="2E8120C2" w:rsidR="008B65BC" w:rsidRDefault="004E4763" w:rsidP="008B65BC">
      <w:pPr>
        <w:pStyle w:val="SuSMengentext"/>
      </w:pPr>
      <w:r w:rsidRPr="004E4763">
        <w:t>Wir</w:t>
      </w:r>
      <w:r w:rsidR="00494F0D">
        <w:t>d</w:t>
      </w:r>
      <w:r w:rsidRPr="004E4763">
        <w:t xml:space="preserve"> ein </w:t>
      </w:r>
      <w:r w:rsidRPr="004E4763">
        <w:t xml:space="preserve">Spritesheet </w:t>
      </w:r>
      <w:r w:rsidRPr="004E4763">
        <w:t xml:space="preserve">für eine Animation genutzt, so ist jedes Frame in der Animation ein Teilbild. </w:t>
      </w:r>
      <w:r w:rsidR="008B65BC" w:rsidRPr="008B65BC">
        <w:t xml:space="preserve">Vorteile des </w:t>
      </w:r>
      <w:r w:rsidR="002611F3">
        <w:t xml:space="preserve">Einsatzes von </w:t>
      </w:r>
      <w:r w:rsidR="000A1336" w:rsidRPr="002611F3">
        <w:rPr>
          <w:i/>
          <w:iCs/>
        </w:rPr>
        <w:t>Spritesheets</w:t>
      </w:r>
      <w:r w:rsidR="008B65BC" w:rsidRPr="008B65BC">
        <w:t xml:space="preserve"> sind: </w:t>
      </w:r>
    </w:p>
    <w:p w14:paraId="71ABF329" w14:textId="77777777" w:rsidR="008B65BC" w:rsidRDefault="000A1336" w:rsidP="008B65BC">
      <w:pPr>
        <w:pStyle w:val="SuSAufzaehlunggegliedert"/>
      </w:pPr>
      <w:r w:rsidRPr="008B65BC">
        <w:rPr>
          <w:i/>
          <w:iCs/>
        </w:rPr>
        <w:t>Performance-Optimierung</w:t>
      </w:r>
      <w:r w:rsidRPr="000A1336">
        <w:t>: Statt viele einzelne Bilddateien zu laden, wird ein Spritesheet verwendet, um mehrere Sprites in einer Datei zusammenzufassen. Dies reduziert die Anzahl der notwendigen Lade- und Renderoperationen, was zu einer verbesserten Leistung führt.</w:t>
      </w:r>
    </w:p>
    <w:p w14:paraId="0E4E1EC0" w14:textId="2755CF78" w:rsidR="008B65BC" w:rsidRDefault="000A1336" w:rsidP="008B65BC">
      <w:pPr>
        <w:pStyle w:val="SuSAufzaehlunggegliedert"/>
      </w:pPr>
      <w:r w:rsidRPr="008B65BC">
        <w:rPr>
          <w:i/>
          <w:iCs/>
        </w:rPr>
        <w:lastRenderedPageBreak/>
        <w:t>Einfachere Animationen</w:t>
      </w:r>
      <w:r w:rsidRPr="000A1336">
        <w:t>: Ein Spritesheet ermöglicht es, Animationen effizient zu verwalten, da die verschiedenen Animationsphasen (z.B. Laufen, Springen) in einer Datei gespeichert sind.</w:t>
      </w:r>
    </w:p>
    <w:p w14:paraId="1B78EFAA" w14:textId="6CBFECE9" w:rsidR="000A1336" w:rsidRPr="008B65BC" w:rsidRDefault="000A1336" w:rsidP="008B65BC">
      <w:pPr>
        <w:pStyle w:val="SuSAufzaehlunggegliedert"/>
      </w:pPr>
      <w:r w:rsidRPr="008B65BC">
        <w:rPr>
          <w:i/>
          <w:iCs/>
        </w:rPr>
        <w:t>Speicherplatz sparen</w:t>
      </w:r>
      <w:r w:rsidRPr="000A1336">
        <w:t>: Durch die Bündelung von Sprites in einer Datei kann der Speicherplatzbedarf im Vergleich zu mehreren einzelnen Bilddateien reduziert werden.</w:t>
      </w:r>
    </w:p>
    <w:p w14:paraId="3EDA2316" w14:textId="77777777" w:rsidR="007C6A5E" w:rsidRDefault="007C6A5E" w:rsidP="007C6A5E">
      <w:pPr>
        <w:pStyle w:val="SuSMengentext"/>
      </w:pPr>
    </w:p>
    <w:p w14:paraId="20F28902" w14:textId="137ECDBF" w:rsidR="007C6A5E" w:rsidRDefault="007C6A5E" w:rsidP="007C6A5E">
      <w:pPr>
        <w:pStyle w:val="SuSKastenheadline"/>
      </w:pPr>
      <w:r w:rsidRPr="007C6A5E">
        <w:t>Struktur eines Spritesheets</w:t>
      </w:r>
    </w:p>
    <w:p w14:paraId="66970F71" w14:textId="49CFAFCC" w:rsidR="007C6A5E" w:rsidRPr="003974AE" w:rsidRDefault="007C6A5E" w:rsidP="007C6A5E">
      <w:pPr>
        <w:pStyle w:val="SuSKastentext"/>
      </w:pPr>
      <w:r w:rsidRPr="003974AE">
        <w:t xml:space="preserve">Die Struktur eines Spritesheets hängt von der Art und Weise ab, wie das Spritesheet erstellt wurde. </w:t>
      </w:r>
      <w:r w:rsidRPr="003974AE">
        <w:t xml:space="preserve">Wie kann man die </w:t>
      </w:r>
      <w:r w:rsidRPr="003974AE">
        <w:t>Struktur eines Spritesheets bestimmen</w:t>
      </w:r>
      <w:r w:rsidRPr="003974AE">
        <w:t>? Es gibt folgende Optionen</w:t>
      </w:r>
      <w:r w:rsidRPr="003974AE">
        <w:t>:</w:t>
      </w:r>
    </w:p>
    <w:p w14:paraId="13000B95" w14:textId="64BE70C8" w:rsidR="003974AE" w:rsidRPr="003974AE" w:rsidRDefault="007C6A5E" w:rsidP="003974AE">
      <w:pPr>
        <w:pStyle w:val="SuSKastentextAufzaehlunggegliedert"/>
      </w:pPr>
      <w:r w:rsidRPr="003974AE">
        <w:rPr>
          <w:i/>
          <w:iCs/>
        </w:rPr>
        <w:t>Spritesheets</w:t>
      </w:r>
      <w:r w:rsidRPr="003974AE">
        <w:rPr>
          <w:i/>
          <w:iCs/>
        </w:rPr>
        <w:t xml:space="preserve"> von Dritten: </w:t>
      </w:r>
      <w:r w:rsidRPr="003974AE">
        <w:t>Spritesheets werden oft von Künstlern oder Tools erstellt</w:t>
      </w:r>
      <w:r w:rsidR="00AC0D11">
        <w:t>. N</w:t>
      </w:r>
      <w:r w:rsidRPr="003974AE">
        <w:t xml:space="preserve">ormalerweise gibt es Vorgaben oder Dokumentationen, die die Struktur des Spritesheets beschreiben. </w:t>
      </w:r>
    </w:p>
    <w:p w14:paraId="1EADF2FF" w14:textId="5301D8AF" w:rsidR="001635D3" w:rsidRPr="001635D3" w:rsidRDefault="007C6A5E" w:rsidP="001635D3">
      <w:pPr>
        <w:pStyle w:val="SuSKastentextAufzaehlunggegliedert"/>
      </w:pPr>
      <w:r w:rsidRPr="003974AE">
        <w:rPr>
          <w:i/>
          <w:iCs/>
        </w:rPr>
        <w:t>Anhand der Grafik selbst</w:t>
      </w:r>
      <w:r w:rsidR="003974AE" w:rsidRPr="003974AE">
        <w:t>: Man kann d</w:t>
      </w:r>
      <w:r w:rsidRPr="003974AE">
        <w:t xml:space="preserve">as Spritesheet öffnen (z B. in einem Bildbearbeitungsprogramm wie Photoshop, GIMP). Dort </w:t>
      </w:r>
      <w:r w:rsidR="003974AE" w:rsidRPr="003974AE">
        <w:t xml:space="preserve">kann man </w:t>
      </w:r>
      <w:r w:rsidRPr="003974AE">
        <w:t xml:space="preserve">die Abmessungen des </w:t>
      </w:r>
      <w:r w:rsidRPr="001635D3">
        <w:t>gesamten Bildes und jedes einzelnen Sprites ermitteln.</w:t>
      </w:r>
      <w:r w:rsidR="003974AE" w:rsidRPr="001635D3">
        <w:t xml:space="preserve"> Ein Beispiel: </w:t>
      </w:r>
      <w:r w:rsidRPr="001635D3">
        <w:t xml:space="preserve">Wenn das Spritesheet eine Größe von 256x256 Pixel hat und jedes Sprite 64x64 Pixel groß ist, </w:t>
      </w:r>
      <w:r w:rsidR="00AC0D11">
        <w:t>kann</w:t>
      </w:r>
      <w:r w:rsidRPr="001635D3">
        <w:t xml:space="preserve"> </w:t>
      </w:r>
      <w:r w:rsidR="003974AE" w:rsidRPr="001635D3">
        <w:t>man</w:t>
      </w:r>
      <w:r w:rsidRPr="001635D3">
        <w:t xml:space="preserve"> </w:t>
      </w:r>
      <w:r w:rsidR="00AC0D11">
        <w:t xml:space="preserve">daraus </w:t>
      </w:r>
      <w:r w:rsidRPr="001635D3">
        <w:t>schließen, dass es sich um ein 4x4-Raster handelt (16 Sprites</w:t>
      </w:r>
      <w:r w:rsidR="003974AE" w:rsidRPr="001635D3">
        <w:t xml:space="preserve"> gesamt</w:t>
      </w:r>
      <w:r w:rsidRPr="001635D3">
        <w:t>).</w:t>
      </w:r>
    </w:p>
    <w:p w14:paraId="59F6CC0D" w14:textId="0228743A" w:rsidR="007C6A5E" w:rsidRPr="001635D3" w:rsidRDefault="007C6A5E" w:rsidP="008C09F2">
      <w:pPr>
        <w:pStyle w:val="SuSKastentextAufzaehlunggegliedert"/>
      </w:pPr>
      <w:r w:rsidRPr="001635D3">
        <w:rPr>
          <w:i/>
        </w:rPr>
        <w:t>Tools zur Erstellung von Spritesheets</w:t>
      </w:r>
      <w:r w:rsidR="001635D3" w:rsidRPr="001635D3">
        <w:t xml:space="preserve">: </w:t>
      </w:r>
      <w:r w:rsidRPr="001635D3">
        <w:t>Es gibt verschiedene Tools, die Spritesheets automatisch erstellen</w:t>
      </w:r>
      <w:r w:rsidR="00AC0D11">
        <w:t>.</w:t>
      </w:r>
      <w:r w:rsidRPr="001635D3">
        <w:t xml:space="preserve"> Diese Tools erzeugen oft zusätzlich eine JSON oder XML*-Datei, die die Struktur des Spritesheets beschreibt, z.B. die Position, Größe und Reihenfolge der Sprites.</w:t>
      </w:r>
    </w:p>
    <w:p w14:paraId="1251035A" w14:textId="234656E0" w:rsidR="00F46446" w:rsidRPr="00F46446" w:rsidRDefault="001635D3" w:rsidP="001B5AB7">
      <w:pPr>
        <w:pStyle w:val="SuSKastenheadline"/>
      </w:pPr>
      <w:r>
        <w:t>./.</w:t>
      </w:r>
    </w:p>
    <w:p w14:paraId="2FE0AE30" w14:textId="32936DB2" w:rsidR="00C52A91" w:rsidRPr="00C52A91" w:rsidRDefault="000A1336" w:rsidP="00F33CCD">
      <w:pPr>
        <w:pStyle w:val="SuSAbsatzheadline"/>
      </w:pPr>
      <w:r w:rsidRPr="006D0BBF">
        <w:t>Text </w:t>
      </w:r>
    </w:p>
    <w:p w14:paraId="1277DA05" w14:textId="0FBBCEFF" w:rsidR="00E62E45" w:rsidRDefault="00080AB6" w:rsidP="00E62E45">
      <w:pPr>
        <w:pStyle w:val="SuSMengentext"/>
      </w:pPr>
      <w:r w:rsidRPr="00F33CCD">
        <w:t>In Excalibur.js wird die Textdarstellung</w:t>
      </w:r>
      <w:r w:rsidR="00F33CCD" w:rsidRPr="00F33CCD">
        <w:t xml:space="preserve"> primär</w:t>
      </w:r>
      <w:r w:rsidRPr="00F33CCD">
        <w:t xml:space="preserve"> über die Klasse `</w:t>
      </w:r>
      <w:r w:rsidRPr="00F33CCD">
        <w:rPr>
          <w:i/>
          <w:iCs/>
        </w:rPr>
        <w:t>Label</w:t>
      </w:r>
      <w:r w:rsidRPr="00F33CCD">
        <w:t xml:space="preserve">` realisiert, die speziell dafür ausgelegt ist, Text in die Spielszene einzufügen, zu formatieren und an beliebiger Stelle darzustellen. Labels bieten eine Vielzahl von Optionen, um Text in Spielen zu gestalten, von einfachen Statusanzeigen bis hin zu dynamischen </w:t>
      </w:r>
      <w:r w:rsidR="00F33CCD" w:rsidRPr="00F33CCD">
        <w:rPr>
          <w:i/>
          <w:iCs/>
        </w:rPr>
        <w:t>Heads-Up Display</w:t>
      </w:r>
      <w:r w:rsidRPr="00F33CCD">
        <w:rPr>
          <w:i/>
          <w:iCs/>
        </w:rPr>
        <w:t>-</w:t>
      </w:r>
      <w:r w:rsidR="00F33CCD" w:rsidRPr="00F33CCD">
        <w:rPr>
          <w:i/>
          <w:iCs/>
        </w:rPr>
        <w:t>(HUD)-</w:t>
      </w:r>
      <w:r w:rsidRPr="00F33CCD">
        <w:t>Elementen</w:t>
      </w:r>
      <w:r w:rsidR="00F33CCD" w:rsidRPr="00F33CCD">
        <w:t xml:space="preserve">. </w:t>
      </w:r>
      <w:r w:rsidRPr="00F33CCD">
        <w:t>Ein `</w:t>
      </w:r>
      <w:r w:rsidRPr="00F33CCD">
        <w:rPr>
          <w:i/>
          <w:iCs/>
        </w:rPr>
        <w:t>Label</w:t>
      </w:r>
      <w:r w:rsidRPr="00F33CCD">
        <w:t xml:space="preserve">` ist im Grunde ein </w:t>
      </w:r>
      <w:r w:rsidRPr="00F33CCD">
        <w:rPr>
          <w:i/>
          <w:iCs/>
        </w:rPr>
        <w:t>Actor</w:t>
      </w:r>
      <w:r w:rsidRPr="00F33CCD">
        <w:t>-ähnliches Objekt, das Text darstellt und in der Spielszene bewegt und transformiert werden kann. Sie können ein Label auf einfache Weise erstellen und ihm Eigenschaften wie Text, Position</w:t>
      </w:r>
      <w:r w:rsidR="00D7273C">
        <w:t xml:space="preserve">, </w:t>
      </w:r>
      <w:r w:rsidRPr="00F33CCD">
        <w:t>Farbe</w:t>
      </w:r>
      <w:r w:rsidR="00D7273C">
        <w:t xml:space="preserve"> und Schriftart</w:t>
      </w:r>
      <w:r w:rsidRPr="00F33CCD">
        <w:t xml:space="preserve"> zuweisen</w:t>
      </w:r>
      <w:r w:rsidR="00E62E45">
        <w:t>. Ein Beispiel in Form der Einblendung des Spielstandes (Score) in Form eines HUD (</w:t>
      </w:r>
      <w:r w:rsidR="00E62E45" w:rsidRPr="00E62E45">
        <w:rPr>
          <w:i/>
          <w:iCs/>
          <w:color w:val="FF0000"/>
        </w:rPr>
        <w:t>Abbildung 6</w:t>
      </w:r>
      <w:r w:rsidR="00E62E45">
        <w:t>)</w:t>
      </w:r>
      <w:r w:rsidR="00E27216">
        <w:t xml:space="preserve"> könnte wie folgt aussehen</w:t>
      </w:r>
      <w:r w:rsidR="00E62E45">
        <w:t>:</w:t>
      </w:r>
    </w:p>
    <w:p w14:paraId="1B8308B6" w14:textId="7A00E578" w:rsidR="00E62E45" w:rsidRPr="00E62E45" w:rsidRDefault="00E62E45" w:rsidP="00E62E45">
      <w:pPr>
        <w:pStyle w:val="SuSQuellcode"/>
      </w:pPr>
      <w:r w:rsidRPr="00E62E45">
        <w:t>import { Engine, Label, Color, Font, FontUnit } from 'excalibur';</w:t>
      </w:r>
    </w:p>
    <w:p w14:paraId="0CF1F59A" w14:textId="77777777" w:rsidR="00E62E45" w:rsidRPr="00E62E45" w:rsidRDefault="00E62E45" w:rsidP="00E62E45">
      <w:pPr>
        <w:pStyle w:val="SuSQuellcode"/>
        <w:rPr>
          <w:rStyle w:val="SuSQuellcodeKommentar"/>
        </w:rPr>
      </w:pPr>
      <w:r w:rsidRPr="00E62E45">
        <w:rPr>
          <w:rStyle w:val="SuSQuellcodeKommentar"/>
        </w:rPr>
        <w:t>// Erstelle das Spiel (Engine)</w:t>
      </w:r>
    </w:p>
    <w:p w14:paraId="3967D35C" w14:textId="77777777" w:rsidR="00E62E45" w:rsidRPr="00E62E45" w:rsidRDefault="00E62E45" w:rsidP="00E62E45">
      <w:pPr>
        <w:pStyle w:val="SuSQuellcode"/>
      </w:pPr>
      <w:r w:rsidRPr="00E62E45">
        <w:t>const game = new Engine({</w:t>
      </w:r>
    </w:p>
    <w:p w14:paraId="5F245606" w14:textId="77777777" w:rsidR="00E62E45" w:rsidRPr="00E62E45" w:rsidRDefault="00E62E45" w:rsidP="00E62E45">
      <w:pPr>
        <w:pStyle w:val="SuSQuellcode"/>
      </w:pPr>
      <w:r w:rsidRPr="00E62E45">
        <w:t xml:space="preserve">  width: 800,</w:t>
      </w:r>
    </w:p>
    <w:p w14:paraId="100509B6" w14:textId="77777777" w:rsidR="00E62E45" w:rsidRPr="00E62E45" w:rsidRDefault="00E62E45" w:rsidP="00E62E45">
      <w:pPr>
        <w:pStyle w:val="SuSQuellcode"/>
      </w:pPr>
      <w:r w:rsidRPr="00E62E45">
        <w:t xml:space="preserve">  height: 600</w:t>
      </w:r>
    </w:p>
    <w:p w14:paraId="6AED36BE" w14:textId="7A9035F4" w:rsidR="00E62E45" w:rsidRDefault="00E62E45" w:rsidP="00E62E45">
      <w:pPr>
        <w:pStyle w:val="SuSQuellcode"/>
      </w:pPr>
      <w:r>
        <w:t>});</w:t>
      </w:r>
    </w:p>
    <w:p w14:paraId="2959F955" w14:textId="77777777" w:rsidR="00E62E45" w:rsidRPr="00E62E45" w:rsidRDefault="00E62E45" w:rsidP="00E62E45">
      <w:pPr>
        <w:pStyle w:val="SuSQuellcode"/>
        <w:rPr>
          <w:rStyle w:val="SuSQuellcodeKommentar"/>
          <w:lang w:val="de-DE"/>
        </w:rPr>
      </w:pPr>
      <w:r w:rsidRPr="00E62E45">
        <w:rPr>
          <w:rStyle w:val="SuSQuellcodeKommentar"/>
          <w:lang w:val="de-DE"/>
        </w:rPr>
        <w:t>// Erstelle ein Text-Label für den Punktestand (Score)</w:t>
      </w:r>
    </w:p>
    <w:p w14:paraId="7BBEF157" w14:textId="77777777" w:rsidR="00E62E45" w:rsidRPr="00E62E45" w:rsidRDefault="00E62E45" w:rsidP="00E62E45">
      <w:pPr>
        <w:pStyle w:val="SuSQuellcode"/>
      </w:pPr>
      <w:r w:rsidRPr="00E62E45">
        <w:t>const scoreLabel = new Label({</w:t>
      </w:r>
    </w:p>
    <w:p w14:paraId="3FF1FEFB" w14:textId="4703A3B4" w:rsidR="00E62E45" w:rsidRPr="00E62E45" w:rsidRDefault="00E62E45" w:rsidP="00E62E45">
      <w:pPr>
        <w:pStyle w:val="SuSQuellcode"/>
      </w:pPr>
      <w:r w:rsidRPr="00E62E45">
        <w:t xml:space="preserve">  text: 'Score: 0',</w:t>
      </w:r>
    </w:p>
    <w:p w14:paraId="41CFAE90" w14:textId="77777777" w:rsidR="00E62E45" w:rsidRPr="00E62E45" w:rsidRDefault="00E62E45" w:rsidP="00E62E45">
      <w:pPr>
        <w:pStyle w:val="SuSQuellcode"/>
      </w:pPr>
      <w:r w:rsidRPr="00E62E45">
        <w:t xml:space="preserve">  x: 20, </w:t>
      </w:r>
    </w:p>
    <w:p w14:paraId="576899CF" w14:textId="77777777" w:rsidR="00E62E45" w:rsidRPr="00E62E45" w:rsidRDefault="00E62E45" w:rsidP="00E62E45">
      <w:pPr>
        <w:pStyle w:val="SuSQuellcode"/>
      </w:pPr>
      <w:r w:rsidRPr="00E62E45">
        <w:t xml:space="preserve">  y: </w:t>
      </w:r>
      <w:proofErr w:type="gramStart"/>
      <w:r w:rsidRPr="00E62E45">
        <w:t>20</w:t>
      </w:r>
      <w:proofErr w:type="gramEnd"/>
      <w:r w:rsidRPr="00E62E45">
        <w:t>, // Position oben links</w:t>
      </w:r>
    </w:p>
    <w:p w14:paraId="62E18FAF" w14:textId="77777777" w:rsidR="00E62E45" w:rsidRPr="00E62E45" w:rsidRDefault="00E62E45" w:rsidP="00E62E45">
      <w:pPr>
        <w:pStyle w:val="SuSQuellcode"/>
      </w:pPr>
      <w:r w:rsidRPr="00E62E45">
        <w:t xml:space="preserve">  color: Color.White,</w:t>
      </w:r>
    </w:p>
    <w:p w14:paraId="02522596" w14:textId="77777777" w:rsidR="00E62E45" w:rsidRPr="00E62E45" w:rsidRDefault="00E62E45" w:rsidP="00E62E45">
      <w:pPr>
        <w:pStyle w:val="SuSQuellcode"/>
      </w:pPr>
      <w:r w:rsidRPr="00E62E45">
        <w:t xml:space="preserve">  font: new Font({</w:t>
      </w:r>
    </w:p>
    <w:p w14:paraId="2478AC62" w14:textId="77777777" w:rsidR="00E62E45" w:rsidRPr="00E62E45" w:rsidRDefault="00E62E45" w:rsidP="00E62E45">
      <w:pPr>
        <w:pStyle w:val="SuSQuellcode"/>
      </w:pPr>
      <w:r w:rsidRPr="00E62E45">
        <w:t xml:space="preserve">    family: 'impact',</w:t>
      </w:r>
    </w:p>
    <w:p w14:paraId="4479EA9E" w14:textId="77777777" w:rsidR="00E62E45" w:rsidRDefault="00E62E45" w:rsidP="00E62E45">
      <w:pPr>
        <w:pStyle w:val="SuSQuellcode"/>
      </w:pPr>
      <w:r w:rsidRPr="00E62E45">
        <w:t xml:space="preserve">    </w:t>
      </w:r>
      <w:r>
        <w:t xml:space="preserve">size: </w:t>
      </w:r>
      <w:proofErr w:type="gramStart"/>
      <w:r>
        <w:t>24</w:t>
      </w:r>
      <w:proofErr w:type="gramEnd"/>
      <w:r>
        <w:t>,</w:t>
      </w:r>
    </w:p>
    <w:p w14:paraId="142A9707" w14:textId="77777777" w:rsidR="00E62E45" w:rsidRDefault="00E62E45" w:rsidP="00E62E45">
      <w:pPr>
        <w:pStyle w:val="SuSQuellcode"/>
      </w:pPr>
      <w:r>
        <w:lastRenderedPageBreak/>
        <w:t xml:space="preserve">    unit: FontUnit.Px}),</w:t>
      </w:r>
    </w:p>
    <w:p w14:paraId="6AAB72A6" w14:textId="5450999E" w:rsidR="00E62E45" w:rsidRDefault="00E62E45" w:rsidP="00E62E45">
      <w:pPr>
        <w:pStyle w:val="SuSQuellcode"/>
      </w:pPr>
      <w:r>
        <w:t>});</w:t>
      </w:r>
    </w:p>
    <w:p w14:paraId="4E5A371A" w14:textId="77777777" w:rsidR="00E62E45" w:rsidRPr="00E62E45" w:rsidRDefault="00E62E45" w:rsidP="00E62E45">
      <w:pPr>
        <w:pStyle w:val="SuSQuellcode"/>
        <w:rPr>
          <w:rStyle w:val="SuSQuellcodeKommentar"/>
          <w:lang w:val="de-DE"/>
        </w:rPr>
      </w:pPr>
      <w:r w:rsidRPr="00E62E45">
        <w:rPr>
          <w:rStyle w:val="SuSQuellcodeKommentar"/>
          <w:lang w:val="de-DE"/>
        </w:rPr>
        <w:t>// Füge das Label dem Spiel hinzu</w:t>
      </w:r>
    </w:p>
    <w:p w14:paraId="137BE544" w14:textId="17477C44" w:rsidR="00E62E45" w:rsidRDefault="00E62E45" w:rsidP="00E62E45">
      <w:pPr>
        <w:pStyle w:val="SuSQuellcode"/>
      </w:pPr>
      <w:r>
        <w:t>game.add(scoreLabel);</w:t>
      </w:r>
    </w:p>
    <w:p w14:paraId="13171BC7" w14:textId="77777777" w:rsidR="00E62E45" w:rsidRPr="00E62E45" w:rsidRDefault="00E62E45" w:rsidP="00E62E45">
      <w:pPr>
        <w:pStyle w:val="SuSQuellcode"/>
        <w:rPr>
          <w:rStyle w:val="SuSQuellcodeKommentar"/>
        </w:rPr>
      </w:pPr>
      <w:r w:rsidRPr="00E62E45">
        <w:rPr>
          <w:rStyle w:val="SuSQuellcodeKommentar"/>
        </w:rPr>
        <w:t>// Führe das Spiel aus</w:t>
      </w:r>
    </w:p>
    <w:p w14:paraId="78914C00" w14:textId="77777777" w:rsidR="00E62E45" w:rsidRDefault="00E62E45" w:rsidP="00E62E45">
      <w:pPr>
        <w:pStyle w:val="SuSQuellcode"/>
      </w:pPr>
      <w:r>
        <w:t>game.start().then(() =&gt; {</w:t>
      </w:r>
    </w:p>
    <w:p w14:paraId="791D8A5E" w14:textId="77777777" w:rsidR="00E62E45" w:rsidRDefault="00E62E45" w:rsidP="00E62E45">
      <w:pPr>
        <w:pStyle w:val="SuSQuellcode"/>
      </w:pPr>
      <w:r>
        <w:t xml:space="preserve">  console.log('Spiel gestartet');</w:t>
      </w:r>
    </w:p>
    <w:p w14:paraId="53BF03AB" w14:textId="6051833C" w:rsidR="00E62E45" w:rsidRDefault="00E62E45" w:rsidP="00E62E45">
      <w:pPr>
        <w:pStyle w:val="SuSQuellcode"/>
      </w:pPr>
      <w:r>
        <w:t>});</w:t>
      </w:r>
    </w:p>
    <w:p w14:paraId="61FCA231" w14:textId="77777777" w:rsidR="00E62E45" w:rsidRPr="00E62E45" w:rsidRDefault="00E62E45" w:rsidP="00E62E45">
      <w:pPr>
        <w:pStyle w:val="SuSQuellcode"/>
        <w:rPr>
          <w:rStyle w:val="SuSQuellcodeKommentar"/>
          <w:lang w:val="de-DE"/>
        </w:rPr>
      </w:pPr>
      <w:r w:rsidRPr="00E62E45">
        <w:rPr>
          <w:rStyle w:val="SuSQuellcodeKommentar"/>
          <w:lang w:val="de-DE"/>
        </w:rPr>
        <w:t>// Einfache Logik, um den Punktestand zu aktualisieren (fiktiv)</w:t>
      </w:r>
    </w:p>
    <w:p w14:paraId="33E7214C" w14:textId="77777777" w:rsidR="00E62E45" w:rsidRPr="00E62E45" w:rsidRDefault="00E62E45" w:rsidP="00E62E45">
      <w:pPr>
        <w:pStyle w:val="SuSQuellcode"/>
      </w:pPr>
      <w:r w:rsidRPr="00E62E45">
        <w:t>let score = 0;</w:t>
      </w:r>
    </w:p>
    <w:p w14:paraId="44F51EE0" w14:textId="77777777" w:rsidR="00E62E45" w:rsidRPr="00E62E45" w:rsidRDefault="00E62E45" w:rsidP="00E62E45">
      <w:pPr>
        <w:pStyle w:val="SuSQuellcode"/>
      </w:pPr>
      <w:r w:rsidRPr="00E62E45">
        <w:t>game.on('preupdate', () =&gt; {</w:t>
      </w:r>
    </w:p>
    <w:p w14:paraId="0AAE4F0B" w14:textId="77777777" w:rsidR="00E62E45" w:rsidRPr="00E62E45" w:rsidRDefault="00E62E45" w:rsidP="00E62E45">
      <w:pPr>
        <w:pStyle w:val="SuSQuellcode"/>
      </w:pPr>
      <w:r w:rsidRPr="00E62E45">
        <w:t xml:space="preserve">  score += 1;</w:t>
      </w:r>
    </w:p>
    <w:p w14:paraId="5C1B2067" w14:textId="77777777" w:rsidR="00E62E45" w:rsidRPr="00E62E45" w:rsidRDefault="00E62E45" w:rsidP="00E62E45">
      <w:pPr>
        <w:pStyle w:val="SuSQuellcode"/>
      </w:pPr>
      <w:r w:rsidRPr="00E62E45">
        <w:t xml:space="preserve">  scoreLabel.text = `Score: ${score}`;</w:t>
      </w:r>
    </w:p>
    <w:p w14:paraId="769DF20A" w14:textId="17B6ED3B" w:rsidR="00E62E45" w:rsidRPr="00F33CCD" w:rsidRDefault="00E62E45" w:rsidP="00E62E45">
      <w:pPr>
        <w:pStyle w:val="SuSQuellcode"/>
      </w:pPr>
      <w:r>
        <w:t>});</w:t>
      </w:r>
    </w:p>
    <w:p w14:paraId="6ABF9935" w14:textId="77777777" w:rsidR="00080AB6" w:rsidRDefault="00080AB6" w:rsidP="00E62E45">
      <w:pPr>
        <w:pStyle w:val="SuSQuellcode"/>
        <w:rPr>
          <w:color w:val="548DD4" w:themeColor="text2" w:themeTint="99"/>
        </w:rPr>
      </w:pPr>
    </w:p>
    <w:p w14:paraId="109CAC3E" w14:textId="769A8C2E" w:rsidR="00E62E45" w:rsidRDefault="00E62E45" w:rsidP="00E62E45">
      <w:pPr>
        <w:pStyle w:val="SuSBilddateiname"/>
      </w:pPr>
      <w:r>
        <w:t>Abbildung_</w:t>
      </w:r>
      <w:r>
        <w:t>6</w:t>
      </w:r>
      <w:r>
        <w:t>.png</w:t>
      </w:r>
    </w:p>
    <w:p w14:paraId="65887B0C" w14:textId="31554B8F" w:rsidR="00E62E45" w:rsidRPr="00D16CBB" w:rsidRDefault="00E62E45" w:rsidP="00E62E45">
      <w:pPr>
        <w:pStyle w:val="SuSBildTabellenunterschrift"/>
      </w:pPr>
      <w:r>
        <w:t xml:space="preserve">Abbildung </w:t>
      </w:r>
      <w:r>
        <w:t>6</w:t>
      </w:r>
      <w:r>
        <w:t xml:space="preserve">: </w:t>
      </w:r>
      <w:r>
        <w:t>Ein Label als HUD für die Spielstandanzeige.</w:t>
      </w:r>
    </w:p>
    <w:p w14:paraId="51716A8E" w14:textId="77777777" w:rsidR="00CB678F" w:rsidRDefault="00CB678F" w:rsidP="005C5870">
      <w:pPr>
        <w:pStyle w:val="SuSMengentext"/>
      </w:pPr>
    </w:p>
    <w:p w14:paraId="6AE93B81" w14:textId="36A42021" w:rsidR="00E62E45" w:rsidRDefault="005C5870" w:rsidP="005C5870">
      <w:pPr>
        <w:pStyle w:val="SuSMengentext"/>
      </w:pPr>
      <w:r>
        <w:t>Beachten Sie dazu die folgenden Erläuterungen:</w:t>
      </w:r>
    </w:p>
    <w:p w14:paraId="63EABF09" w14:textId="77777777" w:rsidR="00806DED" w:rsidRDefault="00806DED" w:rsidP="00806DED">
      <w:pPr>
        <w:pStyle w:val="SuSAufzaehlunggegliedert"/>
      </w:pPr>
      <w:r w:rsidRPr="00806DED">
        <w:rPr>
          <w:i/>
          <w:iCs/>
        </w:rPr>
        <w:t>Textinitialisierung</w:t>
      </w:r>
      <w:r w:rsidRPr="00806DED">
        <w:t>: Das Label wird mit dem anfänglichen Text "</w:t>
      </w:r>
      <w:r w:rsidRPr="00806DED">
        <w:rPr>
          <w:i/>
          <w:iCs/>
        </w:rPr>
        <w:t>Score: 0</w:t>
      </w:r>
      <w:r w:rsidRPr="00806DED">
        <w:t>" erstellt. Dieser Text wird im HUD (oben links) angezeigt.</w:t>
      </w:r>
    </w:p>
    <w:p w14:paraId="3CCF516A" w14:textId="77777777" w:rsidR="00806DED" w:rsidRDefault="00806DED" w:rsidP="00806DED">
      <w:pPr>
        <w:pStyle w:val="SuSAufzaehlunggegliedert"/>
      </w:pPr>
      <w:r w:rsidRPr="00806DED">
        <w:rPr>
          <w:i/>
          <w:iCs/>
        </w:rPr>
        <w:t>Positionierung</w:t>
      </w:r>
      <w:r w:rsidRPr="00806DED">
        <w:t>: Das Label wird an den Koordinaten (</w:t>
      </w:r>
      <w:r w:rsidRPr="00806DED">
        <w:rPr>
          <w:i/>
          <w:iCs/>
        </w:rPr>
        <w:t>x: 20, y: 20</w:t>
      </w:r>
      <w:r w:rsidRPr="00806DED">
        <w:t>) platziert, also in der oberen linken Ecke des Bildschirms.</w:t>
      </w:r>
    </w:p>
    <w:p w14:paraId="3DABDACA" w14:textId="77777777" w:rsidR="00806DED" w:rsidRDefault="00806DED" w:rsidP="00806DED">
      <w:pPr>
        <w:pStyle w:val="SuSAufzaehlunggegliedert"/>
      </w:pPr>
      <w:r w:rsidRPr="00806DED">
        <w:rPr>
          <w:i/>
          <w:iCs/>
        </w:rPr>
        <w:t>Farbe</w:t>
      </w:r>
      <w:r w:rsidRPr="00806DED">
        <w:t>: Die Textfarbe wird auf Weiß (</w:t>
      </w:r>
      <w:r w:rsidRPr="00806DED">
        <w:rPr>
          <w:i/>
          <w:iCs/>
        </w:rPr>
        <w:t>Color.White</w:t>
      </w:r>
      <w:r w:rsidRPr="00806DED">
        <w:t>) gesetzt, um einen klaren Kontrast zum Hintergrund zu bieten.</w:t>
      </w:r>
    </w:p>
    <w:p w14:paraId="353A7027" w14:textId="1971CC00" w:rsidR="00806DED" w:rsidRPr="00806DED" w:rsidRDefault="00806DED" w:rsidP="00806DED">
      <w:pPr>
        <w:pStyle w:val="SuSAufzaehlunggegliedert"/>
      </w:pPr>
      <w:r w:rsidRPr="00806DED">
        <w:rPr>
          <w:i/>
          <w:iCs/>
        </w:rPr>
        <w:t>Schriftart</w:t>
      </w:r>
      <w:r w:rsidRPr="00806DED">
        <w:t xml:space="preserve">: Die Schriftart wird auf </w:t>
      </w:r>
      <w:r w:rsidRPr="00806DED">
        <w:rPr>
          <w:i/>
          <w:iCs/>
        </w:rPr>
        <w:t>Impact</w:t>
      </w:r>
      <w:r w:rsidRPr="00806DED">
        <w:t xml:space="preserve"> gesetzt, mit einer Größe von </w:t>
      </w:r>
      <w:r w:rsidRPr="00806DED">
        <w:rPr>
          <w:i/>
          <w:iCs/>
        </w:rPr>
        <w:t>24 Pixel</w:t>
      </w:r>
      <w:r w:rsidRPr="00806DED">
        <w:t xml:space="preserve">. Dies geschieht durch die Definition eines neuen </w:t>
      </w:r>
      <w:r w:rsidRPr="00806DED">
        <w:rPr>
          <w:i/>
          <w:iCs/>
        </w:rPr>
        <w:t>Font</w:t>
      </w:r>
      <w:r w:rsidRPr="00806DED">
        <w:t>-Objekts, das die Schriftfamilie, -größe und -einheit (Pixel) festlegt.</w:t>
      </w:r>
    </w:p>
    <w:p w14:paraId="18670DD3" w14:textId="77777777" w:rsidR="00806DED" w:rsidRDefault="00806DED" w:rsidP="00806DED">
      <w:pPr>
        <w:pStyle w:val="SuSQuellcode"/>
        <w:rPr>
          <w:rFonts w:ascii="Times New Roman" w:hAnsi="Times New Roman"/>
          <w:sz w:val="20"/>
          <w:lang w:val="de-DE"/>
        </w:rPr>
      </w:pPr>
    </w:p>
    <w:p w14:paraId="034C0F73" w14:textId="4EF9A1C7" w:rsidR="00806DED" w:rsidRDefault="00806DED" w:rsidP="00806DED">
      <w:pPr>
        <w:pStyle w:val="SuSQuellcode"/>
        <w:rPr>
          <w:rFonts w:ascii="Times New Roman" w:hAnsi="Times New Roman"/>
          <w:sz w:val="20"/>
          <w:lang w:val="de-DE"/>
        </w:rPr>
      </w:pPr>
      <w:r>
        <w:rPr>
          <w:rFonts w:ascii="Times New Roman" w:hAnsi="Times New Roman"/>
          <w:sz w:val="20"/>
          <w:lang w:val="de-DE"/>
        </w:rPr>
        <w:t>Beispielhaft aktualisieren wir das Label bei jedem Update-</w:t>
      </w:r>
      <w:r w:rsidR="00E27216">
        <w:rPr>
          <w:rFonts w:ascii="Times New Roman" w:hAnsi="Times New Roman"/>
          <w:sz w:val="20"/>
          <w:lang w:val="de-DE"/>
        </w:rPr>
        <w:t>Vorgang</w:t>
      </w:r>
      <w:r>
        <w:rPr>
          <w:rFonts w:ascii="Times New Roman" w:hAnsi="Times New Roman"/>
          <w:sz w:val="20"/>
          <w:lang w:val="de-DE"/>
        </w:rPr>
        <w:t xml:space="preserve"> der Spiele-</w:t>
      </w:r>
      <w:r w:rsidRPr="00806DED">
        <w:rPr>
          <w:rFonts w:ascii="Times New Roman" w:hAnsi="Times New Roman"/>
          <w:sz w:val="20"/>
          <w:lang w:val="de-DE"/>
        </w:rPr>
        <w:t>Engine</w:t>
      </w:r>
      <w:r>
        <w:rPr>
          <w:rFonts w:ascii="Times New Roman" w:hAnsi="Times New Roman"/>
          <w:sz w:val="20"/>
          <w:lang w:val="de-DE"/>
        </w:rPr>
        <w:t xml:space="preserve">. Hier wird lediglich </w:t>
      </w:r>
      <w:r w:rsidR="00B172FE">
        <w:rPr>
          <w:rFonts w:ascii="Times New Roman" w:hAnsi="Times New Roman"/>
          <w:sz w:val="20"/>
          <w:lang w:val="de-DE"/>
        </w:rPr>
        <w:t>der angezeigte Wert um eins erhöht (inkrementiert). In einer produktiven Anwendung könnte an dieser Stelle der Punktstand, verbliebende Spielzeit usw. ausgegeben werden</w:t>
      </w:r>
      <w:r w:rsidR="00E20270">
        <w:rPr>
          <w:rFonts w:ascii="Times New Roman" w:hAnsi="Times New Roman"/>
          <w:sz w:val="20"/>
          <w:lang w:val="de-DE"/>
        </w:rPr>
        <w:t>:</w:t>
      </w:r>
    </w:p>
    <w:p w14:paraId="55EC0578" w14:textId="77777777" w:rsidR="00E20270" w:rsidRPr="00E20270" w:rsidRDefault="00E20270" w:rsidP="00E20270">
      <w:pPr>
        <w:pStyle w:val="SuSAufzaehlunggegliedert"/>
      </w:pPr>
      <w:r w:rsidRPr="00E20270">
        <w:rPr>
          <w:i/>
          <w:iCs/>
        </w:rPr>
        <w:t>Logik</w:t>
      </w:r>
      <w:r w:rsidRPr="00E20270">
        <w:t xml:space="preserve">: Die Aktualisierung erfolgt im </w:t>
      </w:r>
      <w:r w:rsidRPr="00E20270">
        <w:rPr>
          <w:i/>
          <w:iCs/>
        </w:rPr>
        <w:t>preupdate</w:t>
      </w:r>
      <w:r w:rsidRPr="00E20270">
        <w:t>-Event der Spiel-Engine, das vor jedem neuen Frame ausgelöst wird.</w:t>
      </w:r>
    </w:p>
    <w:p w14:paraId="5A9AA65B" w14:textId="77777777" w:rsidR="00E20270" w:rsidRPr="00E20270" w:rsidRDefault="00E20270" w:rsidP="00E20270">
      <w:pPr>
        <w:pStyle w:val="SuSAufzaehlunggegliedert"/>
      </w:pPr>
      <w:r w:rsidRPr="00E20270">
        <w:rPr>
          <w:i/>
          <w:iCs/>
        </w:rPr>
        <w:t>Punktstandserhöhung</w:t>
      </w:r>
      <w:r w:rsidRPr="00E20270">
        <w:t>: Der Punktestand (score) wird bei jedem Frame um 1 erhöht.</w:t>
      </w:r>
    </w:p>
    <w:p w14:paraId="55B9ADC2" w14:textId="5DAA6F52" w:rsidR="00B172FE" w:rsidRDefault="00E20270" w:rsidP="00E20270">
      <w:pPr>
        <w:pStyle w:val="SuSAufzaehlunggegliedert"/>
      </w:pPr>
      <w:r w:rsidRPr="00E20270">
        <w:rPr>
          <w:i/>
          <w:iCs/>
        </w:rPr>
        <w:t>Label-Aktualisierung</w:t>
      </w:r>
      <w:r w:rsidRPr="00E20270">
        <w:t>: Der neue Wert des Punktestands wird dem Label als Text zugewiesen, wodurch der sichtbare Text auf dem Bildschirm kontinuierlich aktualisiert wird (z.B. "Score: 1", "Score: 2", usw.).</w:t>
      </w:r>
    </w:p>
    <w:p w14:paraId="61562C77" w14:textId="77777777" w:rsidR="00E20270" w:rsidRDefault="00E20270" w:rsidP="00033889">
      <w:pPr>
        <w:pStyle w:val="SuSMengentext"/>
      </w:pPr>
    </w:p>
    <w:p w14:paraId="0251D61C" w14:textId="5EADB726" w:rsidR="00080AB6" w:rsidRDefault="00033889" w:rsidP="007E1BF6">
      <w:pPr>
        <w:pStyle w:val="SuSMengentext"/>
      </w:pPr>
      <w:r w:rsidRPr="007E1BF6">
        <w:t xml:space="preserve">In </w:t>
      </w:r>
      <w:r w:rsidR="00080AB6" w:rsidRPr="00E27216">
        <w:rPr>
          <w:i/>
          <w:iCs/>
        </w:rPr>
        <w:t>Excalibur.js</w:t>
      </w:r>
      <w:r w:rsidR="00080AB6" w:rsidRPr="007E1BF6">
        <w:t xml:space="preserve"> gibt es </w:t>
      </w:r>
      <w:r w:rsidRPr="007E1BF6">
        <w:t>weitere</w:t>
      </w:r>
      <w:r w:rsidR="00080AB6" w:rsidRPr="007E1BF6">
        <w:t xml:space="preserve"> Möglichkeiten,</w:t>
      </w:r>
      <w:r w:rsidRPr="007E1BF6">
        <w:t xml:space="preserve"> </w:t>
      </w:r>
      <w:r w:rsidR="00080AB6" w:rsidRPr="007E1BF6">
        <w:rPr>
          <w:i/>
        </w:rPr>
        <w:t>Text</w:t>
      </w:r>
      <w:r w:rsidR="00080AB6" w:rsidRPr="007E1BF6">
        <w:t xml:space="preserve"> innerhalb der Spielszene darzustellen. Eine Methode ist die Verwendung des `Text`-Objekts</w:t>
      </w:r>
      <w:r w:rsidR="007E1BF6" w:rsidRPr="007E1BF6">
        <w:t xml:space="preserve"> ‘</w:t>
      </w:r>
      <w:r w:rsidR="00080AB6" w:rsidRPr="007E1BF6">
        <w:t>Text` können Sie sowohl statische als auch dynamische Texte in Ihrem Spiel anzeigen, und es bietet viele Anpassungsoptionen, wie Schriftgröße, Schriftart, Farbe und Ausrichtung.</w:t>
      </w:r>
      <w:r w:rsidR="007E1BF6">
        <w:t xml:space="preserve"> Dieses Text-Objekt wird jedoch nicht eigenständig gerendert, sondern muss innerhalb eines anderen Objektes, beispielsweise einem Actor verwendet werden. Auch dazu haben wir ein Beispiel vorbereitet</w:t>
      </w:r>
      <w:r w:rsidR="00C06644">
        <w:t xml:space="preserve"> (</w:t>
      </w:r>
      <w:r w:rsidR="00C06644" w:rsidRPr="00C06644">
        <w:rPr>
          <w:i/>
          <w:color w:val="FF0000"/>
        </w:rPr>
        <w:t>Abbildung 7</w:t>
      </w:r>
      <w:r w:rsidR="00C06644">
        <w:t>)</w:t>
      </w:r>
      <w:r w:rsidR="007E1BF6">
        <w:t>:</w:t>
      </w:r>
    </w:p>
    <w:p w14:paraId="1767DD10" w14:textId="77777777" w:rsidR="00167DAC" w:rsidRDefault="00167DAC" w:rsidP="007E1BF6">
      <w:pPr>
        <w:pStyle w:val="SuSMengentext"/>
      </w:pPr>
    </w:p>
    <w:p w14:paraId="0CB14F3D" w14:textId="77777777" w:rsidR="00167DAC" w:rsidRPr="00167DAC" w:rsidRDefault="00167DAC" w:rsidP="00167DAC">
      <w:pPr>
        <w:pStyle w:val="SuSQuellcode"/>
      </w:pPr>
      <w:r w:rsidRPr="00167DAC">
        <w:t>import {Text, Engine, Actor, vec, Font, Color, FontUnit, FontStyle, TextAlign, BaseAlign, Direction } from 'excalibur';</w:t>
      </w:r>
    </w:p>
    <w:p w14:paraId="093987CB" w14:textId="77777777" w:rsidR="00167DAC" w:rsidRPr="00167DAC" w:rsidRDefault="00167DAC" w:rsidP="00167DAC">
      <w:pPr>
        <w:pStyle w:val="SuSQuellcode"/>
      </w:pPr>
    </w:p>
    <w:p w14:paraId="4F860602" w14:textId="77777777" w:rsidR="00167DAC" w:rsidRPr="00167DAC" w:rsidRDefault="00167DAC" w:rsidP="00167DAC">
      <w:pPr>
        <w:pStyle w:val="SuSQuellcode"/>
      </w:pPr>
      <w:r w:rsidRPr="00167DAC">
        <w:t>const game = new Engine({</w:t>
      </w:r>
    </w:p>
    <w:p w14:paraId="63A16127" w14:textId="77777777" w:rsidR="00167DAC" w:rsidRPr="00167DAC" w:rsidRDefault="00167DAC" w:rsidP="00167DAC">
      <w:pPr>
        <w:pStyle w:val="SuSQuellcode"/>
      </w:pPr>
      <w:r w:rsidRPr="00167DAC">
        <w:t>  width: 800,</w:t>
      </w:r>
    </w:p>
    <w:p w14:paraId="4118FA9F" w14:textId="77777777" w:rsidR="00167DAC" w:rsidRPr="00167DAC" w:rsidRDefault="00167DAC" w:rsidP="00167DAC">
      <w:pPr>
        <w:pStyle w:val="SuSQuellcode"/>
      </w:pPr>
      <w:r w:rsidRPr="00167DAC">
        <w:t>  height: 600</w:t>
      </w:r>
    </w:p>
    <w:p w14:paraId="76537D5A" w14:textId="77777777" w:rsidR="00167DAC" w:rsidRPr="00167DAC" w:rsidRDefault="00167DAC" w:rsidP="00167DAC">
      <w:pPr>
        <w:pStyle w:val="SuSQuellcode"/>
      </w:pPr>
      <w:r w:rsidRPr="00167DAC">
        <w:t>});</w:t>
      </w:r>
    </w:p>
    <w:p w14:paraId="7BFCCC7E" w14:textId="77777777" w:rsidR="00167DAC" w:rsidRPr="00167DAC" w:rsidRDefault="00167DAC" w:rsidP="00167DAC">
      <w:pPr>
        <w:pStyle w:val="SuSQuellcode"/>
      </w:pPr>
    </w:p>
    <w:p w14:paraId="2C3E0612" w14:textId="77777777" w:rsidR="00167DAC" w:rsidRPr="00167DAC" w:rsidRDefault="00167DAC" w:rsidP="00167DAC">
      <w:pPr>
        <w:pStyle w:val="SuSQuellcode"/>
      </w:pPr>
      <w:r w:rsidRPr="00167DAC">
        <w:t>const text = new Text({</w:t>
      </w:r>
    </w:p>
    <w:p w14:paraId="627BA399" w14:textId="77777777" w:rsidR="00167DAC" w:rsidRPr="00167DAC" w:rsidRDefault="00167DAC" w:rsidP="00167DAC">
      <w:pPr>
        <w:pStyle w:val="SuSQuellcode"/>
      </w:pPr>
      <w:r w:rsidRPr="00167DAC">
        <w:t>    text: 'Some Text Drawn Here\n\nNext line',</w:t>
      </w:r>
    </w:p>
    <w:p w14:paraId="3C40143A" w14:textId="77777777" w:rsidR="00167DAC" w:rsidRPr="00167DAC" w:rsidRDefault="00167DAC" w:rsidP="00167DAC">
      <w:pPr>
        <w:pStyle w:val="SuSQuellcode"/>
      </w:pPr>
      <w:r w:rsidRPr="00167DAC">
        <w:t>    font: new Font({</w:t>
      </w:r>
    </w:p>
    <w:p w14:paraId="0154C147" w14:textId="77777777" w:rsidR="00167DAC" w:rsidRPr="00167DAC" w:rsidRDefault="00167DAC" w:rsidP="00167DAC">
      <w:pPr>
        <w:pStyle w:val="SuSQuellcode"/>
      </w:pPr>
      <w:r w:rsidRPr="00167DAC">
        <w:t xml:space="preserve">      size: </w:t>
      </w:r>
      <w:proofErr w:type="gramStart"/>
      <w:r w:rsidRPr="00167DAC">
        <w:t>30</w:t>
      </w:r>
      <w:proofErr w:type="gramEnd"/>
      <w:r w:rsidRPr="00167DAC">
        <w:t>,</w:t>
      </w:r>
    </w:p>
    <w:p w14:paraId="2B8769DB" w14:textId="77777777" w:rsidR="00167DAC" w:rsidRPr="00167DAC" w:rsidRDefault="00167DAC" w:rsidP="00167DAC">
      <w:pPr>
        <w:pStyle w:val="SuSQuellcode"/>
      </w:pPr>
      <w:r w:rsidRPr="00167DAC">
        <w:t>      unit: FontUnit.Px,</w:t>
      </w:r>
    </w:p>
    <w:p w14:paraId="04F4BEB8" w14:textId="77777777" w:rsidR="00167DAC" w:rsidRPr="00167DAC" w:rsidRDefault="00167DAC" w:rsidP="00167DAC">
      <w:pPr>
        <w:pStyle w:val="SuSQuellcode"/>
      </w:pPr>
      <w:r w:rsidRPr="00167DAC">
        <w:t>      family: 'sans-serif',</w:t>
      </w:r>
    </w:p>
    <w:p w14:paraId="3C4554C0" w14:textId="77777777" w:rsidR="00167DAC" w:rsidRPr="00167DAC" w:rsidRDefault="00167DAC" w:rsidP="00167DAC">
      <w:pPr>
        <w:pStyle w:val="SuSQuellcode"/>
      </w:pPr>
      <w:r w:rsidRPr="00167DAC">
        <w:t>      style: FontStyle.Normal,</w:t>
      </w:r>
    </w:p>
    <w:p w14:paraId="4AD118E9" w14:textId="77777777" w:rsidR="00167DAC" w:rsidRPr="00167DAC" w:rsidRDefault="00167DAC" w:rsidP="00167DAC">
      <w:pPr>
        <w:pStyle w:val="SuSQuellcode"/>
      </w:pPr>
      <w:r w:rsidRPr="00167DAC">
        <w:t>      bold: false,</w:t>
      </w:r>
    </w:p>
    <w:p w14:paraId="52B58BFE" w14:textId="77777777" w:rsidR="00167DAC" w:rsidRPr="00167DAC" w:rsidRDefault="00167DAC" w:rsidP="00167DAC">
      <w:pPr>
        <w:pStyle w:val="SuSQuellcode"/>
      </w:pPr>
      <w:r w:rsidRPr="00167DAC">
        <w:t>      textAlign: TextAlign.Left,</w:t>
      </w:r>
    </w:p>
    <w:p w14:paraId="19C877F3" w14:textId="77777777" w:rsidR="00167DAC" w:rsidRPr="00167DAC" w:rsidRDefault="00167DAC" w:rsidP="00167DAC">
      <w:pPr>
        <w:pStyle w:val="SuSQuellcode"/>
      </w:pPr>
      <w:r w:rsidRPr="00167DAC">
        <w:t>      baseAlign: BaseAlign.Alphabetic,</w:t>
      </w:r>
    </w:p>
    <w:p w14:paraId="3AAE759A" w14:textId="77777777" w:rsidR="00167DAC" w:rsidRPr="00167DAC" w:rsidRDefault="00167DAC" w:rsidP="00167DAC">
      <w:pPr>
        <w:pStyle w:val="SuSQuellcode"/>
      </w:pPr>
      <w:r w:rsidRPr="00167DAC">
        <w:t>      direction: Direction.LeftToRight,</w:t>
      </w:r>
    </w:p>
    <w:p w14:paraId="51E263FE" w14:textId="77777777" w:rsidR="00167DAC" w:rsidRPr="00167DAC" w:rsidRDefault="00167DAC" w:rsidP="00167DAC">
      <w:pPr>
        <w:pStyle w:val="SuSQuellcode"/>
      </w:pPr>
      <w:r w:rsidRPr="00167DAC">
        <w:t>      shadow: {</w:t>
      </w:r>
    </w:p>
    <w:p w14:paraId="7522F950" w14:textId="77777777" w:rsidR="00167DAC" w:rsidRPr="00167DAC" w:rsidRDefault="00167DAC" w:rsidP="00167DAC">
      <w:pPr>
        <w:pStyle w:val="SuSQuellcode"/>
      </w:pPr>
      <w:r w:rsidRPr="00167DAC">
        <w:t xml:space="preserve">        blur: </w:t>
      </w:r>
      <w:proofErr w:type="gramStart"/>
      <w:r w:rsidRPr="00167DAC">
        <w:t>2</w:t>
      </w:r>
      <w:proofErr w:type="gramEnd"/>
      <w:r w:rsidRPr="00167DAC">
        <w:t>,</w:t>
      </w:r>
    </w:p>
    <w:p w14:paraId="59C35D6F" w14:textId="77777777" w:rsidR="00167DAC" w:rsidRPr="00167DAC" w:rsidRDefault="00167DAC" w:rsidP="00167DAC">
      <w:pPr>
        <w:pStyle w:val="SuSQuellcode"/>
      </w:pPr>
      <w:r w:rsidRPr="00167DAC">
        <w:t>        offset: vec(2, 2),</w:t>
      </w:r>
    </w:p>
    <w:p w14:paraId="36E45067" w14:textId="77777777" w:rsidR="00167DAC" w:rsidRPr="00167DAC" w:rsidRDefault="00167DAC" w:rsidP="00167DAC">
      <w:pPr>
        <w:pStyle w:val="SuSQuellcode"/>
      </w:pPr>
      <w:r w:rsidRPr="00167DAC">
        <w:t>        color: Color.Black,</w:t>
      </w:r>
    </w:p>
    <w:p w14:paraId="6FED5A87" w14:textId="77777777" w:rsidR="00167DAC" w:rsidRPr="00167DAC" w:rsidRDefault="00167DAC" w:rsidP="00167DAC">
      <w:pPr>
        <w:pStyle w:val="SuSQuellcode"/>
      </w:pPr>
      <w:r w:rsidRPr="00167DAC">
        <w:t>      },</w:t>
      </w:r>
    </w:p>
    <w:p w14:paraId="7FB6E872" w14:textId="77777777" w:rsidR="00167DAC" w:rsidRPr="00167DAC" w:rsidRDefault="00167DAC" w:rsidP="00167DAC">
      <w:pPr>
        <w:pStyle w:val="SuSQuellcode"/>
      </w:pPr>
      <w:r w:rsidRPr="00167DAC">
        <w:t>    })</w:t>
      </w:r>
    </w:p>
    <w:p w14:paraId="270063EA" w14:textId="77777777" w:rsidR="00167DAC" w:rsidRPr="00167DAC" w:rsidRDefault="00167DAC" w:rsidP="00167DAC">
      <w:pPr>
        <w:pStyle w:val="SuSQuellcode"/>
      </w:pPr>
      <w:r w:rsidRPr="00167DAC">
        <w:t>});</w:t>
      </w:r>
    </w:p>
    <w:p w14:paraId="5505BD48" w14:textId="77777777" w:rsidR="00167DAC" w:rsidRPr="00167DAC" w:rsidRDefault="00167DAC" w:rsidP="00167DAC">
      <w:pPr>
        <w:pStyle w:val="SuSQuellcode"/>
      </w:pPr>
    </w:p>
    <w:p w14:paraId="583B529D" w14:textId="77777777" w:rsidR="00167DAC" w:rsidRPr="00167DAC" w:rsidRDefault="00167DAC" w:rsidP="00167DAC">
      <w:pPr>
        <w:pStyle w:val="SuSQuellcode"/>
      </w:pPr>
      <w:r w:rsidRPr="00167DAC">
        <w:t>const actor = new Actor({</w:t>
      </w:r>
    </w:p>
    <w:p w14:paraId="76DD3A9B" w14:textId="77777777" w:rsidR="00167DAC" w:rsidRPr="00167DAC" w:rsidRDefault="00167DAC" w:rsidP="00167DAC">
      <w:pPr>
        <w:pStyle w:val="SuSQuellcode"/>
      </w:pPr>
      <w:r w:rsidRPr="00167DAC">
        <w:t>    pos: vec(300, 100)</w:t>
      </w:r>
    </w:p>
    <w:p w14:paraId="201E49E4" w14:textId="77777777" w:rsidR="00167DAC" w:rsidRPr="00167DAC" w:rsidRDefault="00167DAC" w:rsidP="00167DAC">
      <w:pPr>
        <w:pStyle w:val="SuSQuellcode"/>
      </w:pPr>
      <w:r w:rsidRPr="00167DAC">
        <w:t>});</w:t>
      </w:r>
    </w:p>
    <w:p w14:paraId="7D37DC8D" w14:textId="007964B6" w:rsidR="00167DAC" w:rsidRPr="00167DAC" w:rsidRDefault="00167DAC" w:rsidP="00167DAC">
      <w:pPr>
        <w:pStyle w:val="SuSQuellcode"/>
      </w:pPr>
      <w:r w:rsidRPr="00167DAC">
        <w:t>actor.graphics.use(text);</w:t>
      </w:r>
    </w:p>
    <w:p w14:paraId="63151B0F" w14:textId="77777777" w:rsidR="00167DAC" w:rsidRPr="00167DAC" w:rsidRDefault="00167DAC" w:rsidP="00167DAC">
      <w:pPr>
        <w:pStyle w:val="SuSQuellcode"/>
      </w:pPr>
      <w:r w:rsidRPr="00167DAC">
        <w:t>game.add(actor);</w:t>
      </w:r>
    </w:p>
    <w:p w14:paraId="37AAB86E" w14:textId="77777777" w:rsidR="00167DAC" w:rsidRPr="00167DAC" w:rsidRDefault="00167DAC" w:rsidP="00167DAC">
      <w:pPr>
        <w:pStyle w:val="SuSQuellcode"/>
        <w:rPr>
          <w:lang w:val="de-DE"/>
        </w:rPr>
      </w:pPr>
      <w:r w:rsidRPr="00167DAC">
        <w:rPr>
          <w:lang w:val="de-DE"/>
        </w:rPr>
        <w:t>game.start();</w:t>
      </w:r>
    </w:p>
    <w:p w14:paraId="21D3E1F7" w14:textId="77777777" w:rsidR="00167DAC" w:rsidRDefault="00167DAC" w:rsidP="00167DAC">
      <w:pPr>
        <w:pStyle w:val="SuSMengentext"/>
        <w:ind w:firstLine="0"/>
      </w:pPr>
    </w:p>
    <w:p w14:paraId="4E5DACC6" w14:textId="77777777" w:rsidR="00C06644" w:rsidRDefault="00C06644" w:rsidP="007E1BF6">
      <w:pPr>
        <w:pStyle w:val="SuSMengentext"/>
      </w:pPr>
    </w:p>
    <w:p w14:paraId="214CA34C" w14:textId="7EC9D549" w:rsidR="00CB678F" w:rsidRDefault="00CB678F" w:rsidP="00CB678F">
      <w:pPr>
        <w:pStyle w:val="SuSBilddateiname"/>
      </w:pPr>
      <w:r>
        <w:t>Abbildung_</w:t>
      </w:r>
      <w:r>
        <w:t>7</w:t>
      </w:r>
      <w:r>
        <w:t>.png</w:t>
      </w:r>
    </w:p>
    <w:p w14:paraId="14215582" w14:textId="6C26559E" w:rsidR="00CB678F" w:rsidRPr="00D16CBB" w:rsidRDefault="00CB678F" w:rsidP="00CB678F">
      <w:pPr>
        <w:pStyle w:val="SuSBildTabellenunterschrift"/>
      </w:pPr>
      <w:r>
        <w:t xml:space="preserve">Abbildung </w:t>
      </w:r>
      <w:r>
        <w:t>7</w:t>
      </w:r>
      <w:r>
        <w:t xml:space="preserve">: </w:t>
      </w:r>
      <w:r>
        <w:t>Ein Text-Objekt (mehrzeilig) innerhalb eines Actor-Objektes.</w:t>
      </w:r>
    </w:p>
    <w:p w14:paraId="7828B2AC" w14:textId="77777777" w:rsidR="00E505C9" w:rsidRDefault="00E505C9" w:rsidP="00E505C9">
      <w:pPr>
        <w:pStyle w:val="SuSMengentext"/>
        <w:ind w:firstLine="0"/>
      </w:pPr>
    </w:p>
    <w:p w14:paraId="1AB3FC58" w14:textId="45DE31C8" w:rsidR="00167DAC" w:rsidRDefault="00167DAC" w:rsidP="00E505C9">
      <w:pPr>
        <w:pStyle w:val="SuSMengentext"/>
      </w:pPr>
      <w:r>
        <w:t>Was passiert im Einzelnen:</w:t>
      </w:r>
    </w:p>
    <w:p w14:paraId="18674345" w14:textId="3FA9B73D" w:rsidR="00E505C9" w:rsidRPr="00E505C9" w:rsidRDefault="00167DAC" w:rsidP="00E505C9">
      <w:pPr>
        <w:pStyle w:val="SuSAufzaehlunggegliedert"/>
      </w:pPr>
      <w:r w:rsidRPr="00E505C9">
        <w:rPr>
          <w:i/>
          <w:iCs/>
        </w:rPr>
        <w:t>Erstellung des Text-Objekts</w:t>
      </w:r>
      <w:r w:rsidRPr="00167DAC">
        <w:t xml:space="preserve">: Ein </w:t>
      </w:r>
      <w:r w:rsidRPr="00E505C9">
        <w:rPr>
          <w:i/>
          <w:iCs/>
        </w:rPr>
        <w:t>`Text`-</w:t>
      </w:r>
      <w:r w:rsidRPr="00167DAC">
        <w:t xml:space="preserve">Objekt wird erstellt, das den angezeigten Text und dessen Formatierung definiert. Der Text selbst lautet </w:t>
      </w:r>
      <w:r w:rsidRPr="00E505C9">
        <w:rPr>
          <w:i/>
          <w:iCs/>
        </w:rPr>
        <w:t>"Some Text Drawn Here\n\nNext line"</w:t>
      </w:r>
      <w:r w:rsidRPr="00167DAC">
        <w:t xml:space="preserve"> und </w:t>
      </w:r>
      <w:r w:rsidRPr="00E505C9">
        <w:t>enthält manuelle Zeilenumbruch-Sequenz</w:t>
      </w:r>
      <w:r w:rsidR="00E505C9" w:rsidRPr="00E505C9">
        <w:t>en</w:t>
      </w:r>
      <w:r w:rsidRPr="00E505C9">
        <w:t xml:space="preserve"> </w:t>
      </w:r>
      <w:r w:rsidRPr="00E27216">
        <w:t>(</w:t>
      </w:r>
      <w:r w:rsidRPr="00E27216">
        <w:rPr>
          <w:i/>
          <w:iCs/>
        </w:rPr>
        <w:t>`\n</w:t>
      </w:r>
      <w:r w:rsidRPr="00E505C9">
        <w:t>`), die dafür sorg</w:t>
      </w:r>
      <w:r w:rsidR="00E27216">
        <w:t>en</w:t>
      </w:r>
      <w:r w:rsidRPr="00E505C9">
        <w:t>, dass der Text in Zeilen angezeigt wird.</w:t>
      </w:r>
    </w:p>
    <w:p w14:paraId="2BECB3EB" w14:textId="77777777" w:rsidR="00E505C9" w:rsidRPr="00E505C9" w:rsidRDefault="00167DAC" w:rsidP="00E505C9">
      <w:pPr>
        <w:pStyle w:val="SuSAufzaehlunggegliedert"/>
      </w:pPr>
      <w:r w:rsidRPr="00E505C9">
        <w:rPr>
          <w:i/>
          <w:iCs/>
        </w:rPr>
        <w:lastRenderedPageBreak/>
        <w:t>Schriftkonfiguration</w:t>
      </w:r>
      <w:r w:rsidRPr="00E505C9">
        <w:t>: Ein `</w:t>
      </w:r>
      <w:r w:rsidRPr="00E505C9">
        <w:rPr>
          <w:i/>
          <w:iCs/>
        </w:rPr>
        <w:t>Font</w:t>
      </w:r>
      <w:r w:rsidRPr="00E505C9">
        <w:t>`-Objekt wird verwendet, um die Schriftgröße (30 Pixel), die Schriftfamilie (</w:t>
      </w:r>
      <w:r w:rsidRPr="00E505C9">
        <w:rPr>
          <w:i/>
          <w:iCs/>
        </w:rPr>
        <w:t>sans-serif</w:t>
      </w:r>
      <w:r w:rsidRPr="00E505C9">
        <w:t>), den Schriftstil (</w:t>
      </w:r>
      <w:r w:rsidRPr="00E505C9">
        <w:rPr>
          <w:i/>
          <w:iCs/>
        </w:rPr>
        <w:t>normal</w:t>
      </w:r>
      <w:r w:rsidRPr="00E505C9">
        <w:t>) und die Ausrichtung des Textes festzulegen. Es wird außerdem kein Fettdruck verwendet.</w:t>
      </w:r>
    </w:p>
    <w:p w14:paraId="4196C4B8" w14:textId="073FCE9C" w:rsidR="00E505C9" w:rsidRPr="00E505C9" w:rsidRDefault="00167DAC" w:rsidP="00E505C9">
      <w:pPr>
        <w:pStyle w:val="SuSAufzaehlunggegliedert"/>
      </w:pPr>
      <w:r w:rsidRPr="00E505C9">
        <w:rPr>
          <w:i/>
          <w:iCs/>
        </w:rPr>
        <w:t>Ausrichtung</w:t>
      </w:r>
      <w:r w:rsidRPr="00E505C9">
        <w:t xml:space="preserve">: Der Text wird linksbündig </w:t>
      </w:r>
      <w:r w:rsidR="00E505C9" w:rsidRPr="00E505C9">
        <w:t>(</w:t>
      </w:r>
      <w:r w:rsidR="00E505C9" w:rsidRPr="00E505C9">
        <w:rPr>
          <w:i/>
          <w:iCs/>
        </w:rPr>
        <w:t>TextAlign</w:t>
      </w:r>
      <w:r w:rsidR="00E505C9" w:rsidRPr="00E505C9">
        <w:t xml:space="preserve">); </w:t>
      </w:r>
      <w:r w:rsidRPr="00E505C9">
        <w:t>alphabetisch</w:t>
      </w:r>
      <w:r w:rsidR="00E505C9" w:rsidRPr="00E505C9">
        <w:t xml:space="preserve"> (</w:t>
      </w:r>
      <w:r w:rsidR="00E505C9" w:rsidRPr="00E505C9">
        <w:rPr>
          <w:i/>
          <w:iCs/>
        </w:rPr>
        <w:t>BaseAlign</w:t>
      </w:r>
      <w:r w:rsidR="00E505C9" w:rsidRPr="00E505C9">
        <w:t>)</w:t>
      </w:r>
      <w:r w:rsidRPr="00E505C9">
        <w:t>, was sich auf die vertikale Positionierung der Textbasis bezieht</w:t>
      </w:r>
      <w:r w:rsidR="00E505C9" w:rsidRPr="00E505C9">
        <w:t xml:space="preserve"> und von </w:t>
      </w:r>
      <w:r w:rsidR="00E505C9" w:rsidRPr="00E505C9">
        <w:t>links nach rechts</w:t>
      </w:r>
      <w:r w:rsidR="00E505C9" w:rsidRPr="00E505C9">
        <w:t xml:space="preserve"> (</w:t>
      </w:r>
      <w:r w:rsidRPr="00E505C9">
        <w:rPr>
          <w:i/>
          <w:iCs/>
        </w:rPr>
        <w:t>Direction</w:t>
      </w:r>
      <w:r w:rsidR="00E505C9" w:rsidRPr="00E505C9">
        <w:t>) ausgerichtet.</w:t>
      </w:r>
    </w:p>
    <w:p w14:paraId="4CD47DC6" w14:textId="5BD2AACF" w:rsidR="00167DAC" w:rsidRPr="00E505C9" w:rsidRDefault="00167DAC" w:rsidP="00E505C9">
      <w:pPr>
        <w:pStyle w:val="SuSAufzaehlunggegliedert"/>
      </w:pPr>
      <w:r w:rsidRPr="00E505C9">
        <w:rPr>
          <w:i/>
        </w:rPr>
        <w:t>Schattierung</w:t>
      </w:r>
      <w:r w:rsidRPr="00E505C9">
        <w:t>: Ein Schatteneffekt wird hinzugefügt, der eine leichte Unschärfe (Blur von 2) und eine Versetzung des Schattens um 2 Pixel in jede Richtung erzeugt. Die Farbe des Schattens ist Schwarz.</w:t>
      </w:r>
    </w:p>
    <w:p w14:paraId="2309D48B" w14:textId="77777777" w:rsidR="00E505C9" w:rsidRDefault="00E505C9" w:rsidP="00E505C9">
      <w:pPr>
        <w:pStyle w:val="SuSMengentext"/>
      </w:pPr>
      <w:r w:rsidRPr="00E505C9">
        <w:t xml:space="preserve">Dann erfolgt die </w:t>
      </w:r>
      <w:r w:rsidR="00167DAC" w:rsidRPr="00E505C9">
        <w:t xml:space="preserve">Integration in ein </w:t>
      </w:r>
      <w:r w:rsidR="00167DAC" w:rsidRPr="00E04B35">
        <w:rPr>
          <w:i/>
          <w:iCs/>
        </w:rPr>
        <w:t>Actor</w:t>
      </w:r>
      <w:r w:rsidR="00167DAC" w:rsidRPr="00E505C9">
        <w:t>-Element</w:t>
      </w:r>
      <w:r w:rsidRPr="00E505C9">
        <w:t>:</w:t>
      </w:r>
    </w:p>
    <w:p w14:paraId="4162FC91" w14:textId="77777777" w:rsidR="00870ACE" w:rsidRPr="00870ACE" w:rsidRDefault="00167DAC" w:rsidP="00870ACE">
      <w:pPr>
        <w:pStyle w:val="SuSAufzaehlunggegliedert"/>
      </w:pPr>
      <w:r w:rsidRPr="00E505C9">
        <w:rPr>
          <w:i/>
          <w:iCs/>
        </w:rPr>
        <w:t>Actor-Erstellung</w:t>
      </w:r>
      <w:r w:rsidRPr="00167DAC">
        <w:t>: Der `</w:t>
      </w:r>
      <w:r w:rsidRPr="00E04B35">
        <w:rPr>
          <w:i/>
          <w:iCs/>
        </w:rPr>
        <w:t>Text</w:t>
      </w:r>
      <w:r w:rsidRPr="00167DAC">
        <w:t>` wird in einem `</w:t>
      </w:r>
      <w:r w:rsidRPr="00E04B35">
        <w:rPr>
          <w:i/>
          <w:iCs/>
        </w:rPr>
        <w:t>Actor</w:t>
      </w:r>
      <w:r w:rsidRPr="00167DAC">
        <w:t>`-Objekt platziert. Der `</w:t>
      </w:r>
      <w:r w:rsidRPr="00E04B35">
        <w:rPr>
          <w:i/>
          <w:iCs/>
        </w:rPr>
        <w:t>Actor</w:t>
      </w:r>
      <w:r w:rsidRPr="00167DAC">
        <w:t xml:space="preserve">` dient als Container für den Text und ermöglicht es, den Text auf dem Bildschirm zu positionieren und zu </w:t>
      </w:r>
      <w:r w:rsidRPr="00870ACE">
        <w:t>bewegen.</w:t>
      </w:r>
    </w:p>
    <w:p w14:paraId="33EDCCCD" w14:textId="7A7F6E72" w:rsidR="00870ACE" w:rsidRPr="00870ACE" w:rsidRDefault="00870ACE" w:rsidP="00870ACE">
      <w:pPr>
        <w:pStyle w:val="SuSAufzaehlunggegliedert"/>
      </w:pPr>
      <w:r w:rsidRPr="00870ACE">
        <w:rPr>
          <w:i/>
          <w:iCs/>
        </w:rPr>
        <w:t>T</w:t>
      </w:r>
      <w:r w:rsidR="00167DAC" w:rsidRPr="00870ACE">
        <w:rPr>
          <w:i/>
          <w:iCs/>
        </w:rPr>
        <w:t>ext in Actor verwenden</w:t>
      </w:r>
      <w:r w:rsidR="00167DAC" w:rsidRPr="00870ACE">
        <w:t>: Der Text wird dem `</w:t>
      </w:r>
      <w:r w:rsidR="00167DAC" w:rsidRPr="00870ACE">
        <w:rPr>
          <w:i/>
          <w:iCs/>
        </w:rPr>
        <w:t>Actor</w:t>
      </w:r>
      <w:r w:rsidR="00167DAC" w:rsidRPr="00870ACE">
        <w:t>` über die `</w:t>
      </w:r>
      <w:r w:rsidR="00167DAC" w:rsidRPr="00870ACE">
        <w:rPr>
          <w:i/>
          <w:iCs/>
        </w:rPr>
        <w:t>graphics.use()`-</w:t>
      </w:r>
      <w:r w:rsidR="00167DAC" w:rsidRPr="00870ACE">
        <w:t xml:space="preserve">Methode zugewiesen, wodurch der </w:t>
      </w:r>
      <w:r w:rsidR="00E04B35">
        <w:t>‘</w:t>
      </w:r>
      <w:r w:rsidR="00167DAC" w:rsidRPr="00E04B35">
        <w:rPr>
          <w:i/>
          <w:iCs/>
        </w:rPr>
        <w:t>Text</w:t>
      </w:r>
      <w:r w:rsidR="00E04B35">
        <w:rPr>
          <w:i/>
          <w:iCs/>
        </w:rPr>
        <w:t>‘</w:t>
      </w:r>
      <w:r w:rsidR="00167DAC" w:rsidRPr="00870ACE">
        <w:t xml:space="preserve"> auf dem </w:t>
      </w:r>
      <w:r w:rsidR="00E04B35">
        <w:t>‘</w:t>
      </w:r>
      <w:r w:rsidR="00167DAC" w:rsidRPr="00E04B35">
        <w:rPr>
          <w:i/>
          <w:iCs/>
        </w:rPr>
        <w:t>Actor</w:t>
      </w:r>
      <w:r w:rsidR="00E04B35">
        <w:t>‘</w:t>
      </w:r>
      <w:r w:rsidR="00167DAC" w:rsidRPr="00870ACE">
        <w:t xml:space="preserve"> </w:t>
      </w:r>
      <w:r w:rsidR="00167DAC" w:rsidRPr="00E04B35">
        <w:t>sichtbar</w:t>
      </w:r>
      <w:r w:rsidR="00167DAC" w:rsidRPr="00870ACE">
        <w:t xml:space="preserve"> gemacht wird.</w:t>
      </w:r>
    </w:p>
    <w:p w14:paraId="40C9AA65" w14:textId="0625570B" w:rsidR="00167DAC" w:rsidRPr="00870ACE" w:rsidRDefault="00167DAC" w:rsidP="00870ACE">
      <w:pPr>
        <w:pStyle w:val="SuSAufzaehlunggegliedert"/>
      </w:pPr>
      <w:r w:rsidRPr="00870ACE">
        <w:rPr>
          <w:i/>
          <w:iCs/>
        </w:rPr>
        <w:t>Positionierung</w:t>
      </w:r>
      <w:r w:rsidRPr="00870ACE">
        <w:t>: Der `</w:t>
      </w:r>
      <w:r w:rsidRPr="00E04B35">
        <w:rPr>
          <w:i/>
          <w:iCs/>
        </w:rPr>
        <w:t>Actor</w:t>
      </w:r>
      <w:r w:rsidRPr="00870ACE">
        <w:t xml:space="preserve">` wird an einer bestimmten Position auf dem Bildschirm platziert </w:t>
      </w:r>
      <w:r w:rsidRPr="00870ACE">
        <w:rPr>
          <w:i/>
          <w:iCs/>
        </w:rPr>
        <w:t>(`vec(300, 100)`),</w:t>
      </w:r>
      <w:r w:rsidRPr="00870ACE">
        <w:t xml:space="preserve"> wodurch </w:t>
      </w:r>
      <w:r w:rsidR="00E04B35">
        <w:t>das</w:t>
      </w:r>
      <w:r w:rsidRPr="00870ACE">
        <w:t xml:space="preserve"> </w:t>
      </w:r>
      <w:r w:rsidR="00E04B35" w:rsidRPr="00870ACE">
        <w:t>Text</w:t>
      </w:r>
      <w:r w:rsidR="00E04B35">
        <w:t>‘-Objekt</w:t>
      </w:r>
      <w:r w:rsidR="00E04B35" w:rsidRPr="00870ACE">
        <w:t xml:space="preserve"> </w:t>
      </w:r>
      <w:r w:rsidRPr="00870ACE">
        <w:t>an dieser Stelle im Spielfenster angezeigt wird.</w:t>
      </w:r>
    </w:p>
    <w:p w14:paraId="139AC99F" w14:textId="77777777" w:rsidR="00167DAC" w:rsidRPr="00167DAC" w:rsidRDefault="00167DAC" w:rsidP="00167DAC">
      <w:pPr>
        <w:pStyle w:val="SuSMengentext"/>
        <w:rPr>
          <w:color w:val="FF0000"/>
        </w:rPr>
      </w:pPr>
    </w:p>
    <w:p w14:paraId="65C2B1A8" w14:textId="7B01D142" w:rsidR="00167DAC" w:rsidRPr="00870ACE" w:rsidRDefault="00167DAC" w:rsidP="00167DAC">
      <w:pPr>
        <w:pStyle w:val="SuSMengentext"/>
      </w:pPr>
      <w:r w:rsidRPr="00870ACE">
        <w:t>Zusammengefas</w:t>
      </w:r>
      <w:r w:rsidR="00870ACE" w:rsidRPr="00870ACE">
        <w:t xml:space="preserve">st: </w:t>
      </w:r>
      <w:r w:rsidR="00E04B35">
        <w:t>Das</w:t>
      </w:r>
      <w:r w:rsidRPr="00870ACE">
        <w:t xml:space="preserve"> </w:t>
      </w:r>
      <w:r w:rsidR="00E04B35">
        <w:t>‘</w:t>
      </w:r>
      <w:r w:rsidRPr="00870ACE">
        <w:t>Text</w:t>
      </w:r>
      <w:r w:rsidR="00E04B35">
        <w:t>‘-Objekt</w:t>
      </w:r>
      <w:r w:rsidR="00870ACE" w:rsidRPr="00870ACE">
        <w:t xml:space="preserve"> wird </w:t>
      </w:r>
      <w:r w:rsidRPr="00870ACE">
        <w:t>als grafisches Element erstellt, formatiert und in einem `</w:t>
      </w:r>
      <w:r w:rsidRPr="00870ACE">
        <w:rPr>
          <w:i/>
          <w:iCs/>
        </w:rPr>
        <w:t>Actor</w:t>
      </w:r>
      <w:r w:rsidRPr="00870ACE">
        <w:t>` integriert, der ihn auf dem Bildschirm positioniert und verwaltet.</w:t>
      </w:r>
      <w:r w:rsidR="001B5AB7">
        <w:t xml:space="preserve"> Fassen wir den Unterschied zwischen </w:t>
      </w:r>
      <w:r w:rsidR="008D7F84">
        <w:t>‘</w:t>
      </w:r>
      <w:r w:rsidR="001B5AB7" w:rsidRPr="00E04B35">
        <w:rPr>
          <w:i/>
          <w:iCs/>
        </w:rPr>
        <w:t>Text</w:t>
      </w:r>
      <w:r w:rsidR="008D7F84">
        <w:rPr>
          <w:i/>
          <w:iCs/>
        </w:rPr>
        <w:t>‘</w:t>
      </w:r>
      <w:r w:rsidR="00E04B35">
        <w:t>-</w:t>
      </w:r>
      <w:r w:rsidR="001B5AB7">
        <w:t xml:space="preserve"> und </w:t>
      </w:r>
      <w:r w:rsidR="008D7F84">
        <w:t>‘</w:t>
      </w:r>
      <w:r w:rsidR="001B5AB7" w:rsidRPr="00E04B35">
        <w:rPr>
          <w:i/>
          <w:iCs/>
        </w:rPr>
        <w:t>Label</w:t>
      </w:r>
      <w:r w:rsidR="008D7F84">
        <w:rPr>
          <w:i/>
          <w:iCs/>
        </w:rPr>
        <w:t>‘</w:t>
      </w:r>
      <w:r w:rsidR="00E04B35">
        <w:t>-Objekten</w:t>
      </w:r>
      <w:r w:rsidR="001B5AB7">
        <w:t xml:space="preserve"> für die Darstellung von Text nochmals zusammen (</w:t>
      </w:r>
      <w:r w:rsidR="001B5AB7" w:rsidRPr="001B5AB7">
        <w:rPr>
          <w:i/>
          <w:color w:val="FF0000"/>
        </w:rPr>
        <w:t>Tabelle 3</w:t>
      </w:r>
      <w:r w:rsidR="001B5AB7">
        <w:t>).</w:t>
      </w:r>
    </w:p>
    <w:p w14:paraId="3B2A8A6E" w14:textId="6A03A9BE" w:rsidR="00167DAC" w:rsidRPr="00167DAC" w:rsidRDefault="00167DAC" w:rsidP="00167DAC">
      <w:pPr>
        <w:pStyle w:val="SuSMengentext"/>
        <w:rPr>
          <w:color w:val="FF0000"/>
        </w:rPr>
      </w:pPr>
    </w:p>
    <w:tbl>
      <w:tblPr>
        <w:tblStyle w:val="Tabellenraster"/>
        <w:tblW w:w="0" w:type="auto"/>
        <w:tblLook w:val="04A0" w:firstRow="1" w:lastRow="0" w:firstColumn="1" w:lastColumn="0" w:noHBand="0" w:noVBand="1"/>
      </w:tblPr>
      <w:tblGrid>
        <w:gridCol w:w="1471"/>
        <w:gridCol w:w="3368"/>
        <w:gridCol w:w="3258"/>
      </w:tblGrid>
      <w:tr w:rsidR="001B5AB7" w:rsidRPr="001B5AB7" w14:paraId="19D357C5" w14:textId="77777777" w:rsidTr="001B5AB7">
        <w:tc>
          <w:tcPr>
            <w:tcW w:w="0" w:type="auto"/>
            <w:hideMark/>
          </w:tcPr>
          <w:p w14:paraId="6A0D76C0" w14:textId="77777777" w:rsidR="00167DAC" w:rsidRPr="001B5AB7" w:rsidRDefault="00167DAC" w:rsidP="001B5AB7">
            <w:pPr>
              <w:pStyle w:val="SuSTabellenkopf"/>
            </w:pPr>
            <w:r w:rsidRPr="001B5AB7">
              <w:t>Merkmal</w:t>
            </w:r>
          </w:p>
        </w:tc>
        <w:tc>
          <w:tcPr>
            <w:tcW w:w="0" w:type="auto"/>
            <w:hideMark/>
          </w:tcPr>
          <w:p w14:paraId="219186F5" w14:textId="77777777" w:rsidR="00167DAC" w:rsidRPr="001B5AB7" w:rsidRDefault="00167DAC" w:rsidP="001B5AB7">
            <w:pPr>
              <w:pStyle w:val="SuSTabellenkopf"/>
            </w:pPr>
            <w:r w:rsidRPr="001B5AB7">
              <w:t>Text</w:t>
            </w:r>
          </w:p>
        </w:tc>
        <w:tc>
          <w:tcPr>
            <w:tcW w:w="0" w:type="auto"/>
            <w:hideMark/>
          </w:tcPr>
          <w:p w14:paraId="66F32B5C" w14:textId="77777777" w:rsidR="00167DAC" w:rsidRPr="001B5AB7" w:rsidRDefault="00167DAC" w:rsidP="001B5AB7">
            <w:pPr>
              <w:pStyle w:val="SuSTabellenkopf"/>
            </w:pPr>
            <w:r w:rsidRPr="001B5AB7">
              <w:t>Label</w:t>
            </w:r>
          </w:p>
        </w:tc>
      </w:tr>
      <w:tr w:rsidR="001B5AB7" w:rsidRPr="001B5AB7" w14:paraId="55A7CF5F" w14:textId="77777777" w:rsidTr="001B5AB7">
        <w:tc>
          <w:tcPr>
            <w:tcW w:w="0" w:type="auto"/>
            <w:hideMark/>
          </w:tcPr>
          <w:p w14:paraId="5BDAD0E5" w14:textId="77777777" w:rsidR="00167DAC" w:rsidRPr="001B5AB7" w:rsidRDefault="00167DAC" w:rsidP="001B5AB7">
            <w:pPr>
              <w:pStyle w:val="SuSTabellentext"/>
            </w:pPr>
            <w:r w:rsidRPr="001B5AB7">
              <w:t>Definition</w:t>
            </w:r>
          </w:p>
        </w:tc>
        <w:tc>
          <w:tcPr>
            <w:tcW w:w="0" w:type="auto"/>
            <w:hideMark/>
          </w:tcPr>
          <w:p w14:paraId="748CC119" w14:textId="77777777" w:rsidR="00167DAC" w:rsidRPr="001B5AB7" w:rsidRDefault="00167DAC" w:rsidP="001B5AB7">
            <w:pPr>
              <w:pStyle w:val="SuSTabellentext"/>
            </w:pPr>
            <w:r w:rsidRPr="001B5AB7">
              <w:t>Ein Text-Objekt, das speziell für das Zeichnen von Text mit erweiterter Formatierung und Styling verwendet wird.</w:t>
            </w:r>
          </w:p>
        </w:tc>
        <w:tc>
          <w:tcPr>
            <w:tcW w:w="0" w:type="auto"/>
            <w:hideMark/>
          </w:tcPr>
          <w:p w14:paraId="56D8C91A" w14:textId="77777777" w:rsidR="00167DAC" w:rsidRPr="001B5AB7" w:rsidRDefault="00167DAC" w:rsidP="001B5AB7">
            <w:pPr>
              <w:pStyle w:val="SuSTabellentext"/>
            </w:pPr>
            <w:r w:rsidRPr="001B5AB7">
              <w:t>Ein spezielles UI-Element für einfache Textdarstellungen im Spiel.</w:t>
            </w:r>
          </w:p>
        </w:tc>
      </w:tr>
      <w:tr w:rsidR="001B5AB7" w:rsidRPr="001B5AB7" w14:paraId="68E16FE8" w14:textId="77777777" w:rsidTr="001B5AB7">
        <w:tc>
          <w:tcPr>
            <w:tcW w:w="0" w:type="auto"/>
            <w:hideMark/>
          </w:tcPr>
          <w:p w14:paraId="21CB630E" w14:textId="77777777" w:rsidR="00167DAC" w:rsidRPr="001B5AB7" w:rsidRDefault="00167DAC" w:rsidP="001B5AB7">
            <w:pPr>
              <w:pStyle w:val="SuSTabellentext"/>
            </w:pPr>
            <w:r w:rsidRPr="001B5AB7">
              <w:t>Verwendung</w:t>
            </w:r>
          </w:p>
        </w:tc>
        <w:tc>
          <w:tcPr>
            <w:tcW w:w="0" w:type="auto"/>
            <w:hideMark/>
          </w:tcPr>
          <w:p w14:paraId="12A3C703" w14:textId="0F48380A" w:rsidR="00167DAC" w:rsidRPr="001B5AB7" w:rsidRDefault="00167DAC" w:rsidP="001B5AB7">
            <w:pPr>
              <w:pStyle w:val="SuSTabellentext"/>
            </w:pPr>
            <w:r w:rsidRPr="001B5AB7">
              <w:t>Dient der Darstellung von komplexem Text, inklusive Schriftformatierung, Schatten, Ausrichtung</w:t>
            </w:r>
            <w:r w:rsidR="001B5AB7">
              <w:t xml:space="preserve"> usw.</w:t>
            </w:r>
          </w:p>
        </w:tc>
        <w:tc>
          <w:tcPr>
            <w:tcW w:w="0" w:type="auto"/>
            <w:hideMark/>
          </w:tcPr>
          <w:p w14:paraId="30167709" w14:textId="77777777" w:rsidR="00167DAC" w:rsidRPr="001B5AB7" w:rsidRDefault="00167DAC" w:rsidP="001B5AB7">
            <w:pPr>
              <w:pStyle w:val="SuSTabellentext"/>
            </w:pPr>
            <w:r w:rsidRPr="001B5AB7">
              <w:t>Wird meist verwendet, um statischen oder sich ändernden Text (z.B. Punktestand) anzuzeigen.</w:t>
            </w:r>
          </w:p>
        </w:tc>
      </w:tr>
      <w:tr w:rsidR="001B5AB7" w:rsidRPr="001B5AB7" w14:paraId="0440A86B" w14:textId="77777777" w:rsidTr="001B5AB7">
        <w:tc>
          <w:tcPr>
            <w:tcW w:w="0" w:type="auto"/>
            <w:hideMark/>
          </w:tcPr>
          <w:p w14:paraId="2B8EF6BE" w14:textId="77777777" w:rsidR="00167DAC" w:rsidRPr="001B5AB7" w:rsidRDefault="00167DAC" w:rsidP="001B5AB7">
            <w:pPr>
              <w:pStyle w:val="SuSTabellentext"/>
            </w:pPr>
            <w:r w:rsidRPr="001B5AB7">
              <w:t>Erweiterte Formatierung</w:t>
            </w:r>
          </w:p>
        </w:tc>
        <w:tc>
          <w:tcPr>
            <w:tcW w:w="0" w:type="auto"/>
            <w:hideMark/>
          </w:tcPr>
          <w:p w14:paraId="269C9A3C" w14:textId="283BB887" w:rsidR="00167DAC" w:rsidRPr="001B5AB7" w:rsidRDefault="00167DAC" w:rsidP="001B5AB7">
            <w:pPr>
              <w:pStyle w:val="SuSTabellentext"/>
            </w:pPr>
            <w:r w:rsidRPr="001B5AB7">
              <w:t>Bietet umfassende Steuerung über Schriftgröße, -familie, -stil, Schatten, Ausrichtung und Textfluss (links nach rechts</w:t>
            </w:r>
            <w:r w:rsidR="001B5AB7">
              <w:t xml:space="preserve"> usw</w:t>
            </w:r>
            <w:r w:rsidRPr="001B5AB7">
              <w:t>.).</w:t>
            </w:r>
          </w:p>
        </w:tc>
        <w:tc>
          <w:tcPr>
            <w:tcW w:w="0" w:type="auto"/>
            <w:hideMark/>
          </w:tcPr>
          <w:p w14:paraId="60D5C703" w14:textId="77777777" w:rsidR="00167DAC" w:rsidRPr="001B5AB7" w:rsidRDefault="00167DAC" w:rsidP="001B5AB7">
            <w:pPr>
              <w:pStyle w:val="SuSTabellentext"/>
            </w:pPr>
            <w:r w:rsidRPr="001B5AB7">
              <w:t>Einfachere Steuerung über grundlegende Schriftattribute wie Größe und Farbe.</w:t>
            </w:r>
          </w:p>
        </w:tc>
      </w:tr>
      <w:tr w:rsidR="001B5AB7" w:rsidRPr="001B5AB7" w14:paraId="0D2A2F2F" w14:textId="77777777" w:rsidTr="001B5AB7">
        <w:tc>
          <w:tcPr>
            <w:tcW w:w="0" w:type="auto"/>
            <w:hideMark/>
          </w:tcPr>
          <w:p w14:paraId="3F89BAAE" w14:textId="77777777" w:rsidR="00167DAC" w:rsidRPr="001B5AB7" w:rsidRDefault="00167DAC" w:rsidP="001B5AB7">
            <w:pPr>
              <w:pStyle w:val="SuSTabellentext"/>
            </w:pPr>
            <w:r w:rsidRPr="001B5AB7">
              <w:t>Ausrichtung</w:t>
            </w:r>
          </w:p>
        </w:tc>
        <w:tc>
          <w:tcPr>
            <w:tcW w:w="0" w:type="auto"/>
            <w:hideMark/>
          </w:tcPr>
          <w:p w14:paraId="21CB8CB0" w14:textId="77777777" w:rsidR="00167DAC" w:rsidRPr="001B5AB7" w:rsidRDefault="00167DAC" w:rsidP="001B5AB7">
            <w:pPr>
              <w:pStyle w:val="SuSTabellentext"/>
            </w:pPr>
            <w:r w:rsidRPr="001B5AB7">
              <w:t>Unterstützt detaillierte Ausrichtungsoptionen wie Textausrichtung (z.B. linksbündig, zentriert) und Basislinienausrichtung.</w:t>
            </w:r>
          </w:p>
        </w:tc>
        <w:tc>
          <w:tcPr>
            <w:tcW w:w="0" w:type="auto"/>
            <w:hideMark/>
          </w:tcPr>
          <w:p w14:paraId="18E10FDC" w14:textId="77777777" w:rsidR="00167DAC" w:rsidRPr="001B5AB7" w:rsidRDefault="00167DAC" w:rsidP="001B5AB7">
            <w:pPr>
              <w:pStyle w:val="SuSTabellentext"/>
            </w:pPr>
            <w:r w:rsidRPr="001B5AB7">
              <w:t>Bietet grundlegende Ausrichtungsmöglichkeiten, aber weniger detailliert als das Text-Objekt.</w:t>
            </w:r>
          </w:p>
        </w:tc>
      </w:tr>
      <w:tr w:rsidR="001B5AB7" w:rsidRPr="001B5AB7" w14:paraId="2E6E9CA1" w14:textId="77777777" w:rsidTr="001B5AB7">
        <w:tc>
          <w:tcPr>
            <w:tcW w:w="0" w:type="auto"/>
            <w:hideMark/>
          </w:tcPr>
          <w:p w14:paraId="2660E3C2" w14:textId="77777777" w:rsidR="00167DAC" w:rsidRPr="001B5AB7" w:rsidRDefault="00167DAC" w:rsidP="001B5AB7">
            <w:pPr>
              <w:pStyle w:val="SuSTabellentext"/>
            </w:pPr>
            <w:r w:rsidRPr="001B5AB7">
              <w:t>Schattierung</w:t>
            </w:r>
          </w:p>
        </w:tc>
        <w:tc>
          <w:tcPr>
            <w:tcW w:w="0" w:type="auto"/>
            <w:hideMark/>
          </w:tcPr>
          <w:p w14:paraId="6E0E6077" w14:textId="77777777" w:rsidR="00167DAC" w:rsidRPr="001B5AB7" w:rsidRDefault="00167DAC" w:rsidP="001B5AB7">
            <w:pPr>
              <w:pStyle w:val="SuSTabellentext"/>
            </w:pPr>
            <w:r w:rsidRPr="001B5AB7">
              <w:t>Unterstützt Schatteneffekte (z.B. Versatz, Unschärfe) für den Text.</w:t>
            </w:r>
          </w:p>
        </w:tc>
        <w:tc>
          <w:tcPr>
            <w:tcW w:w="0" w:type="auto"/>
            <w:hideMark/>
          </w:tcPr>
          <w:p w14:paraId="3897B103" w14:textId="77777777" w:rsidR="00167DAC" w:rsidRPr="001B5AB7" w:rsidRDefault="00167DAC" w:rsidP="001B5AB7">
            <w:pPr>
              <w:pStyle w:val="SuSTabellentext"/>
            </w:pPr>
            <w:r w:rsidRPr="001B5AB7">
              <w:t>Keine Unterstützung für Schatteneffekte.</w:t>
            </w:r>
          </w:p>
        </w:tc>
      </w:tr>
      <w:tr w:rsidR="001B5AB7" w:rsidRPr="001B5AB7" w14:paraId="7BED0548" w14:textId="77777777" w:rsidTr="001B5AB7">
        <w:tc>
          <w:tcPr>
            <w:tcW w:w="0" w:type="auto"/>
            <w:hideMark/>
          </w:tcPr>
          <w:p w14:paraId="647B8C7A" w14:textId="77777777" w:rsidR="00167DAC" w:rsidRPr="001B5AB7" w:rsidRDefault="00167DAC" w:rsidP="001B5AB7">
            <w:pPr>
              <w:pStyle w:val="SuSTabellentext"/>
            </w:pPr>
            <w:r w:rsidRPr="001B5AB7">
              <w:t>Integration in Actor</w:t>
            </w:r>
          </w:p>
        </w:tc>
        <w:tc>
          <w:tcPr>
            <w:tcW w:w="0" w:type="auto"/>
            <w:hideMark/>
          </w:tcPr>
          <w:p w14:paraId="72C902CD" w14:textId="77777777" w:rsidR="00167DAC" w:rsidRPr="001B5AB7" w:rsidRDefault="00167DAC" w:rsidP="001B5AB7">
            <w:pPr>
              <w:pStyle w:val="SuSTabellentext"/>
            </w:pPr>
            <w:r w:rsidRPr="001B5AB7">
              <w:t>Muss in einem Actor verwendet werden, um auf dem Bildschirm angezeigt zu werden.</w:t>
            </w:r>
          </w:p>
        </w:tc>
        <w:tc>
          <w:tcPr>
            <w:tcW w:w="0" w:type="auto"/>
            <w:hideMark/>
          </w:tcPr>
          <w:p w14:paraId="247D748D" w14:textId="77777777" w:rsidR="00167DAC" w:rsidRPr="001B5AB7" w:rsidRDefault="00167DAC" w:rsidP="001B5AB7">
            <w:pPr>
              <w:pStyle w:val="SuSTabellentext"/>
            </w:pPr>
            <w:proofErr w:type="gramStart"/>
            <w:r w:rsidRPr="001B5AB7">
              <w:t>Kann</w:t>
            </w:r>
            <w:proofErr w:type="gramEnd"/>
            <w:r w:rsidRPr="001B5AB7">
              <w:t xml:space="preserve"> als eigenständiges Element im Spiel hinzugefügt und positioniert werden.</w:t>
            </w:r>
          </w:p>
        </w:tc>
      </w:tr>
      <w:tr w:rsidR="001B5AB7" w:rsidRPr="001B5AB7" w14:paraId="12D5879D" w14:textId="77777777" w:rsidTr="001B5AB7">
        <w:tc>
          <w:tcPr>
            <w:tcW w:w="0" w:type="auto"/>
            <w:hideMark/>
          </w:tcPr>
          <w:p w14:paraId="4EF0A6F9" w14:textId="77777777" w:rsidR="00167DAC" w:rsidRPr="001B5AB7" w:rsidRDefault="00167DAC" w:rsidP="001B5AB7">
            <w:pPr>
              <w:pStyle w:val="SuSTabellentext"/>
            </w:pPr>
            <w:r w:rsidRPr="001B5AB7">
              <w:lastRenderedPageBreak/>
              <w:t>Dynamische Updates</w:t>
            </w:r>
          </w:p>
        </w:tc>
        <w:tc>
          <w:tcPr>
            <w:tcW w:w="0" w:type="auto"/>
            <w:hideMark/>
          </w:tcPr>
          <w:p w14:paraId="01427634" w14:textId="77777777" w:rsidR="00167DAC" w:rsidRPr="001B5AB7" w:rsidRDefault="00167DAC" w:rsidP="001B5AB7">
            <w:pPr>
              <w:pStyle w:val="SuSTabellentext"/>
            </w:pPr>
            <w:r w:rsidRPr="001B5AB7">
              <w:t>Kann dynamisch aktualisiert werden, z.B. durch Veränderung der Zeichenkette oder Schriftattribute.</w:t>
            </w:r>
          </w:p>
        </w:tc>
        <w:tc>
          <w:tcPr>
            <w:tcW w:w="0" w:type="auto"/>
            <w:hideMark/>
          </w:tcPr>
          <w:p w14:paraId="6DBD50E6" w14:textId="77777777" w:rsidR="00167DAC" w:rsidRPr="001B5AB7" w:rsidRDefault="00167DAC" w:rsidP="001B5AB7">
            <w:pPr>
              <w:pStyle w:val="SuSTabellentext"/>
            </w:pPr>
            <w:r w:rsidRPr="001B5AB7">
              <w:t>Wird häufig für dynamische Textanzeigen wie Punktestand, Timer, etc. verwendet.</w:t>
            </w:r>
          </w:p>
        </w:tc>
      </w:tr>
      <w:tr w:rsidR="001B5AB7" w:rsidRPr="001B5AB7" w14:paraId="657A12D8" w14:textId="77777777" w:rsidTr="001B5AB7">
        <w:tc>
          <w:tcPr>
            <w:tcW w:w="0" w:type="auto"/>
            <w:hideMark/>
          </w:tcPr>
          <w:p w14:paraId="24C03B06" w14:textId="77777777" w:rsidR="00167DAC" w:rsidRPr="001B5AB7" w:rsidRDefault="00167DAC" w:rsidP="001B5AB7">
            <w:pPr>
              <w:pStyle w:val="SuSTabellentext"/>
            </w:pPr>
            <w:r w:rsidRPr="001B5AB7">
              <w:t>Komplexität</w:t>
            </w:r>
          </w:p>
        </w:tc>
        <w:tc>
          <w:tcPr>
            <w:tcW w:w="0" w:type="auto"/>
            <w:hideMark/>
          </w:tcPr>
          <w:p w14:paraId="7DA5165D" w14:textId="48B1818C" w:rsidR="00167DAC" w:rsidRPr="001B5AB7" w:rsidRDefault="00167DAC" w:rsidP="001B5AB7">
            <w:pPr>
              <w:pStyle w:val="SuSTabellentext"/>
            </w:pPr>
            <w:r w:rsidRPr="001B5AB7">
              <w:t xml:space="preserve">Eignet sich für </w:t>
            </w:r>
            <w:r w:rsidR="00E04B35">
              <w:t>detailreiche</w:t>
            </w:r>
            <w:r w:rsidRPr="001B5AB7">
              <w:t xml:space="preserve"> Textdarstellungen mit erweiterten Formatierungsoptionen.</w:t>
            </w:r>
          </w:p>
        </w:tc>
        <w:tc>
          <w:tcPr>
            <w:tcW w:w="0" w:type="auto"/>
            <w:hideMark/>
          </w:tcPr>
          <w:p w14:paraId="4157EF09" w14:textId="77777777" w:rsidR="00167DAC" w:rsidRPr="001B5AB7" w:rsidRDefault="00167DAC" w:rsidP="001B5AB7">
            <w:pPr>
              <w:pStyle w:val="SuSTabellentext"/>
            </w:pPr>
            <w:r w:rsidRPr="001B5AB7">
              <w:t>Eignet sich für einfache, schnelle Textanzeigen, die leicht zu implementieren sind.</w:t>
            </w:r>
          </w:p>
        </w:tc>
      </w:tr>
      <w:tr w:rsidR="001B5AB7" w:rsidRPr="001B5AB7" w14:paraId="69B7946F" w14:textId="77777777" w:rsidTr="001B5AB7">
        <w:tc>
          <w:tcPr>
            <w:tcW w:w="0" w:type="auto"/>
            <w:hideMark/>
          </w:tcPr>
          <w:p w14:paraId="1731DBDC" w14:textId="77777777" w:rsidR="00167DAC" w:rsidRPr="001B5AB7" w:rsidRDefault="00167DAC" w:rsidP="001B5AB7">
            <w:pPr>
              <w:pStyle w:val="SuSTabellentext"/>
            </w:pPr>
            <w:r w:rsidRPr="001B5AB7">
              <w:t>Performance</w:t>
            </w:r>
          </w:p>
        </w:tc>
        <w:tc>
          <w:tcPr>
            <w:tcW w:w="0" w:type="auto"/>
            <w:hideMark/>
          </w:tcPr>
          <w:p w14:paraId="6ECC5645" w14:textId="77777777" w:rsidR="00167DAC" w:rsidRPr="001B5AB7" w:rsidRDefault="00167DAC" w:rsidP="001B5AB7">
            <w:pPr>
              <w:pStyle w:val="SuSTabellentext"/>
            </w:pPr>
            <w:proofErr w:type="gramStart"/>
            <w:r w:rsidRPr="001B5AB7">
              <w:t>Kann</w:t>
            </w:r>
            <w:proofErr w:type="gramEnd"/>
            <w:r w:rsidRPr="001B5AB7">
              <w:t xml:space="preserve"> etwas mehr Rechenleistung erfordern, wenn viele erweiterte Optionen genutzt werden.</w:t>
            </w:r>
          </w:p>
        </w:tc>
        <w:tc>
          <w:tcPr>
            <w:tcW w:w="0" w:type="auto"/>
            <w:hideMark/>
          </w:tcPr>
          <w:p w14:paraId="30167C9E" w14:textId="77777777" w:rsidR="00167DAC" w:rsidRPr="001B5AB7" w:rsidRDefault="00167DAC" w:rsidP="001B5AB7">
            <w:pPr>
              <w:pStyle w:val="SuSTabellentext"/>
            </w:pPr>
            <w:r w:rsidRPr="001B5AB7">
              <w:t>Leichter und performanter für einfache Textdarstellungen.</w:t>
            </w:r>
          </w:p>
        </w:tc>
      </w:tr>
    </w:tbl>
    <w:p w14:paraId="5484B02B" w14:textId="460F8B2F" w:rsidR="001B5AB7" w:rsidRPr="001B5AB7" w:rsidRDefault="001B5AB7" w:rsidP="001B5AB7">
      <w:pPr>
        <w:pStyle w:val="SuSBildTabellenunterschrift"/>
      </w:pPr>
      <w:r w:rsidRPr="001B5AB7">
        <w:t>Tabelle 3: G</w:t>
      </w:r>
      <w:r>
        <w:t>egenüberstellung von Text- und Label-Element für die Textdarstellung.</w:t>
      </w:r>
    </w:p>
    <w:p w14:paraId="6CDA8B17" w14:textId="77777777" w:rsidR="001B5AB7" w:rsidRDefault="001B5AB7" w:rsidP="001B5AB7">
      <w:pPr>
        <w:pStyle w:val="SuSMengentext"/>
      </w:pPr>
    </w:p>
    <w:p w14:paraId="3DD6C709" w14:textId="36EBAA1F" w:rsidR="00167DAC" w:rsidRPr="00167DAC" w:rsidRDefault="001B5AB7" w:rsidP="001B5AB7">
      <w:pPr>
        <w:pStyle w:val="SuSMengentext"/>
      </w:pPr>
      <w:r w:rsidRPr="001B5AB7">
        <w:t xml:space="preserve">Kurz zusammengefasst: </w:t>
      </w:r>
      <w:r>
        <w:t xml:space="preserve">Ein </w:t>
      </w:r>
      <w:r w:rsidR="008D7F84">
        <w:t>‘</w:t>
      </w:r>
      <w:r w:rsidR="00167DAC" w:rsidRPr="001B5AB7">
        <w:rPr>
          <w:i/>
          <w:iCs/>
        </w:rPr>
        <w:t>Text</w:t>
      </w:r>
      <w:r w:rsidR="008D7F84">
        <w:rPr>
          <w:i/>
          <w:iCs/>
        </w:rPr>
        <w:t>‘</w:t>
      </w:r>
      <w:r w:rsidRPr="001B5AB7">
        <w:rPr>
          <w:i/>
          <w:iCs/>
        </w:rPr>
        <w:t>-Objekt</w:t>
      </w:r>
      <w:r>
        <w:t xml:space="preserve"> wird </w:t>
      </w:r>
      <w:r w:rsidR="00167DAC" w:rsidRPr="00167DAC">
        <w:t>für komplexere Textdarstellungen mit erweiterten Formatierungsmöglichkeiten verwendet.</w:t>
      </w:r>
      <w:r>
        <w:t xml:space="preserve"> Ein </w:t>
      </w:r>
      <w:r w:rsidR="008D7F84">
        <w:t>‘</w:t>
      </w:r>
      <w:r w:rsidR="00167DAC" w:rsidRPr="00167DAC">
        <w:rPr>
          <w:i/>
          <w:iCs/>
        </w:rPr>
        <w:t>Label</w:t>
      </w:r>
      <w:r w:rsidR="008D7F84">
        <w:t>‘</w:t>
      </w:r>
      <w:r>
        <w:t>-Objekt e</w:t>
      </w:r>
      <w:r w:rsidR="00167DAC" w:rsidRPr="00167DAC">
        <w:t>ignet sich für einfachere Textanzeigen und ist oft ausreichend für grundlegende HUD-Elemente wie Punktestände oder Timer.</w:t>
      </w:r>
    </w:p>
    <w:p w14:paraId="3BA874AE" w14:textId="5FEF1AEF" w:rsidR="00782E11" w:rsidRDefault="00782E11" w:rsidP="00DD2937">
      <w:pPr>
        <w:pStyle w:val="SuSAbsatzheadline"/>
      </w:pPr>
      <w:r w:rsidRPr="00F62F8B">
        <w:t>Fazit</w:t>
      </w:r>
      <w:r w:rsidR="004C30AC">
        <w:t xml:space="preserve"> und Ausblick</w:t>
      </w:r>
    </w:p>
    <w:p w14:paraId="244A05AB" w14:textId="09692B61" w:rsidR="001B5AB7" w:rsidRDefault="001B5AB7" w:rsidP="001B5AB7">
      <w:pPr>
        <w:pStyle w:val="SuSMengentext"/>
      </w:pPr>
      <w:r>
        <w:t xml:space="preserve">Zu den grafischen Elementen gibt es noch </w:t>
      </w:r>
      <w:r w:rsidR="004C30AC">
        <w:t>viele weitere Objekte,</w:t>
      </w:r>
      <w:r>
        <w:t xml:space="preserve"> </w:t>
      </w:r>
      <w:r w:rsidR="004C30AC">
        <w:t xml:space="preserve">welche uns die Bibliothek </w:t>
      </w:r>
      <w:r w:rsidR="004C30AC" w:rsidRPr="00BD2FB6">
        <w:rPr>
          <w:i/>
        </w:rPr>
        <w:t>Excalibur.js</w:t>
      </w:r>
      <w:r w:rsidR="004C30AC">
        <w:t xml:space="preserve"> zur Verfügung stellt, beispielsweise Graphics, Raster Graphics, Linien usw. Ein wichtiges Feature, um bei der Spieleprogrammierung voranzukommen</w:t>
      </w:r>
      <w:r w:rsidR="008D7F84">
        <w:t>,</w:t>
      </w:r>
      <w:r w:rsidR="004C30AC">
        <w:t xml:space="preserve"> ist das Thema </w:t>
      </w:r>
      <w:r w:rsidR="004C30AC" w:rsidRPr="004C30AC">
        <w:rPr>
          <w:i/>
        </w:rPr>
        <w:t>Tilemaps</w:t>
      </w:r>
      <w:r w:rsidR="004C30AC">
        <w:t xml:space="preserve">. </w:t>
      </w:r>
      <w:r w:rsidR="004C30AC" w:rsidRPr="004C30AC">
        <w:t xml:space="preserve">Eine </w:t>
      </w:r>
      <w:r w:rsidR="004C30AC" w:rsidRPr="004C30AC">
        <w:rPr>
          <w:i/>
          <w:iCs/>
        </w:rPr>
        <w:t>Tilemap</w:t>
      </w:r>
      <w:r w:rsidR="004C30AC" w:rsidRPr="004C30AC">
        <w:t xml:space="preserve"> ist eine zweidimensionale Rasterstruktur, die aus kleineren Kacheln (</w:t>
      </w:r>
      <w:r w:rsidR="004C30AC" w:rsidRPr="004C30AC">
        <w:rPr>
          <w:i/>
          <w:iCs/>
        </w:rPr>
        <w:t>Tiles</w:t>
      </w:r>
      <w:r w:rsidR="004C30AC" w:rsidRPr="004C30AC">
        <w:t>) besteht, die wiederholt werden, um größere Spielflächen wie Karten, Levels oder Hintergründe darzustellen. Jede Kachel repräsentiert ein einzelnes Element (z.B. Boden, Wand, Wasser). Tilemaps ermöglichen es, große Spielwelten effizient zu erstellen und zu verwalten, indem Kacheln wiederverwendet werden. Sie werden häufig in 2D-Spielen für die Darstellung von Levels oder Umgebungen verwendet. Tilemaps sind besonders nützlich für prozedurale Generierung und flexible Levelgestaltung.</w:t>
      </w:r>
      <w:r w:rsidR="004C30AC">
        <w:t xml:space="preserve"> Wir verwenden diese auch in </w:t>
      </w:r>
      <w:r w:rsidR="004C30AC" w:rsidRPr="00BD2FB6">
        <w:rPr>
          <w:i/>
        </w:rPr>
        <w:t>Excalibur.js</w:t>
      </w:r>
      <w:r w:rsidR="004C30AC">
        <w:rPr>
          <w:i/>
        </w:rPr>
        <w:t xml:space="preserve">. </w:t>
      </w:r>
      <w:r w:rsidR="004C30AC" w:rsidRPr="004C30AC">
        <w:rPr>
          <w:i/>
        </w:rPr>
        <w:t>Tilemaps</w:t>
      </w:r>
      <w:r w:rsidR="004C30AC">
        <w:t xml:space="preserve">, </w:t>
      </w:r>
      <w:r w:rsidR="004C30AC" w:rsidRPr="004C30AC">
        <w:rPr>
          <w:i/>
        </w:rPr>
        <w:t>Physik</w:t>
      </w:r>
      <w:r w:rsidR="004C30AC" w:rsidRPr="004C30AC">
        <w:t xml:space="preserve">, </w:t>
      </w:r>
      <w:r w:rsidR="004C30AC" w:rsidRPr="004C30AC">
        <w:rPr>
          <w:i/>
        </w:rPr>
        <w:t>Kollision</w:t>
      </w:r>
      <w:r w:rsidR="004C30AC" w:rsidRPr="004C30AC">
        <w:t xml:space="preserve"> und </w:t>
      </w:r>
      <w:r w:rsidR="004C30AC" w:rsidRPr="004C30AC">
        <w:rPr>
          <w:i/>
        </w:rPr>
        <w:t>Interaktionen</w:t>
      </w:r>
      <w:r w:rsidR="004C30AC">
        <w:t xml:space="preserve"> sind das Thema unseres nächsten Teil</w:t>
      </w:r>
      <w:r w:rsidR="00782CEC">
        <w:t>s</w:t>
      </w:r>
      <w:r w:rsidR="004C30AC">
        <w:t xml:space="preserve"> der Serie. </w:t>
      </w:r>
    </w:p>
    <w:p w14:paraId="44041248" w14:textId="77777777" w:rsidR="004C30AC" w:rsidRPr="004C30AC" w:rsidRDefault="004C30AC" w:rsidP="001B5AB7">
      <w:pPr>
        <w:pStyle w:val="SuSMengentext"/>
      </w:pPr>
    </w:p>
    <w:p w14:paraId="31BD2659" w14:textId="1AF3F6BC" w:rsidR="004C30AC" w:rsidRDefault="004C30AC" w:rsidP="004C30AC">
      <w:pPr>
        <w:pStyle w:val="SuSKastenheadline"/>
      </w:pPr>
      <w:r w:rsidRPr="004C30AC">
        <w:t>Quellcode</w:t>
      </w:r>
    </w:p>
    <w:p w14:paraId="4A972B65" w14:textId="57AA8B2F" w:rsidR="004C30AC" w:rsidRDefault="004C30AC" w:rsidP="004C30AC">
      <w:pPr>
        <w:pStyle w:val="SuSKastentext"/>
      </w:pPr>
      <w:r>
        <w:t>Die Quellcode-</w:t>
      </w:r>
      <w:r w:rsidRPr="004C30AC">
        <w:t>Snippets</w:t>
      </w:r>
      <w:r>
        <w:t xml:space="preserve"> zu diesem Teil der Artikelserie kann man von [4] herunterladen.</w:t>
      </w:r>
    </w:p>
    <w:p w14:paraId="5C4885D2" w14:textId="01D461B5" w:rsidR="004C30AC" w:rsidRPr="004C30AC" w:rsidRDefault="004C30AC" w:rsidP="004C30AC">
      <w:pPr>
        <w:pStyle w:val="SuSKastenheadline"/>
      </w:pPr>
      <w:r>
        <w:t>./.</w:t>
      </w:r>
    </w:p>
    <w:p w14:paraId="559415FB" w14:textId="36568F1D" w:rsidR="00D70D23" w:rsidRPr="00F62F8B" w:rsidRDefault="00D70D23">
      <w:pPr>
        <w:pStyle w:val="SuSLinksundLiteraturHeadline"/>
        <w:rPr>
          <w:rFonts w:ascii="Times New Roman" w:hAnsi="Times New Roman"/>
          <w:b w:val="0"/>
          <w:bCs w:val="0"/>
          <w:i/>
          <w:sz w:val="20"/>
        </w:rPr>
      </w:pPr>
      <w:r w:rsidRPr="00F62F8B">
        <w:rPr>
          <w:rFonts w:ascii="Times New Roman" w:hAnsi="Times New Roman"/>
          <w:b w:val="0"/>
          <w:bCs w:val="0"/>
          <w:i/>
          <w:sz w:val="20"/>
        </w:rPr>
        <w:t>Dr. Veikko Krypczyk ist begeisterter Entwickler und Fachautor. Er bietet Seminare und Workshops zu unterschiedlichen Themen der Softwareentwicklung. Weitere Informationen zu diesen und anderen Themen der IT und Angebote zu Seminaren und Workshops finden Sie unter https://larinet.com und https://www.tech-punkt.com. Hier finden Sie Seminare zu aktuellen Themen, welche den Inhalt kompakt und auf den Punkt gebracht vermitteln.</w:t>
      </w:r>
    </w:p>
    <w:p w14:paraId="5537D835" w14:textId="7262DBB8" w:rsidR="00846C39" w:rsidRPr="00F62F8B" w:rsidRDefault="00846C39">
      <w:pPr>
        <w:pStyle w:val="SuSLinksundLiteraturHeadline"/>
      </w:pPr>
      <w:r w:rsidRPr="00F62F8B">
        <w:t>Links &amp; Literatur</w:t>
      </w:r>
    </w:p>
    <w:p w14:paraId="5A6E3A7A" w14:textId="5D0168AA" w:rsidR="00F74CCC" w:rsidRPr="00466396" w:rsidRDefault="00516FC5" w:rsidP="00466396">
      <w:pPr>
        <w:pStyle w:val="SuSLinksundLiteraturText"/>
        <w:rPr>
          <w:rStyle w:val="Hyperlink"/>
          <w:color w:val="auto"/>
          <w:u w:val="none"/>
        </w:rPr>
      </w:pPr>
      <w:r w:rsidRPr="00466396">
        <w:t>[1]</w:t>
      </w:r>
      <w:r w:rsidR="00C17557" w:rsidRPr="00466396">
        <w:t xml:space="preserve"> </w:t>
      </w:r>
      <w:hyperlink r:id="rId8" w:history="1">
        <w:r w:rsidR="00C17557" w:rsidRPr="00466396">
          <w:rPr>
            <w:rStyle w:val="Hyperlink"/>
            <w:color w:val="auto"/>
            <w:u w:val="none"/>
          </w:rPr>
          <w:t>https://excaliburjs.com/</w:t>
        </w:r>
      </w:hyperlink>
      <w:r w:rsidR="00C17557" w:rsidRPr="00466396">
        <w:rPr>
          <w:rStyle w:val="Hyperlink"/>
          <w:color w:val="auto"/>
          <w:u w:val="none"/>
        </w:rPr>
        <w:t xml:space="preserve"> </w:t>
      </w:r>
    </w:p>
    <w:p w14:paraId="390942EE" w14:textId="06D9E530" w:rsidR="00ED0DE0" w:rsidRDefault="00102D94" w:rsidP="00CE497D">
      <w:pPr>
        <w:pStyle w:val="SuSLinksundLiteraturText"/>
        <w:rPr>
          <w:rStyle w:val="Hyperlink"/>
          <w:color w:val="auto"/>
          <w:u w:val="none"/>
        </w:rPr>
      </w:pPr>
      <w:r w:rsidRPr="00466396">
        <w:rPr>
          <w:rStyle w:val="Hyperlink"/>
          <w:color w:val="auto"/>
          <w:u w:val="none"/>
        </w:rPr>
        <w:t xml:space="preserve">[2] </w:t>
      </w:r>
      <w:hyperlink r:id="rId9" w:history="1">
        <w:r w:rsidR="004D796A" w:rsidRPr="00F63F63">
          <w:rPr>
            <w:rStyle w:val="Hyperlink"/>
          </w:rPr>
          <w:t>https://excaliburjs.com/docs/actors</w:t>
        </w:r>
      </w:hyperlink>
    </w:p>
    <w:p w14:paraId="68643ED9" w14:textId="228B8578" w:rsidR="004D796A" w:rsidRDefault="004D796A" w:rsidP="00CE497D">
      <w:pPr>
        <w:pStyle w:val="SuSLinksundLiteraturText"/>
        <w:rPr>
          <w:rStyle w:val="Hyperlink"/>
          <w:color w:val="auto"/>
          <w:u w:val="none"/>
        </w:rPr>
      </w:pPr>
      <w:r w:rsidRPr="008769E9">
        <w:rPr>
          <w:rStyle w:val="Hyperlink"/>
          <w:color w:val="auto"/>
          <w:u w:val="none"/>
        </w:rPr>
        <w:t xml:space="preserve">[3] </w:t>
      </w:r>
      <w:hyperlink r:id="rId10" w:history="1">
        <w:r w:rsidR="004C30AC" w:rsidRPr="001862A9">
          <w:rPr>
            <w:rStyle w:val="Hyperlink"/>
          </w:rPr>
          <w:t>https://excaliburjs.com/docs/scenes</w:t>
        </w:r>
      </w:hyperlink>
    </w:p>
    <w:p w14:paraId="7A21DF07" w14:textId="2E269CF1" w:rsidR="004C30AC" w:rsidRDefault="004C30AC" w:rsidP="00CE497D">
      <w:pPr>
        <w:pStyle w:val="SuSLinksundLiteraturText"/>
        <w:rPr>
          <w:rStyle w:val="Hyperlink"/>
          <w:color w:val="auto"/>
          <w:u w:val="none"/>
        </w:rPr>
      </w:pPr>
      <w:r>
        <w:rPr>
          <w:rStyle w:val="Hyperlink"/>
          <w:color w:val="auto"/>
          <w:u w:val="none"/>
        </w:rPr>
        <w:t xml:space="preserve">[4] </w:t>
      </w:r>
      <w:hyperlink r:id="rId11" w:history="1">
        <w:r w:rsidRPr="001862A9">
          <w:rPr>
            <w:rStyle w:val="Hyperlink"/>
          </w:rPr>
          <w:t>https://larinet.com</w:t>
        </w:r>
      </w:hyperlink>
    </w:p>
    <w:p w14:paraId="28686524" w14:textId="77777777" w:rsidR="004C30AC" w:rsidRPr="008769E9" w:rsidRDefault="004C30AC" w:rsidP="00CE497D">
      <w:pPr>
        <w:pStyle w:val="SuSLinksundLiteraturText"/>
      </w:pPr>
    </w:p>
    <w:p w14:paraId="75F4D01E" w14:textId="77777777" w:rsidR="00181681" w:rsidRPr="008769E9" w:rsidRDefault="00181681" w:rsidP="00181681">
      <w:pPr>
        <w:pStyle w:val="SuSKastentext"/>
      </w:pPr>
    </w:p>
    <w:p w14:paraId="162012CA" w14:textId="77777777" w:rsidR="00796C30" w:rsidRPr="008769E9" w:rsidRDefault="00796C30" w:rsidP="00181681">
      <w:pPr>
        <w:pStyle w:val="SuSKastentext"/>
      </w:pPr>
    </w:p>
    <w:sectPr w:rsidR="00796C30" w:rsidRPr="008769E9" w:rsidSect="0020165D">
      <w:headerReference w:type="default" r:id="rId12"/>
      <w:pgSz w:w="11906" w:h="16838"/>
      <w:pgMar w:top="1247" w:right="2552" w:bottom="1021"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0A029" w14:textId="77777777" w:rsidR="004D2736" w:rsidRPr="00F62F8B" w:rsidRDefault="004D2736">
      <w:r w:rsidRPr="00F62F8B">
        <w:separator/>
      </w:r>
    </w:p>
  </w:endnote>
  <w:endnote w:type="continuationSeparator" w:id="0">
    <w:p w14:paraId="30BA52BB" w14:textId="77777777" w:rsidR="004D2736" w:rsidRPr="00F62F8B" w:rsidRDefault="004D2736">
      <w:r w:rsidRPr="00F62F8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33D69" w14:textId="77777777" w:rsidR="004D2736" w:rsidRPr="00F62F8B" w:rsidRDefault="004D2736">
      <w:r w:rsidRPr="00F62F8B">
        <w:separator/>
      </w:r>
    </w:p>
  </w:footnote>
  <w:footnote w:type="continuationSeparator" w:id="0">
    <w:p w14:paraId="7BA989D1" w14:textId="77777777" w:rsidR="004D2736" w:rsidRPr="00F62F8B" w:rsidRDefault="004D2736">
      <w:r w:rsidRPr="00F62F8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5CE9F" w14:textId="7C9D9FD9" w:rsidR="00846C39" w:rsidRPr="00F62F8B" w:rsidRDefault="00846C39">
    <w:pPr>
      <w:rPr>
        <w:rFonts w:ascii="Arial" w:hAnsi="Arial" w:cs="Arial"/>
        <w:sz w:val="16"/>
      </w:rPr>
    </w:pPr>
    <w:r w:rsidRPr="00F62F8B">
      <w:rPr>
        <w:rFonts w:ascii="Arial" w:hAnsi="Arial" w:cs="Arial"/>
        <w:sz w:val="16"/>
      </w:rPr>
      <w:t xml:space="preserve">Seite </w:t>
    </w:r>
    <w:r w:rsidR="0020165D" w:rsidRPr="00F62F8B">
      <w:rPr>
        <w:rFonts w:ascii="Arial" w:hAnsi="Arial" w:cs="Arial"/>
        <w:sz w:val="16"/>
      </w:rPr>
      <w:fldChar w:fldCharType="begin"/>
    </w:r>
    <w:r w:rsidRPr="00F62F8B">
      <w:rPr>
        <w:rFonts w:ascii="Arial" w:hAnsi="Arial" w:cs="Arial"/>
        <w:sz w:val="16"/>
      </w:rPr>
      <w:instrText xml:space="preserve"> PAGE </w:instrText>
    </w:r>
    <w:r w:rsidR="0020165D" w:rsidRPr="00F62F8B">
      <w:rPr>
        <w:rFonts w:ascii="Arial" w:hAnsi="Arial" w:cs="Arial"/>
        <w:sz w:val="16"/>
      </w:rPr>
      <w:fldChar w:fldCharType="separate"/>
    </w:r>
    <w:r w:rsidR="0068104D" w:rsidRPr="00F62F8B">
      <w:rPr>
        <w:rFonts w:ascii="Arial" w:hAnsi="Arial" w:cs="Arial"/>
        <w:sz w:val="16"/>
      </w:rPr>
      <w:t>2</w:t>
    </w:r>
    <w:r w:rsidR="0020165D" w:rsidRPr="00F62F8B">
      <w:rPr>
        <w:rFonts w:ascii="Arial" w:hAnsi="Arial" w:cs="Arial"/>
        <w:sz w:val="16"/>
      </w:rPr>
      <w:fldChar w:fldCharType="end"/>
    </w:r>
    <w:r w:rsidRPr="00F62F8B">
      <w:rPr>
        <w:rFonts w:ascii="Arial" w:hAnsi="Arial" w:cs="Arial"/>
        <w:sz w:val="16"/>
      </w:rPr>
      <w:t xml:space="preserve">, Druckdatum: </w:t>
    </w:r>
    <w:r w:rsidR="0020165D" w:rsidRPr="00F62F8B">
      <w:rPr>
        <w:rFonts w:ascii="Arial" w:hAnsi="Arial" w:cs="Arial"/>
        <w:sz w:val="16"/>
      </w:rPr>
      <w:fldChar w:fldCharType="begin"/>
    </w:r>
    <w:r w:rsidRPr="00F62F8B">
      <w:rPr>
        <w:rFonts w:ascii="Arial" w:hAnsi="Arial" w:cs="Arial"/>
        <w:sz w:val="16"/>
      </w:rPr>
      <w:instrText xml:space="preserve"> DATE \@ "dd.MM.yyyy" </w:instrText>
    </w:r>
    <w:r w:rsidR="0020165D" w:rsidRPr="00F62F8B">
      <w:rPr>
        <w:rFonts w:ascii="Arial" w:hAnsi="Arial" w:cs="Arial"/>
        <w:sz w:val="16"/>
      </w:rPr>
      <w:fldChar w:fldCharType="separate"/>
    </w:r>
    <w:r w:rsidR="00E60202">
      <w:rPr>
        <w:rFonts w:ascii="Arial" w:hAnsi="Arial" w:cs="Arial"/>
        <w:noProof/>
        <w:sz w:val="16"/>
      </w:rPr>
      <w:t>17.10.2024</w:t>
    </w:r>
    <w:r w:rsidR="0020165D" w:rsidRPr="00F62F8B">
      <w:rPr>
        <w:rFonts w:ascii="Arial" w:hAnsi="Arial" w:cs="Arial"/>
        <w:sz w:val="16"/>
      </w:rPr>
      <w:fldChar w:fldCharType="end"/>
    </w:r>
    <w:r w:rsidRPr="00F62F8B">
      <w:rPr>
        <w:rFonts w:ascii="Arial" w:hAnsi="Arial" w:cs="Arial"/>
        <w:sz w:val="16"/>
      </w:rPr>
      <w:t xml:space="preserve">, </w:t>
    </w:r>
    <w:r w:rsidR="0020165D" w:rsidRPr="00F62F8B">
      <w:rPr>
        <w:rFonts w:ascii="Arial" w:hAnsi="Arial" w:cs="Arial"/>
        <w:sz w:val="16"/>
      </w:rPr>
      <w:fldChar w:fldCharType="begin"/>
    </w:r>
    <w:r w:rsidRPr="00F62F8B">
      <w:rPr>
        <w:rFonts w:ascii="Arial" w:hAnsi="Arial" w:cs="Arial"/>
        <w:sz w:val="16"/>
      </w:rPr>
      <w:instrText xml:space="preserve"> TIME \@ "HH:mm" </w:instrText>
    </w:r>
    <w:r w:rsidR="0020165D" w:rsidRPr="00F62F8B">
      <w:rPr>
        <w:rFonts w:ascii="Arial" w:hAnsi="Arial" w:cs="Arial"/>
        <w:sz w:val="16"/>
      </w:rPr>
      <w:fldChar w:fldCharType="separate"/>
    </w:r>
    <w:r w:rsidR="00E60202">
      <w:rPr>
        <w:rFonts w:ascii="Arial" w:hAnsi="Arial" w:cs="Arial"/>
        <w:noProof/>
        <w:sz w:val="16"/>
      </w:rPr>
      <w:t>15:28</w:t>
    </w:r>
    <w:r w:rsidR="0020165D" w:rsidRPr="00F62F8B">
      <w:rPr>
        <w:rFonts w:ascii="Arial" w:hAnsi="Arial" w:cs="Arial"/>
        <w:sz w:val="16"/>
      </w:rPr>
      <w:fldChar w:fldCharType="end"/>
    </w:r>
    <w:r w:rsidRPr="00F62F8B">
      <w:rPr>
        <w:rFonts w:ascii="Arial" w:hAnsi="Arial" w:cs="Arial"/>
        <w:sz w:val="16"/>
      </w:rPr>
      <w:t xml:space="preserve">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C820D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BE08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A4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BCE7D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4C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D82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C679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F0CD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444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D2FB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27F1B"/>
    <w:multiLevelType w:val="multilevel"/>
    <w:tmpl w:val="E3747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A57A26"/>
    <w:multiLevelType w:val="multilevel"/>
    <w:tmpl w:val="B17EB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A6601"/>
    <w:multiLevelType w:val="hybridMultilevel"/>
    <w:tmpl w:val="20409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3E37AF"/>
    <w:multiLevelType w:val="multilevel"/>
    <w:tmpl w:val="C91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D15F4"/>
    <w:multiLevelType w:val="multilevel"/>
    <w:tmpl w:val="B986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716DB3"/>
    <w:multiLevelType w:val="hybridMultilevel"/>
    <w:tmpl w:val="EC58A7BA"/>
    <w:lvl w:ilvl="0" w:tplc="D354EAEC">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C184463"/>
    <w:multiLevelType w:val="hybridMultilevel"/>
    <w:tmpl w:val="AAECC948"/>
    <w:lvl w:ilvl="0" w:tplc="7CDA1462">
      <w:start w:val="1"/>
      <w:numFmt w:val="decimal"/>
      <w:pStyle w:val="SuSAufzaehlungnummeriert"/>
      <w:lvlText w:val="%1."/>
      <w:lvlJc w:val="left"/>
      <w:pPr>
        <w:tabs>
          <w:tab w:val="num" w:pos="360"/>
        </w:tabs>
        <w:ind w:left="360" w:hanging="360"/>
      </w:pPr>
    </w:lvl>
    <w:lvl w:ilvl="1" w:tplc="04070019" w:tentative="1">
      <w:start w:val="1"/>
      <w:numFmt w:val="lowerLetter"/>
      <w:lvlText w:val="%2."/>
      <w:lvlJc w:val="left"/>
      <w:pPr>
        <w:tabs>
          <w:tab w:val="num" w:pos="1157"/>
        </w:tabs>
        <w:ind w:left="1157" w:hanging="360"/>
      </w:pPr>
    </w:lvl>
    <w:lvl w:ilvl="2" w:tplc="0407001B" w:tentative="1">
      <w:start w:val="1"/>
      <w:numFmt w:val="lowerRoman"/>
      <w:lvlText w:val="%3."/>
      <w:lvlJc w:val="right"/>
      <w:pPr>
        <w:tabs>
          <w:tab w:val="num" w:pos="1877"/>
        </w:tabs>
        <w:ind w:left="1877" w:hanging="180"/>
      </w:pPr>
    </w:lvl>
    <w:lvl w:ilvl="3" w:tplc="0407000F" w:tentative="1">
      <w:start w:val="1"/>
      <w:numFmt w:val="decimal"/>
      <w:lvlText w:val="%4."/>
      <w:lvlJc w:val="left"/>
      <w:pPr>
        <w:tabs>
          <w:tab w:val="num" w:pos="2597"/>
        </w:tabs>
        <w:ind w:left="2597" w:hanging="360"/>
      </w:pPr>
    </w:lvl>
    <w:lvl w:ilvl="4" w:tplc="04070019" w:tentative="1">
      <w:start w:val="1"/>
      <w:numFmt w:val="lowerLetter"/>
      <w:lvlText w:val="%5."/>
      <w:lvlJc w:val="left"/>
      <w:pPr>
        <w:tabs>
          <w:tab w:val="num" w:pos="3317"/>
        </w:tabs>
        <w:ind w:left="3317" w:hanging="360"/>
      </w:pPr>
    </w:lvl>
    <w:lvl w:ilvl="5" w:tplc="0407001B" w:tentative="1">
      <w:start w:val="1"/>
      <w:numFmt w:val="lowerRoman"/>
      <w:lvlText w:val="%6."/>
      <w:lvlJc w:val="right"/>
      <w:pPr>
        <w:tabs>
          <w:tab w:val="num" w:pos="4037"/>
        </w:tabs>
        <w:ind w:left="4037" w:hanging="180"/>
      </w:pPr>
    </w:lvl>
    <w:lvl w:ilvl="6" w:tplc="0407000F" w:tentative="1">
      <w:start w:val="1"/>
      <w:numFmt w:val="decimal"/>
      <w:lvlText w:val="%7."/>
      <w:lvlJc w:val="left"/>
      <w:pPr>
        <w:tabs>
          <w:tab w:val="num" w:pos="4757"/>
        </w:tabs>
        <w:ind w:left="4757" w:hanging="360"/>
      </w:pPr>
    </w:lvl>
    <w:lvl w:ilvl="7" w:tplc="04070019" w:tentative="1">
      <w:start w:val="1"/>
      <w:numFmt w:val="lowerLetter"/>
      <w:lvlText w:val="%8."/>
      <w:lvlJc w:val="left"/>
      <w:pPr>
        <w:tabs>
          <w:tab w:val="num" w:pos="5477"/>
        </w:tabs>
        <w:ind w:left="5477" w:hanging="360"/>
      </w:pPr>
    </w:lvl>
    <w:lvl w:ilvl="8" w:tplc="0407001B" w:tentative="1">
      <w:start w:val="1"/>
      <w:numFmt w:val="lowerRoman"/>
      <w:lvlText w:val="%9."/>
      <w:lvlJc w:val="right"/>
      <w:pPr>
        <w:tabs>
          <w:tab w:val="num" w:pos="6197"/>
        </w:tabs>
        <w:ind w:left="6197" w:hanging="180"/>
      </w:pPr>
    </w:lvl>
  </w:abstractNum>
  <w:abstractNum w:abstractNumId="17" w15:restartNumberingAfterBreak="0">
    <w:nsid w:val="3A4D5541"/>
    <w:multiLevelType w:val="hybridMultilevel"/>
    <w:tmpl w:val="076623B0"/>
    <w:lvl w:ilvl="0" w:tplc="9572DA50">
      <w:start w:val="1"/>
      <w:numFmt w:val="bullet"/>
      <w:pStyle w:val="SuSAufzaehlunggeglieder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7C21DF9"/>
    <w:multiLevelType w:val="hybridMultilevel"/>
    <w:tmpl w:val="19CE503C"/>
    <w:lvl w:ilvl="0" w:tplc="CCBA9062">
      <w:start w:val="1"/>
      <w:numFmt w:val="decimal"/>
      <w:pStyle w:val="SuSKastentextAufzaehlungnummeriert"/>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E1B153B"/>
    <w:multiLevelType w:val="multilevel"/>
    <w:tmpl w:val="64FE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539F1"/>
    <w:multiLevelType w:val="hybridMultilevel"/>
    <w:tmpl w:val="83164E2E"/>
    <w:lvl w:ilvl="0" w:tplc="B6BE1BE0">
      <w:start w:val="1"/>
      <w:numFmt w:val="bullet"/>
      <w:pStyle w:val="SuSKastentextAufzaehlunggeglieder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FB7EA8"/>
    <w:multiLevelType w:val="multilevel"/>
    <w:tmpl w:val="91E2F5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A4C2F"/>
    <w:multiLevelType w:val="singleLevel"/>
    <w:tmpl w:val="F6466230"/>
    <w:lvl w:ilvl="0">
      <w:start w:val="1"/>
      <w:numFmt w:val="bullet"/>
      <w:lvlText w:val=""/>
      <w:lvlJc w:val="left"/>
      <w:pPr>
        <w:tabs>
          <w:tab w:val="num" w:pos="360"/>
        </w:tabs>
        <w:ind w:left="0" w:firstLine="0"/>
      </w:pPr>
      <w:rPr>
        <w:rFonts w:ascii="Symbol" w:hAnsi="Symbol" w:hint="default"/>
      </w:rPr>
    </w:lvl>
  </w:abstractNum>
  <w:abstractNum w:abstractNumId="23" w15:restartNumberingAfterBreak="0">
    <w:nsid w:val="68BA04C3"/>
    <w:multiLevelType w:val="hybridMultilevel"/>
    <w:tmpl w:val="E10AC614"/>
    <w:lvl w:ilvl="0" w:tplc="CBAC09A8">
      <w:numFmt w:val="bullet"/>
      <w:lvlText w:val="-"/>
      <w:lvlJc w:val="left"/>
      <w:pPr>
        <w:ind w:left="802" w:hanging="360"/>
      </w:pPr>
      <w:rPr>
        <w:rFonts w:ascii="Times New Roman" w:eastAsia="Times New Roman" w:hAnsi="Times New Roman" w:cs="Times New Roman"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num w:numId="1" w16cid:durableId="1339507685">
    <w:abstractNumId w:val="22"/>
  </w:num>
  <w:num w:numId="2" w16cid:durableId="1427848859">
    <w:abstractNumId w:val="22"/>
  </w:num>
  <w:num w:numId="3" w16cid:durableId="531453919">
    <w:abstractNumId w:val="17"/>
  </w:num>
  <w:num w:numId="4" w16cid:durableId="1657026602">
    <w:abstractNumId w:val="20"/>
  </w:num>
  <w:num w:numId="5" w16cid:durableId="1853882712">
    <w:abstractNumId w:val="16"/>
  </w:num>
  <w:num w:numId="6" w16cid:durableId="692462246">
    <w:abstractNumId w:val="18"/>
  </w:num>
  <w:num w:numId="7" w16cid:durableId="1494683299">
    <w:abstractNumId w:val="9"/>
  </w:num>
  <w:num w:numId="8" w16cid:durableId="2030595410">
    <w:abstractNumId w:val="7"/>
  </w:num>
  <w:num w:numId="9" w16cid:durableId="932935811">
    <w:abstractNumId w:val="6"/>
  </w:num>
  <w:num w:numId="10" w16cid:durableId="1946647124">
    <w:abstractNumId w:val="5"/>
  </w:num>
  <w:num w:numId="11" w16cid:durableId="161824513">
    <w:abstractNumId w:val="4"/>
  </w:num>
  <w:num w:numId="12" w16cid:durableId="888999613">
    <w:abstractNumId w:val="8"/>
  </w:num>
  <w:num w:numId="13" w16cid:durableId="459957828">
    <w:abstractNumId w:val="3"/>
  </w:num>
  <w:num w:numId="14" w16cid:durableId="1482623988">
    <w:abstractNumId w:val="2"/>
  </w:num>
  <w:num w:numId="15" w16cid:durableId="1690328378">
    <w:abstractNumId w:val="1"/>
  </w:num>
  <w:num w:numId="16" w16cid:durableId="189299618">
    <w:abstractNumId w:val="0"/>
  </w:num>
  <w:num w:numId="17" w16cid:durableId="1298339035">
    <w:abstractNumId w:val="15"/>
  </w:num>
  <w:num w:numId="18" w16cid:durableId="2117864717">
    <w:abstractNumId w:val="23"/>
  </w:num>
  <w:num w:numId="19" w16cid:durableId="1814562791">
    <w:abstractNumId w:val="13"/>
  </w:num>
  <w:num w:numId="20" w16cid:durableId="1066684646">
    <w:abstractNumId w:val="19"/>
  </w:num>
  <w:num w:numId="21" w16cid:durableId="21905158">
    <w:abstractNumId w:val="11"/>
  </w:num>
  <w:num w:numId="22" w16cid:durableId="964892229">
    <w:abstractNumId w:val="17"/>
  </w:num>
  <w:num w:numId="23" w16cid:durableId="125239560">
    <w:abstractNumId w:val="21"/>
  </w:num>
  <w:num w:numId="24" w16cid:durableId="595210813">
    <w:abstractNumId w:val="12"/>
  </w:num>
  <w:num w:numId="25" w16cid:durableId="971253706">
    <w:abstractNumId w:val="10"/>
  </w:num>
  <w:num w:numId="26" w16cid:durableId="1300186104">
    <w:abstractNumId w:val="16"/>
    <w:lvlOverride w:ilvl="0">
      <w:startOverride w:val="1"/>
    </w:lvlOverride>
  </w:num>
  <w:num w:numId="27" w16cid:durableId="12590958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F2"/>
    <w:rsid w:val="00001F97"/>
    <w:rsid w:val="00003D35"/>
    <w:rsid w:val="000118B0"/>
    <w:rsid w:val="00012074"/>
    <w:rsid w:val="00024E40"/>
    <w:rsid w:val="00033889"/>
    <w:rsid w:val="000438A5"/>
    <w:rsid w:val="000531A8"/>
    <w:rsid w:val="00053CAA"/>
    <w:rsid w:val="00080AB6"/>
    <w:rsid w:val="000856DA"/>
    <w:rsid w:val="00091CA0"/>
    <w:rsid w:val="000A1336"/>
    <w:rsid w:val="000D7CED"/>
    <w:rsid w:val="000E264C"/>
    <w:rsid w:val="000E7749"/>
    <w:rsid w:val="000E78C0"/>
    <w:rsid w:val="000F14D9"/>
    <w:rsid w:val="000F37AE"/>
    <w:rsid w:val="000F72D4"/>
    <w:rsid w:val="00102D94"/>
    <w:rsid w:val="00114F0E"/>
    <w:rsid w:val="00116057"/>
    <w:rsid w:val="00125B38"/>
    <w:rsid w:val="00137EE1"/>
    <w:rsid w:val="00161AFF"/>
    <w:rsid w:val="001635D3"/>
    <w:rsid w:val="00167DAC"/>
    <w:rsid w:val="0017212A"/>
    <w:rsid w:val="00181681"/>
    <w:rsid w:val="00186878"/>
    <w:rsid w:val="0019074A"/>
    <w:rsid w:val="00193C16"/>
    <w:rsid w:val="00194AB1"/>
    <w:rsid w:val="001A094D"/>
    <w:rsid w:val="001B38A8"/>
    <w:rsid w:val="001B5AB7"/>
    <w:rsid w:val="001E33C3"/>
    <w:rsid w:val="0020165D"/>
    <w:rsid w:val="00202A13"/>
    <w:rsid w:val="002275DE"/>
    <w:rsid w:val="002311EC"/>
    <w:rsid w:val="00246591"/>
    <w:rsid w:val="00252EAD"/>
    <w:rsid w:val="002611F3"/>
    <w:rsid w:val="0028375D"/>
    <w:rsid w:val="00283D60"/>
    <w:rsid w:val="002954D9"/>
    <w:rsid w:val="002B4B39"/>
    <w:rsid w:val="002C44E7"/>
    <w:rsid w:val="002C5195"/>
    <w:rsid w:val="002D08B2"/>
    <w:rsid w:val="002E4D78"/>
    <w:rsid w:val="002F0AAA"/>
    <w:rsid w:val="00307F6D"/>
    <w:rsid w:val="003121FA"/>
    <w:rsid w:val="00321442"/>
    <w:rsid w:val="00327552"/>
    <w:rsid w:val="00352721"/>
    <w:rsid w:val="00355AC2"/>
    <w:rsid w:val="00357452"/>
    <w:rsid w:val="00380B90"/>
    <w:rsid w:val="003974AE"/>
    <w:rsid w:val="00397BA3"/>
    <w:rsid w:val="003B72C2"/>
    <w:rsid w:val="003D1734"/>
    <w:rsid w:val="003D2B79"/>
    <w:rsid w:val="003E0E22"/>
    <w:rsid w:val="003E26B1"/>
    <w:rsid w:val="0041288B"/>
    <w:rsid w:val="004162F4"/>
    <w:rsid w:val="00447F13"/>
    <w:rsid w:val="00466396"/>
    <w:rsid w:val="00482360"/>
    <w:rsid w:val="00491F3F"/>
    <w:rsid w:val="00493616"/>
    <w:rsid w:val="0049474B"/>
    <w:rsid w:val="00494F0D"/>
    <w:rsid w:val="00497927"/>
    <w:rsid w:val="004B0641"/>
    <w:rsid w:val="004B5E44"/>
    <w:rsid w:val="004C30AC"/>
    <w:rsid w:val="004C7B49"/>
    <w:rsid w:val="004D12E2"/>
    <w:rsid w:val="004D2736"/>
    <w:rsid w:val="004D4E9A"/>
    <w:rsid w:val="004D6643"/>
    <w:rsid w:val="004D796A"/>
    <w:rsid w:val="004E4645"/>
    <w:rsid w:val="004E4763"/>
    <w:rsid w:val="004F0DF1"/>
    <w:rsid w:val="004F3784"/>
    <w:rsid w:val="00503D38"/>
    <w:rsid w:val="00511FAD"/>
    <w:rsid w:val="00516FC5"/>
    <w:rsid w:val="00520AEE"/>
    <w:rsid w:val="00540D1C"/>
    <w:rsid w:val="00554B95"/>
    <w:rsid w:val="0056058E"/>
    <w:rsid w:val="005810A9"/>
    <w:rsid w:val="0059446E"/>
    <w:rsid w:val="005B637F"/>
    <w:rsid w:val="005C5870"/>
    <w:rsid w:val="005D0018"/>
    <w:rsid w:val="005D5A1D"/>
    <w:rsid w:val="005F2CE9"/>
    <w:rsid w:val="005F3728"/>
    <w:rsid w:val="00605D3D"/>
    <w:rsid w:val="00610C45"/>
    <w:rsid w:val="006265E5"/>
    <w:rsid w:val="006312DC"/>
    <w:rsid w:val="00632624"/>
    <w:rsid w:val="0064499E"/>
    <w:rsid w:val="00673981"/>
    <w:rsid w:val="0068104D"/>
    <w:rsid w:val="00682719"/>
    <w:rsid w:val="006D0BBF"/>
    <w:rsid w:val="006D789F"/>
    <w:rsid w:val="006F2FB7"/>
    <w:rsid w:val="00717AAC"/>
    <w:rsid w:val="007215E8"/>
    <w:rsid w:val="007310E7"/>
    <w:rsid w:val="0074765E"/>
    <w:rsid w:val="00747F3D"/>
    <w:rsid w:val="00756DF6"/>
    <w:rsid w:val="00782CEC"/>
    <w:rsid w:val="00782E11"/>
    <w:rsid w:val="00796C30"/>
    <w:rsid w:val="007C2950"/>
    <w:rsid w:val="007C6A5E"/>
    <w:rsid w:val="007D2E06"/>
    <w:rsid w:val="007D4248"/>
    <w:rsid w:val="007E1050"/>
    <w:rsid w:val="007E16BB"/>
    <w:rsid w:val="007E1BF6"/>
    <w:rsid w:val="007E4E91"/>
    <w:rsid w:val="007E5E7C"/>
    <w:rsid w:val="00806DED"/>
    <w:rsid w:val="00811F43"/>
    <w:rsid w:val="00846C39"/>
    <w:rsid w:val="008678F9"/>
    <w:rsid w:val="00870ACE"/>
    <w:rsid w:val="0087547E"/>
    <w:rsid w:val="00875851"/>
    <w:rsid w:val="008769E9"/>
    <w:rsid w:val="00886AB3"/>
    <w:rsid w:val="00887571"/>
    <w:rsid w:val="008B65BC"/>
    <w:rsid w:val="008D7F84"/>
    <w:rsid w:val="008F0988"/>
    <w:rsid w:val="008F2246"/>
    <w:rsid w:val="00903C00"/>
    <w:rsid w:val="009138CF"/>
    <w:rsid w:val="0091515E"/>
    <w:rsid w:val="009373DA"/>
    <w:rsid w:val="00943081"/>
    <w:rsid w:val="0095452C"/>
    <w:rsid w:val="00957C1C"/>
    <w:rsid w:val="0098329B"/>
    <w:rsid w:val="0099742B"/>
    <w:rsid w:val="00997510"/>
    <w:rsid w:val="009A0D77"/>
    <w:rsid w:val="009D20D4"/>
    <w:rsid w:val="009E4930"/>
    <w:rsid w:val="009E7B6C"/>
    <w:rsid w:val="00A20436"/>
    <w:rsid w:val="00A22143"/>
    <w:rsid w:val="00A42826"/>
    <w:rsid w:val="00A43CFF"/>
    <w:rsid w:val="00A56383"/>
    <w:rsid w:val="00A82503"/>
    <w:rsid w:val="00A90D35"/>
    <w:rsid w:val="00A972A5"/>
    <w:rsid w:val="00AA07C7"/>
    <w:rsid w:val="00AB175F"/>
    <w:rsid w:val="00AB2F5E"/>
    <w:rsid w:val="00AB58A3"/>
    <w:rsid w:val="00AB7323"/>
    <w:rsid w:val="00AC0D11"/>
    <w:rsid w:val="00AC3963"/>
    <w:rsid w:val="00AD2906"/>
    <w:rsid w:val="00AD5800"/>
    <w:rsid w:val="00AF5740"/>
    <w:rsid w:val="00AF6979"/>
    <w:rsid w:val="00B172FE"/>
    <w:rsid w:val="00B31069"/>
    <w:rsid w:val="00B45DFE"/>
    <w:rsid w:val="00B5790C"/>
    <w:rsid w:val="00B65C5D"/>
    <w:rsid w:val="00B67ADB"/>
    <w:rsid w:val="00B80AFA"/>
    <w:rsid w:val="00B818C2"/>
    <w:rsid w:val="00B92FF7"/>
    <w:rsid w:val="00B9363B"/>
    <w:rsid w:val="00B97058"/>
    <w:rsid w:val="00BA2BA7"/>
    <w:rsid w:val="00BA6602"/>
    <w:rsid w:val="00BB5474"/>
    <w:rsid w:val="00BC1EEA"/>
    <w:rsid w:val="00BD2FB6"/>
    <w:rsid w:val="00BE6610"/>
    <w:rsid w:val="00BF556C"/>
    <w:rsid w:val="00C0185E"/>
    <w:rsid w:val="00C06644"/>
    <w:rsid w:val="00C1179A"/>
    <w:rsid w:val="00C17557"/>
    <w:rsid w:val="00C33A39"/>
    <w:rsid w:val="00C35E4D"/>
    <w:rsid w:val="00C4325D"/>
    <w:rsid w:val="00C47CA8"/>
    <w:rsid w:val="00C52A91"/>
    <w:rsid w:val="00C75388"/>
    <w:rsid w:val="00CB678F"/>
    <w:rsid w:val="00CC7C19"/>
    <w:rsid w:val="00CE497D"/>
    <w:rsid w:val="00CF5630"/>
    <w:rsid w:val="00CF6BE9"/>
    <w:rsid w:val="00D02455"/>
    <w:rsid w:val="00D16CBB"/>
    <w:rsid w:val="00D4471A"/>
    <w:rsid w:val="00D568FA"/>
    <w:rsid w:val="00D67E54"/>
    <w:rsid w:val="00D70D23"/>
    <w:rsid w:val="00D7273C"/>
    <w:rsid w:val="00D77618"/>
    <w:rsid w:val="00D9611B"/>
    <w:rsid w:val="00D9782E"/>
    <w:rsid w:val="00DB08F2"/>
    <w:rsid w:val="00DB27E2"/>
    <w:rsid w:val="00DB35DD"/>
    <w:rsid w:val="00DD2937"/>
    <w:rsid w:val="00DD2AEA"/>
    <w:rsid w:val="00DD338F"/>
    <w:rsid w:val="00DE27A4"/>
    <w:rsid w:val="00DE2FE7"/>
    <w:rsid w:val="00DF73E3"/>
    <w:rsid w:val="00E04B35"/>
    <w:rsid w:val="00E20270"/>
    <w:rsid w:val="00E27216"/>
    <w:rsid w:val="00E45199"/>
    <w:rsid w:val="00E46B0A"/>
    <w:rsid w:val="00E505C9"/>
    <w:rsid w:val="00E60202"/>
    <w:rsid w:val="00E62E45"/>
    <w:rsid w:val="00E644AE"/>
    <w:rsid w:val="00E747DE"/>
    <w:rsid w:val="00E95B12"/>
    <w:rsid w:val="00ED0DE0"/>
    <w:rsid w:val="00ED4864"/>
    <w:rsid w:val="00EE38C1"/>
    <w:rsid w:val="00EE5E0B"/>
    <w:rsid w:val="00F1188D"/>
    <w:rsid w:val="00F11DA9"/>
    <w:rsid w:val="00F2350F"/>
    <w:rsid w:val="00F33CCD"/>
    <w:rsid w:val="00F3616A"/>
    <w:rsid w:val="00F36A23"/>
    <w:rsid w:val="00F46446"/>
    <w:rsid w:val="00F54C7E"/>
    <w:rsid w:val="00F62F8B"/>
    <w:rsid w:val="00F7444E"/>
    <w:rsid w:val="00F74CCC"/>
    <w:rsid w:val="00F91D32"/>
    <w:rsid w:val="00FB1709"/>
    <w:rsid w:val="00FB2D9C"/>
    <w:rsid w:val="00FC4F6F"/>
    <w:rsid w:val="00FD2F75"/>
    <w:rsid w:val="00FE4CA9"/>
    <w:rsid w:val="00FF44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F73D8"/>
  <w15:docId w15:val="{9C702E12-4F22-4A68-A3BD-3B89E62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21FA"/>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uSTabellenkopf">
    <w:name w:val="SuS_Tabellenkopf"/>
    <w:basedOn w:val="SuSKastenheadline"/>
    <w:next w:val="SuSTabellentext"/>
  </w:style>
  <w:style w:type="paragraph" w:customStyle="1" w:styleId="SuSKastenheadline">
    <w:name w:val="SuS_Kastenheadline"/>
    <w:basedOn w:val="SuSKastentext"/>
    <w:next w:val="SuSKastentext"/>
    <w:pPr>
      <w:shd w:val="clear" w:color="auto" w:fill="E0E0E0"/>
      <w:spacing w:line="280" w:lineRule="exact"/>
    </w:pPr>
    <w:rPr>
      <w:b/>
      <w:bCs/>
    </w:rPr>
  </w:style>
  <w:style w:type="paragraph" w:customStyle="1" w:styleId="SuSKastentext">
    <w:name w:val="SuS_Kastentext"/>
    <w:basedOn w:val="SuSMengentext"/>
    <w:pPr>
      <w:spacing w:line="300" w:lineRule="exact"/>
    </w:pPr>
    <w:rPr>
      <w:rFonts w:ascii="Arial" w:hAnsi="Arial"/>
      <w:sz w:val="18"/>
    </w:rPr>
  </w:style>
  <w:style w:type="paragraph" w:customStyle="1" w:styleId="SuSTabellentext">
    <w:name w:val="SuS_Tabellentext"/>
    <w:basedOn w:val="SuSKastentext"/>
    <w:pPr>
      <w:ind w:firstLine="0"/>
    </w:pPr>
  </w:style>
  <w:style w:type="paragraph" w:customStyle="1" w:styleId="SuSMengentext">
    <w:name w:val="SuS_Mengentext"/>
    <w:basedOn w:val="Standard"/>
    <w:pPr>
      <w:spacing w:line="320" w:lineRule="exact"/>
      <w:ind w:firstLine="397"/>
    </w:pPr>
  </w:style>
  <w:style w:type="paragraph" w:customStyle="1" w:styleId="SuSAbsatzheadline">
    <w:name w:val="SuS_Absatzheadline"/>
    <w:basedOn w:val="SuSMengentext"/>
    <w:next w:val="SuSMengentext"/>
    <w:pPr>
      <w:spacing w:before="240"/>
      <w:ind w:firstLine="0"/>
      <w:outlineLvl w:val="3"/>
    </w:pPr>
    <w:rPr>
      <w:rFonts w:ascii="Arial" w:hAnsi="Arial"/>
      <w:b/>
      <w:bCs/>
    </w:rPr>
  </w:style>
  <w:style w:type="paragraph" w:customStyle="1" w:styleId="SuSSubhead2">
    <w:name w:val="SuS_Subhead2"/>
    <w:basedOn w:val="SuSMengentext"/>
    <w:next w:val="SuSMengentext"/>
    <w:pPr>
      <w:spacing w:after="120"/>
      <w:ind w:firstLine="0"/>
      <w:outlineLvl w:val="2"/>
    </w:pPr>
    <w:rPr>
      <w:sz w:val="22"/>
    </w:rPr>
  </w:style>
  <w:style w:type="paragraph" w:customStyle="1" w:styleId="SuSSubhead1">
    <w:name w:val="SuS_Subhead1"/>
    <w:basedOn w:val="SuSMengentext"/>
    <w:next w:val="SuSSubhead2"/>
    <w:pPr>
      <w:spacing w:before="120"/>
      <w:outlineLvl w:val="1"/>
    </w:pPr>
    <w:rPr>
      <w:rFonts w:ascii="Arial" w:hAnsi="Arial"/>
      <w:sz w:val="24"/>
    </w:rPr>
  </w:style>
  <w:style w:type="paragraph" w:customStyle="1" w:styleId="SuSHeadline">
    <w:name w:val="SuS_Headline"/>
    <w:basedOn w:val="SuSMengentext"/>
    <w:next w:val="SuSSubhead1"/>
    <w:pPr>
      <w:spacing w:line="240" w:lineRule="auto"/>
      <w:outlineLvl w:val="0"/>
    </w:pPr>
    <w:rPr>
      <w:sz w:val="36"/>
    </w:rPr>
  </w:style>
  <w:style w:type="paragraph" w:customStyle="1" w:styleId="SuSAufzaehlunggegliedert">
    <w:name w:val="SuS_Aufzaehlung_gegliedert"/>
    <w:basedOn w:val="SuSMengentext"/>
    <w:pPr>
      <w:numPr>
        <w:numId w:val="3"/>
      </w:numPr>
    </w:pPr>
  </w:style>
  <w:style w:type="paragraph" w:customStyle="1" w:styleId="SuSQuellcode">
    <w:name w:val="SuS_Quellcode"/>
    <w:basedOn w:val="SuSMengentext"/>
    <w:rPr>
      <w:rFonts w:ascii="Courier" w:hAnsi="Courier"/>
      <w:sz w:val="16"/>
      <w:lang w:val="en-US"/>
    </w:rPr>
  </w:style>
  <w:style w:type="paragraph" w:customStyle="1" w:styleId="SuSAutorname">
    <w:name w:val="SuS_Autorname"/>
    <w:basedOn w:val="SuSMengentext"/>
    <w:next w:val="SuSMengentext"/>
    <w:pPr>
      <w:ind w:firstLine="0"/>
    </w:pPr>
    <w:rPr>
      <w:b/>
    </w:rPr>
  </w:style>
  <w:style w:type="paragraph" w:customStyle="1" w:styleId="SuSBildTabellenunterschrift">
    <w:name w:val="SuS_Bild/Tabellenunterschrift"/>
    <w:basedOn w:val="SuSMengentext"/>
    <w:next w:val="SuSMengentext"/>
    <w:pPr>
      <w:shd w:val="clear" w:color="auto" w:fill="FFFF00"/>
      <w:spacing w:line="280" w:lineRule="exact"/>
      <w:ind w:firstLine="0"/>
    </w:pPr>
  </w:style>
  <w:style w:type="paragraph" w:customStyle="1" w:styleId="SuSKastenAbsatzheadline">
    <w:name w:val="SuS_Kasten_Absatzheadline"/>
    <w:basedOn w:val="SuSKastentext"/>
    <w:next w:val="SuSKastentext"/>
    <w:pPr>
      <w:spacing w:before="160"/>
    </w:pPr>
    <w:rPr>
      <w:b/>
      <w:bCs/>
    </w:rPr>
  </w:style>
  <w:style w:type="paragraph" w:customStyle="1" w:styleId="SuSKastentextAufzaehlunggegliedert">
    <w:name w:val="SuS_Kastentext_Aufzaehlung_gegliedert"/>
    <w:basedOn w:val="SuSKastentext"/>
    <w:pPr>
      <w:numPr>
        <w:numId w:val="4"/>
      </w:numPr>
    </w:pPr>
  </w:style>
  <w:style w:type="paragraph" w:customStyle="1" w:styleId="SuSLinksundLiteraturHeadline">
    <w:name w:val="SuS_Links_und_Literatur_Headline"/>
    <w:basedOn w:val="SuSTabellentext"/>
    <w:next w:val="SuSLinksundLiteraturText"/>
    <w:pPr>
      <w:pBdr>
        <w:bottom w:val="single" w:sz="4" w:space="1" w:color="auto"/>
      </w:pBdr>
      <w:spacing w:before="240"/>
    </w:pPr>
    <w:rPr>
      <w:b/>
      <w:bCs/>
    </w:rPr>
  </w:style>
  <w:style w:type="paragraph" w:customStyle="1" w:styleId="SuSLinksundLiteraturText">
    <w:name w:val="SuS_Links_und_Literatur_Text"/>
    <w:basedOn w:val="SuSKastentextAufzaehlunggegliedert"/>
    <w:pPr>
      <w:numPr>
        <w:numId w:val="0"/>
      </w:numPr>
    </w:pPr>
  </w:style>
  <w:style w:type="paragraph" w:customStyle="1" w:styleId="SuSInterviewZitat">
    <w:name w:val="SuS_Interview_Zitat"/>
    <w:basedOn w:val="SuSMengentext"/>
    <w:pPr>
      <w:spacing w:before="240" w:after="240"/>
    </w:pPr>
    <w:rPr>
      <w:b/>
      <w:bCs/>
      <w:i/>
      <w:iCs/>
      <w:sz w:val="26"/>
    </w:rPr>
  </w:style>
  <w:style w:type="paragraph" w:customStyle="1" w:styleId="SuSBilddateiname">
    <w:name w:val="SuS_Bilddateiname"/>
    <w:basedOn w:val="SuSMengentext"/>
    <w:next w:val="SuSBildTabellenunterschrift"/>
    <w:autoRedefine/>
    <w:pPr>
      <w:shd w:val="clear" w:color="auto" w:fill="FFCC00"/>
      <w:spacing w:line="280" w:lineRule="exact"/>
      <w:ind w:firstLine="0"/>
    </w:pPr>
    <w:rPr>
      <w:rFonts w:ascii="Times" w:hAnsi="Times"/>
    </w:rPr>
  </w:style>
  <w:style w:type="paragraph" w:customStyle="1" w:styleId="SuSAufzaehlungnummeriert">
    <w:name w:val="SuS_Aufzaehlung_nummeriert"/>
    <w:basedOn w:val="SuSMengentext"/>
    <w:pPr>
      <w:numPr>
        <w:numId w:val="5"/>
      </w:numPr>
      <w:tabs>
        <w:tab w:val="clear" w:pos="360"/>
        <w:tab w:val="left" w:pos="357"/>
      </w:tabs>
      <w:ind w:left="0" w:firstLine="0"/>
    </w:pPr>
  </w:style>
  <w:style w:type="paragraph" w:customStyle="1" w:styleId="SuSKastentextAufzaehlungnummeriert">
    <w:name w:val="SuS_Kastentext_Aufzaehlung_nummeriert"/>
    <w:basedOn w:val="SuSKastentext"/>
    <w:pPr>
      <w:numPr>
        <w:numId w:val="6"/>
      </w:numPr>
      <w:tabs>
        <w:tab w:val="clear" w:pos="720"/>
      </w:tabs>
      <w:ind w:left="357" w:hanging="357"/>
    </w:pPr>
  </w:style>
  <w:style w:type="character" w:customStyle="1" w:styleId="SuSKursiv">
    <w:name w:val="SuS_Kursiv"/>
    <w:basedOn w:val="Absatz-Standardschriftart"/>
    <w:rPr>
      <w:i/>
    </w:rPr>
  </w:style>
  <w:style w:type="character" w:customStyle="1" w:styleId="SuSKapitlchen">
    <w:name w:val="SuS_Kapitälchen"/>
    <w:basedOn w:val="Absatz-Standardschriftart"/>
    <w:rPr>
      <w:smallCaps/>
    </w:rPr>
  </w:style>
  <w:style w:type="character" w:customStyle="1" w:styleId="SuSLink">
    <w:name w:val="SuS_Link"/>
    <w:basedOn w:val="Absatz-Standardschriftart"/>
    <w:rPr>
      <w:u w:val="words"/>
    </w:rPr>
  </w:style>
  <w:style w:type="character" w:customStyle="1" w:styleId="SuSBold">
    <w:name w:val="SuS_Bold"/>
    <w:basedOn w:val="Absatz-Standardschriftart"/>
    <w:rPr>
      <w:b/>
    </w:rPr>
  </w:style>
  <w:style w:type="paragraph" w:styleId="Sprechblasentext">
    <w:name w:val="Balloon Text"/>
    <w:basedOn w:val="Standard"/>
    <w:link w:val="SprechblasentextZchn"/>
    <w:rsid w:val="002F0AAA"/>
    <w:rPr>
      <w:rFonts w:ascii="Tahoma" w:hAnsi="Tahoma" w:cs="Tahoma"/>
      <w:sz w:val="16"/>
      <w:szCs w:val="16"/>
    </w:rPr>
  </w:style>
  <w:style w:type="paragraph" w:customStyle="1" w:styleId="SuSAutorKurzbiografie">
    <w:name w:val="SuS_Autor_Kurzbiografie"/>
    <w:basedOn w:val="SuSMengentext"/>
    <w:next w:val="SuSMengentext"/>
    <w:pPr>
      <w:ind w:firstLine="0"/>
    </w:pPr>
    <w:rPr>
      <w:i/>
    </w:rPr>
  </w:style>
  <w:style w:type="paragraph" w:customStyle="1" w:styleId="SuSInterviewFrage">
    <w:name w:val="SuS_Interview_Frage"/>
    <w:basedOn w:val="SuSMengentext"/>
    <w:next w:val="SuSMengentext"/>
    <w:rPr>
      <w:b/>
      <w:sz w:val="18"/>
    </w:rPr>
  </w:style>
  <w:style w:type="paragraph" w:customStyle="1" w:styleId="SuSInterviewAntwort">
    <w:name w:val="SuS_Interview_Antwort"/>
    <w:basedOn w:val="SuSMengentext"/>
    <w:next w:val="SuSMengentext"/>
  </w:style>
  <w:style w:type="paragraph" w:customStyle="1" w:styleId="SuSRezensent">
    <w:name w:val="SuS_Rezensent"/>
    <w:basedOn w:val="SuSMengentext"/>
    <w:next w:val="SuSMengentext"/>
    <w:pPr>
      <w:jc w:val="right"/>
    </w:pPr>
    <w:rPr>
      <w:i/>
    </w:rPr>
  </w:style>
  <w:style w:type="paragraph" w:customStyle="1" w:styleId="SuSBibliografie">
    <w:name w:val="SuS_Bibliografie"/>
    <w:basedOn w:val="SuSMengentext"/>
    <w:pPr>
      <w:ind w:firstLine="0"/>
    </w:pPr>
    <w:rPr>
      <w:rFonts w:ascii="Arial" w:hAnsi="Arial"/>
      <w:sz w:val="18"/>
    </w:rPr>
  </w:style>
  <w:style w:type="character" w:customStyle="1" w:styleId="SuSQuellcodeKommentar">
    <w:name w:val="SuS_Quellcode_Kommentar"/>
    <w:basedOn w:val="Absatz-Standardschriftart"/>
    <w:rPr>
      <w:color w:val="808080"/>
      <w:lang w:val="en-GB"/>
    </w:rPr>
  </w:style>
  <w:style w:type="character" w:customStyle="1" w:styleId="SuSKastentextKursiv">
    <w:name w:val="SuS_Kastentext_Kursiv"/>
    <w:basedOn w:val="Absatz-Standardschriftart"/>
    <w:rPr>
      <w:i/>
      <w:lang w:val="de-DE"/>
    </w:rPr>
  </w:style>
  <w:style w:type="character" w:customStyle="1" w:styleId="SprechblasentextZchn">
    <w:name w:val="Sprechblasentext Zchn"/>
    <w:basedOn w:val="Absatz-Standardschriftart"/>
    <w:link w:val="Sprechblasentext"/>
    <w:rsid w:val="002F0AAA"/>
    <w:rPr>
      <w:rFonts w:ascii="Tahoma" w:hAnsi="Tahoma" w:cs="Tahoma"/>
      <w:sz w:val="16"/>
      <w:szCs w:val="16"/>
    </w:rPr>
  </w:style>
  <w:style w:type="table" w:styleId="Tabellenraster">
    <w:name w:val="Table Grid"/>
    <w:basedOn w:val="NormaleTabelle"/>
    <w:rsid w:val="00312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F74CCC"/>
    <w:rPr>
      <w:color w:val="0000FF" w:themeColor="hyperlink"/>
      <w:u w:val="single"/>
    </w:rPr>
  </w:style>
  <w:style w:type="character" w:styleId="BesuchterLink">
    <w:name w:val="FollowedHyperlink"/>
    <w:basedOn w:val="Absatz-Standardschriftart"/>
    <w:semiHidden/>
    <w:unhideWhenUsed/>
    <w:rsid w:val="00605D3D"/>
    <w:rPr>
      <w:color w:val="800080" w:themeColor="followedHyperlink"/>
      <w:u w:val="single"/>
    </w:rPr>
  </w:style>
  <w:style w:type="character" w:styleId="NichtaufgelsteErwhnung">
    <w:name w:val="Unresolved Mention"/>
    <w:basedOn w:val="Absatz-Standardschriftart"/>
    <w:uiPriority w:val="99"/>
    <w:semiHidden/>
    <w:unhideWhenUsed/>
    <w:rsid w:val="00116057"/>
    <w:rPr>
      <w:color w:val="605E5C"/>
      <w:shd w:val="clear" w:color="auto" w:fill="E1DFDD"/>
    </w:rPr>
  </w:style>
  <w:style w:type="paragraph" w:styleId="berarbeitung">
    <w:name w:val="Revision"/>
    <w:hidden/>
    <w:uiPriority w:val="99"/>
    <w:semiHidden/>
    <w:rsid w:val="00FB1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63731">
      <w:bodyDiv w:val="1"/>
      <w:marLeft w:val="0"/>
      <w:marRight w:val="0"/>
      <w:marTop w:val="0"/>
      <w:marBottom w:val="0"/>
      <w:divBdr>
        <w:top w:val="none" w:sz="0" w:space="0" w:color="auto"/>
        <w:left w:val="none" w:sz="0" w:space="0" w:color="auto"/>
        <w:bottom w:val="none" w:sz="0" w:space="0" w:color="auto"/>
        <w:right w:val="none" w:sz="0" w:space="0" w:color="auto"/>
      </w:divBdr>
    </w:div>
    <w:div w:id="103694013">
      <w:bodyDiv w:val="1"/>
      <w:marLeft w:val="0"/>
      <w:marRight w:val="0"/>
      <w:marTop w:val="0"/>
      <w:marBottom w:val="0"/>
      <w:divBdr>
        <w:top w:val="none" w:sz="0" w:space="0" w:color="auto"/>
        <w:left w:val="none" w:sz="0" w:space="0" w:color="auto"/>
        <w:bottom w:val="none" w:sz="0" w:space="0" w:color="auto"/>
        <w:right w:val="none" w:sz="0" w:space="0" w:color="auto"/>
      </w:divBdr>
    </w:div>
    <w:div w:id="136607704">
      <w:bodyDiv w:val="1"/>
      <w:marLeft w:val="0"/>
      <w:marRight w:val="0"/>
      <w:marTop w:val="0"/>
      <w:marBottom w:val="0"/>
      <w:divBdr>
        <w:top w:val="none" w:sz="0" w:space="0" w:color="auto"/>
        <w:left w:val="none" w:sz="0" w:space="0" w:color="auto"/>
        <w:bottom w:val="none" w:sz="0" w:space="0" w:color="auto"/>
        <w:right w:val="none" w:sz="0" w:space="0" w:color="auto"/>
      </w:divBdr>
    </w:div>
    <w:div w:id="158621041">
      <w:bodyDiv w:val="1"/>
      <w:marLeft w:val="0"/>
      <w:marRight w:val="0"/>
      <w:marTop w:val="0"/>
      <w:marBottom w:val="0"/>
      <w:divBdr>
        <w:top w:val="none" w:sz="0" w:space="0" w:color="auto"/>
        <w:left w:val="none" w:sz="0" w:space="0" w:color="auto"/>
        <w:bottom w:val="none" w:sz="0" w:space="0" w:color="auto"/>
        <w:right w:val="none" w:sz="0" w:space="0" w:color="auto"/>
      </w:divBdr>
    </w:div>
    <w:div w:id="164981320">
      <w:bodyDiv w:val="1"/>
      <w:marLeft w:val="0"/>
      <w:marRight w:val="0"/>
      <w:marTop w:val="0"/>
      <w:marBottom w:val="0"/>
      <w:divBdr>
        <w:top w:val="none" w:sz="0" w:space="0" w:color="auto"/>
        <w:left w:val="none" w:sz="0" w:space="0" w:color="auto"/>
        <w:bottom w:val="none" w:sz="0" w:space="0" w:color="auto"/>
        <w:right w:val="none" w:sz="0" w:space="0" w:color="auto"/>
      </w:divBdr>
    </w:div>
    <w:div w:id="188572678">
      <w:bodyDiv w:val="1"/>
      <w:marLeft w:val="0"/>
      <w:marRight w:val="0"/>
      <w:marTop w:val="0"/>
      <w:marBottom w:val="0"/>
      <w:divBdr>
        <w:top w:val="none" w:sz="0" w:space="0" w:color="auto"/>
        <w:left w:val="none" w:sz="0" w:space="0" w:color="auto"/>
        <w:bottom w:val="none" w:sz="0" w:space="0" w:color="auto"/>
        <w:right w:val="none" w:sz="0" w:space="0" w:color="auto"/>
      </w:divBdr>
      <w:divsChild>
        <w:div w:id="1172796461">
          <w:marLeft w:val="0"/>
          <w:marRight w:val="0"/>
          <w:marTop w:val="0"/>
          <w:marBottom w:val="0"/>
          <w:divBdr>
            <w:top w:val="none" w:sz="0" w:space="0" w:color="auto"/>
            <w:left w:val="none" w:sz="0" w:space="0" w:color="auto"/>
            <w:bottom w:val="none" w:sz="0" w:space="0" w:color="auto"/>
            <w:right w:val="none" w:sz="0" w:space="0" w:color="auto"/>
          </w:divBdr>
          <w:divsChild>
            <w:div w:id="17996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0173">
      <w:bodyDiv w:val="1"/>
      <w:marLeft w:val="0"/>
      <w:marRight w:val="0"/>
      <w:marTop w:val="0"/>
      <w:marBottom w:val="0"/>
      <w:divBdr>
        <w:top w:val="none" w:sz="0" w:space="0" w:color="auto"/>
        <w:left w:val="none" w:sz="0" w:space="0" w:color="auto"/>
        <w:bottom w:val="none" w:sz="0" w:space="0" w:color="auto"/>
        <w:right w:val="none" w:sz="0" w:space="0" w:color="auto"/>
      </w:divBdr>
      <w:divsChild>
        <w:div w:id="662512646">
          <w:marLeft w:val="0"/>
          <w:marRight w:val="0"/>
          <w:marTop w:val="0"/>
          <w:marBottom w:val="0"/>
          <w:divBdr>
            <w:top w:val="none" w:sz="0" w:space="0" w:color="auto"/>
            <w:left w:val="none" w:sz="0" w:space="0" w:color="auto"/>
            <w:bottom w:val="none" w:sz="0" w:space="0" w:color="auto"/>
            <w:right w:val="none" w:sz="0" w:space="0" w:color="auto"/>
          </w:divBdr>
          <w:divsChild>
            <w:div w:id="1995647331">
              <w:marLeft w:val="0"/>
              <w:marRight w:val="0"/>
              <w:marTop w:val="0"/>
              <w:marBottom w:val="0"/>
              <w:divBdr>
                <w:top w:val="none" w:sz="0" w:space="0" w:color="auto"/>
                <w:left w:val="none" w:sz="0" w:space="0" w:color="auto"/>
                <w:bottom w:val="none" w:sz="0" w:space="0" w:color="auto"/>
                <w:right w:val="none" w:sz="0" w:space="0" w:color="auto"/>
              </w:divBdr>
            </w:div>
            <w:div w:id="1186401339">
              <w:marLeft w:val="0"/>
              <w:marRight w:val="0"/>
              <w:marTop w:val="0"/>
              <w:marBottom w:val="0"/>
              <w:divBdr>
                <w:top w:val="none" w:sz="0" w:space="0" w:color="auto"/>
                <w:left w:val="none" w:sz="0" w:space="0" w:color="auto"/>
                <w:bottom w:val="none" w:sz="0" w:space="0" w:color="auto"/>
                <w:right w:val="none" w:sz="0" w:space="0" w:color="auto"/>
              </w:divBdr>
              <w:divsChild>
                <w:div w:id="2069373172">
                  <w:marLeft w:val="0"/>
                  <w:marRight w:val="0"/>
                  <w:marTop w:val="0"/>
                  <w:marBottom w:val="0"/>
                  <w:divBdr>
                    <w:top w:val="none" w:sz="0" w:space="0" w:color="auto"/>
                    <w:left w:val="none" w:sz="0" w:space="0" w:color="auto"/>
                    <w:bottom w:val="none" w:sz="0" w:space="0" w:color="auto"/>
                    <w:right w:val="none" w:sz="0" w:space="0" w:color="auto"/>
                  </w:divBdr>
                  <w:divsChild>
                    <w:div w:id="15075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59879">
      <w:bodyDiv w:val="1"/>
      <w:marLeft w:val="0"/>
      <w:marRight w:val="0"/>
      <w:marTop w:val="0"/>
      <w:marBottom w:val="0"/>
      <w:divBdr>
        <w:top w:val="none" w:sz="0" w:space="0" w:color="auto"/>
        <w:left w:val="none" w:sz="0" w:space="0" w:color="auto"/>
        <w:bottom w:val="none" w:sz="0" w:space="0" w:color="auto"/>
        <w:right w:val="none" w:sz="0" w:space="0" w:color="auto"/>
      </w:divBdr>
      <w:divsChild>
        <w:div w:id="912474447">
          <w:marLeft w:val="0"/>
          <w:marRight w:val="0"/>
          <w:marTop w:val="0"/>
          <w:marBottom w:val="0"/>
          <w:divBdr>
            <w:top w:val="none" w:sz="0" w:space="0" w:color="auto"/>
            <w:left w:val="none" w:sz="0" w:space="0" w:color="auto"/>
            <w:bottom w:val="none" w:sz="0" w:space="0" w:color="auto"/>
            <w:right w:val="none" w:sz="0" w:space="0" w:color="auto"/>
          </w:divBdr>
          <w:divsChild>
            <w:div w:id="214650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17253">
      <w:bodyDiv w:val="1"/>
      <w:marLeft w:val="0"/>
      <w:marRight w:val="0"/>
      <w:marTop w:val="0"/>
      <w:marBottom w:val="0"/>
      <w:divBdr>
        <w:top w:val="none" w:sz="0" w:space="0" w:color="auto"/>
        <w:left w:val="none" w:sz="0" w:space="0" w:color="auto"/>
        <w:bottom w:val="none" w:sz="0" w:space="0" w:color="auto"/>
        <w:right w:val="none" w:sz="0" w:space="0" w:color="auto"/>
      </w:divBdr>
    </w:div>
    <w:div w:id="378287427">
      <w:bodyDiv w:val="1"/>
      <w:marLeft w:val="0"/>
      <w:marRight w:val="0"/>
      <w:marTop w:val="0"/>
      <w:marBottom w:val="0"/>
      <w:divBdr>
        <w:top w:val="none" w:sz="0" w:space="0" w:color="auto"/>
        <w:left w:val="none" w:sz="0" w:space="0" w:color="auto"/>
        <w:bottom w:val="none" w:sz="0" w:space="0" w:color="auto"/>
        <w:right w:val="none" w:sz="0" w:space="0" w:color="auto"/>
      </w:divBdr>
      <w:divsChild>
        <w:div w:id="1175388587">
          <w:marLeft w:val="0"/>
          <w:marRight w:val="0"/>
          <w:marTop w:val="0"/>
          <w:marBottom w:val="0"/>
          <w:divBdr>
            <w:top w:val="none" w:sz="0" w:space="0" w:color="auto"/>
            <w:left w:val="none" w:sz="0" w:space="0" w:color="auto"/>
            <w:bottom w:val="none" w:sz="0" w:space="0" w:color="auto"/>
            <w:right w:val="none" w:sz="0" w:space="0" w:color="auto"/>
          </w:divBdr>
          <w:divsChild>
            <w:div w:id="1059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9383">
      <w:bodyDiv w:val="1"/>
      <w:marLeft w:val="0"/>
      <w:marRight w:val="0"/>
      <w:marTop w:val="0"/>
      <w:marBottom w:val="0"/>
      <w:divBdr>
        <w:top w:val="none" w:sz="0" w:space="0" w:color="auto"/>
        <w:left w:val="none" w:sz="0" w:space="0" w:color="auto"/>
        <w:bottom w:val="none" w:sz="0" w:space="0" w:color="auto"/>
        <w:right w:val="none" w:sz="0" w:space="0" w:color="auto"/>
      </w:divBdr>
    </w:div>
    <w:div w:id="534124176">
      <w:bodyDiv w:val="1"/>
      <w:marLeft w:val="0"/>
      <w:marRight w:val="0"/>
      <w:marTop w:val="0"/>
      <w:marBottom w:val="0"/>
      <w:divBdr>
        <w:top w:val="none" w:sz="0" w:space="0" w:color="auto"/>
        <w:left w:val="none" w:sz="0" w:space="0" w:color="auto"/>
        <w:bottom w:val="none" w:sz="0" w:space="0" w:color="auto"/>
        <w:right w:val="none" w:sz="0" w:space="0" w:color="auto"/>
      </w:divBdr>
      <w:divsChild>
        <w:div w:id="2071490872">
          <w:marLeft w:val="0"/>
          <w:marRight w:val="0"/>
          <w:marTop w:val="0"/>
          <w:marBottom w:val="0"/>
          <w:divBdr>
            <w:top w:val="none" w:sz="0" w:space="0" w:color="auto"/>
            <w:left w:val="none" w:sz="0" w:space="0" w:color="auto"/>
            <w:bottom w:val="none" w:sz="0" w:space="0" w:color="auto"/>
            <w:right w:val="none" w:sz="0" w:space="0" w:color="auto"/>
          </w:divBdr>
          <w:divsChild>
            <w:div w:id="116374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65181">
      <w:bodyDiv w:val="1"/>
      <w:marLeft w:val="0"/>
      <w:marRight w:val="0"/>
      <w:marTop w:val="0"/>
      <w:marBottom w:val="0"/>
      <w:divBdr>
        <w:top w:val="none" w:sz="0" w:space="0" w:color="auto"/>
        <w:left w:val="none" w:sz="0" w:space="0" w:color="auto"/>
        <w:bottom w:val="none" w:sz="0" w:space="0" w:color="auto"/>
        <w:right w:val="none" w:sz="0" w:space="0" w:color="auto"/>
      </w:divBdr>
      <w:divsChild>
        <w:div w:id="1600527676">
          <w:marLeft w:val="0"/>
          <w:marRight w:val="0"/>
          <w:marTop w:val="0"/>
          <w:marBottom w:val="0"/>
          <w:divBdr>
            <w:top w:val="none" w:sz="0" w:space="0" w:color="auto"/>
            <w:left w:val="none" w:sz="0" w:space="0" w:color="auto"/>
            <w:bottom w:val="none" w:sz="0" w:space="0" w:color="auto"/>
            <w:right w:val="none" w:sz="0" w:space="0" w:color="auto"/>
          </w:divBdr>
          <w:divsChild>
            <w:div w:id="88533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18847">
      <w:bodyDiv w:val="1"/>
      <w:marLeft w:val="0"/>
      <w:marRight w:val="0"/>
      <w:marTop w:val="0"/>
      <w:marBottom w:val="0"/>
      <w:divBdr>
        <w:top w:val="none" w:sz="0" w:space="0" w:color="auto"/>
        <w:left w:val="none" w:sz="0" w:space="0" w:color="auto"/>
        <w:bottom w:val="none" w:sz="0" w:space="0" w:color="auto"/>
        <w:right w:val="none" w:sz="0" w:space="0" w:color="auto"/>
      </w:divBdr>
      <w:divsChild>
        <w:div w:id="627669041">
          <w:marLeft w:val="0"/>
          <w:marRight w:val="0"/>
          <w:marTop w:val="0"/>
          <w:marBottom w:val="0"/>
          <w:divBdr>
            <w:top w:val="none" w:sz="0" w:space="0" w:color="auto"/>
            <w:left w:val="none" w:sz="0" w:space="0" w:color="auto"/>
            <w:bottom w:val="none" w:sz="0" w:space="0" w:color="auto"/>
            <w:right w:val="none" w:sz="0" w:space="0" w:color="auto"/>
          </w:divBdr>
          <w:divsChild>
            <w:div w:id="4187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8467">
      <w:bodyDiv w:val="1"/>
      <w:marLeft w:val="0"/>
      <w:marRight w:val="0"/>
      <w:marTop w:val="0"/>
      <w:marBottom w:val="0"/>
      <w:divBdr>
        <w:top w:val="none" w:sz="0" w:space="0" w:color="auto"/>
        <w:left w:val="none" w:sz="0" w:space="0" w:color="auto"/>
        <w:bottom w:val="none" w:sz="0" w:space="0" w:color="auto"/>
        <w:right w:val="none" w:sz="0" w:space="0" w:color="auto"/>
      </w:divBdr>
    </w:div>
    <w:div w:id="620384731">
      <w:bodyDiv w:val="1"/>
      <w:marLeft w:val="0"/>
      <w:marRight w:val="0"/>
      <w:marTop w:val="0"/>
      <w:marBottom w:val="0"/>
      <w:divBdr>
        <w:top w:val="none" w:sz="0" w:space="0" w:color="auto"/>
        <w:left w:val="none" w:sz="0" w:space="0" w:color="auto"/>
        <w:bottom w:val="none" w:sz="0" w:space="0" w:color="auto"/>
        <w:right w:val="none" w:sz="0" w:space="0" w:color="auto"/>
      </w:divBdr>
      <w:divsChild>
        <w:div w:id="119035888">
          <w:marLeft w:val="0"/>
          <w:marRight w:val="0"/>
          <w:marTop w:val="0"/>
          <w:marBottom w:val="0"/>
          <w:divBdr>
            <w:top w:val="none" w:sz="0" w:space="0" w:color="auto"/>
            <w:left w:val="none" w:sz="0" w:space="0" w:color="auto"/>
            <w:bottom w:val="none" w:sz="0" w:space="0" w:color="auto"/>
            <w:right w:val="none" w:sz="0" w:space="0" w:color="auto"/>
          </w:divBdr>
          <w:divsChild>
            <w:div w:id="269245043">
              <w:marLeft w:val="0"/>
              <w:marRight w:val="0"/>
              <w:marTop w:val="0"/>
              <w:marBottom w:val="0"/>
              <w:divBdr>
                <w:top w:val="none" w:sz="0" w:space="0" w:color="auto"/>
                <w:left w:val="none" w:sz="0" w:space="0" w:color="auto"/>
                <w:bottom w:val="none" w:sz="0" w:space="0" w:color="auto"/>
                <w:right w:val="none" w:sz="0" w:space="0" w:color="auto"/>
              </w:divBdr>
            </w:div>
            <w:div w:id="298533732">
              <w:marLeft w:val="0"/>
              <w:marRight w:val="0"/>
              <w:marTop w:val="0"/>
              <w:marBottom w:val="0"/>
              <w:divBdr>
                <w:top w:val="none" w:sz="0" w:space="0" w:color="auto"/>
                <w:left w:val="none" w:sz="0" w:space="0" w:color="auto"/>
                <w:bottom w:val="none" w:sz="0" w:space="0" w:color="auto"/>
                <w:right w:val="none" w:sz="0" w:space="0" w:color="auto"/>
              </w:divBdr>
            </w:div>
            <w:div w:id="2013987938">
              <w:marLeft w:val="0"/>
              <w:marRight w:val="0"/>
              <w:marTop w:val="0"/>
              <w:marBottom w:val="0"/>
              <w:divBdr>
                <w:top w:val="none" w:sz="0" w:space="0" w:color="auto"/>
                <w:left w:val="none" w:sz="0" w:space="0" w:color="auto"/>
                <w:bottom w:val="none" w:sz="0" w:space="0" w:color="auto"/>
                <w:right w:val="none" w:sz="0" w:space="0" w:color="auto"/>
              </w:divBdr>
            </w:div>
            <w:div w:id="922909521">
              <w:marLeft w:val="0"/>
              <w:marRight w:val="0"/>
              <w:marTop w:val="0"/>
              <w:marBottom w:val="0"/>
              <w:divBdr>
                <w:top w:val="none" w:sz="0" w:space="0" w:color="auto"/>
                <w:left w:val="none" w:sz="0" w:space="0" w:color="auto"/>
                <w:bottom w:val="none" w:sz="0" w:space="0" w:color="auto"/>
                <w:right w:val="none" w:sz="0" w:space="0" w:color="auto"/>
              </w:divBdr>
            </w:div>
            <w:div w:id="2017951512">
              <w:marLeft w:val="0"/>
              <w:marRight w:val="0"/>
              <w:marTop w:val="0"/>
              <w:marBottom w:val="0"/>
              <w:divBdr>
                <w:top w:val="none" w:sz="0" w:space="0" w:color="auto"/>
                <w:left w:val="none" w:sz="0" w:space="0" w:color="auto"/>
                <w:bottom w:val="none" w:sz="0" w:space="0" w:color="auto"/>
                <w:right w:val="none" w:sz="0" w:space="0" w:color="auto"/>
              </w:divBdr>
            </w:div>
            <w:div w:id="1568490030">
              <w:marLeft w:val="0"/>
              <w:marRight w:val="0"/>
              <w:marTop w:val="0"/>
              <w:marBottom w:val="0"/>
              <w:divBdr>
                <w:top w:val="none" w:sz="0" w:space="0" w:color="auto"/>
                <w:left w:val="none" w:sz="0" w:space="0" w:color="auto"/>
                <w:bottom w:val="none" w:sz="0" w:space="0" w:color="auto"/>
                <w:right w:val="none" w:sz="0" w:space="0" w:color="auto"/>
              </w:divBdr>
            </w:div>
            <w:div w:id="2100171143">
              <w:marLeft w:val="0"/>
              <w:marRight w:val="0"/>
              <w:marTop w:val="0"/>
              <w:marBottom w:val="0"/>
              <w:divBdr>
                <w:top w:val="none" w:sz="0" w:space="0" w:color="auto"/>
                <w:left w:val="none" w:sz="0" w:space="0" w:color="auto"/>
                <w:bottom w:val="none" w:sz="0" w:space="0" w:color="auto"/>
                <w:right w:val="none" w:sz="0" w:space="0" w:color="auto"/>
              </w:divBdr>
            </w:div>
            <w:div w:id="1818299475">
              <w:marLeft w:val="0"/>
              <w:marRight w:val="0"/>
              <w:marTop w:val="0"/>
              <w:marBottom w:val="0"/>
              <w:divBdr>
                <w:top w:val="none" w:sz="0" w:space="0" w:color="auto"/>
                <w:left w:val="none" w:sz="0" w:space="0" w:color="auto"/>
                <w:bottom w:val="none" w:sz="0" w:space="0" w:color="auto"/>
                <w:right w:val="none" w:sz="0" w:space="0" w:color="auto"/>
              </w:divBdr>
            </w:div>
            <w:div w:id="1599170007">
              <w:marLeft w:val="0"/>
              <w:marRight w:val="0"/>
              <w:marTop w:val="0"/>
              <w:marBottom w:val="0"/>
              <w:divBdr>
                <w:top w:val="none" w:sz="0" w:space="0" w:color="auto"/>
                <w:left w:val="none" w:sz="0" w:space="0" w:color="auto"/>
                <w:bottom w:val="none" w:sz="0" w:space="0" w:color="auto"/>
                <w:right w:val="none" w:sz="0" w:space="0" w:color="auto"/>
              </w:divBdr>
            </w:div>
            <w:div w:id="559708614">
              <w:marLeft w:val="0"/>
              <w:marRight w:val="0"/>
              <w:marTop w:val="0"/>
              <w:marBottom w:val="0"/>
              <w:divBdr>
                <w:top w:val="none" w:sz="0" w:space="0" w:color="auto"/>
                <w:left w:val="none" w:sz="0" w:space="0" w:color="auto"/>
                <w:bottom w:val="none" w:sz="0" w:space="0" w:color="auto"/>
                <w:right w:val="none" w:sz="0" w:space="0" w:color="auto"/>
              </w:divBdr>
            </w:div>
            <w:div w:id="1475102255">
              <w:marLeft w:val="0"/>
              <w:marRight w:val="0"/>
              <w:marTop w:val="0"/>
              <w:marBottom w:val="0"/>
              <w:divBdr>
                <w:top w:val="none" w:sz="0" w:space="0" w:color="auto"/>
                <w:left w:val="none" w:sz="0" w:space="0" w:color="auto"/>
                <w:bottom w:val="none" w:sz="0" w:space="0" w:color="auto"/>
                <w:right w:val="none" w:sz="0" w:space="0" w:color="auto"/>
              </w:divBdr>
            </w:div>
            <w:div w:id="209726427">
              <w:marLeft w:val="0"/>
              <w:marRight w:val="0"/>
              <w:marTop w:val="0"/>
              <w:marBottom w:val="0"/>
              <w:divBdr>
                <w:top w:val="none" w:sz="0" w:space="0" w:color="auto"/>
                <w:left w:val="none" w:sz="0" w:space="0" w:color="auto"/>
                <w:bottom w:val="none" w:sz="0" w:space="0" w:color="auto"/>
                <w:right w:val="none" w:sz="0" w:space="0" w:color="auto"/>
              </w:divBdr>
            </w:div>
            <w:div w:id="257252292">
              <w:marLeft w:val="0"/>
              <w:marRight w:val="0"/>
              <w:marTop w:val="0"/>
              <w:marBottom w:val="0"/>
              <w:divBdr>
                <w:top w:val="none" w:sz="0" w:space="0" w:color="auto"/>
                <w:left w:val="none" w:sz="0" w:space="0" w:color="auto"/>
                <w:bottom w:val="none" w:sz="0" w:space="0" w:color="auto"/>
                <w:right w:val="none" w:sz="0" w:space="0" w:color="auto"/>
              </w:divBdr>
            </w:div>
            <w:div w:id="384911396">
              <w:marLeft w:val="0"/>
              <w:marRight w:val="0"/>
              <w:marTop w:val="0"/>
              <w:marBottom w:val="0"/>
              <w:divBdr>
                <w:top w:val="none" w:sz="0" w:space="0" w:color="auto"/>
                <w:left w:val="none" w:sz="0" w:space="0" w:color="auto"/>
                <w:bottom w:val="none" w:sz="0" w:space="0" w:color="auto"/>
                <w:right w:val="none" w:sz="0" w:space="0" w:color="auto"/>
              </w:divBdr>
            </w:div>
            <w:div w:id="712582871">
              <w:marLeft w:val="0"/>
              <w:marRight w:val="0"/>
              <w:marTop w:val="0"/>
              <w:marBottom w:val="0"/>
              <w:divBdr>
                <w:top w:val="none" w:sz="0" w:space="0" w:color="auto"/>
                <w:left w:val="none" w:sz="0" w:space="0" w:color="auto"/>
                <w:bottom w:val="none" w:sz="0" w:space="0" w:color="auto"/>
                <w:right w:val="none" w:sz="0" w:space="0" w:color="auto"/>
              </w:divBdr>
            </w:div>
            <w:div w:id="619722806">
              <w:marLeft w:val="0"/>
              <w:marRight w:val="0"/>
              <w:marTop w:val="0"/>
              <w:marBottom w:val="0"/>
              <w:divBdr>
                <w:top w:val="none" w:sz="0" w:space="0" w:color="auto"/>
                <w:left w:val="none" w:sz="0" w:space="0" w:color="auto"/>
                <w:bottom w:val="none" w:sz="0" w:space="0" w:color="auto"/>
                <w:right w:val="none" w:sz="0" w:space="0" w:color="auto"/>
              </w:divBdr>
            </w:div>
            <w:div w:id="2111316288">
              <w:marLeft w:val="0"/>
              <w:marRight w:val="0"/>
              <w:marTop w:val="0"/>
              <w:marBottom w:val="0"/>
              <w:divBdr>
                <w:top w:val="none" w:sz="0" w:space="0" w:color="auto"/>
                <w:left w:val="none" w:sz="0" w:space="0" w:color="auto"/>
                <w:bottom w:val="none" w:sz="0" w:space="0" w:color="auto"/>
                <w:right w:val="none" w:sz="0" w:space="0" w:color="auto"/>
              </w:divBdr>
            </w:div>
            <w:div w:id="541407655">
              <w:marLeft w:val="0"/>
              <w:marRight w:val="0"/>
              <w:marTop w:val="0"/>
              <w:marBottom w:val="0"/>
              <w:divBdr>
                <w:top w:val="none" w:sz="0" w:space="0" w:color="auto"/>
                <w:left w:val="none" w:sz="0" w:space="0" w:color="auto"/>
                <w:bottom w:val="none" w:sz="0" w:space="0" w:color="auto"/>
                <w:right w:val="none" w:sz="0" w:space="0" w:color="auto"/>
              </w:divBdr>
            </w:div>
            <w:div w:id="1110011462">
              <w:marLeft w:val="0"/>
              <w:marRight w:val="0"/>
              <w:marTop w:val="0"/>
              <w:marBottom w:val="0"/>
              <w:divBdr>
                <w:top w:val="none" w:sz="0" w:space="0" w:color="auto"/>
                <w:left w:val="none" w:sz="0" w:space="0" w:color="auto"/>
                <w:bottom w:val="none" w:sz="0" w:space="0" w:color="auto"/>
                <w:right w:val="none" w:sz="0" w:space="0" w:color="auto"/>
              </w:divBdr>
            </w:div>
            <w:div w:id="192694667">
              <w:marLeft w:val="0"/>
              <w:marRight w:val="0"/>
              <w:marTop w:val="0"/>
              <w:marBottom w:val="0"/>
              <w:divBdr>
                <w:top w:val="none" w:sz="0" w:space="0" w:color="auto"/>
                <w:left w:val="none" w:sz="0" w:space="0" w:color="auto"/>
                <w:bottom w:val="none" w:sz="0" w:space="0" w:color="auto"/>
                <w:right w:val="none" w:sz="0" w:space="0" w:color="auto"/>
              </w:divBdr>
            </w:div>
            <w:div w:id="1801992080">
              <w:marLeft w:val="0"/>
              <w:marRight w:val="0"/>
              <w:marTop w:val="0"/>
              <w:marBottom w:val="0"/>
              <w:divBdr>
                <w:top w:val="none" w:sz="0" w:space="0" w:color="auto"/>
                <w:left w:val="none" w:sz="0" w:space="0" w:color="auto"/>
                <w:bottom w:val="none" w:sz="0" w:space="0" w:color="auto"/>
                <w:right w:val="none" w:sz="0" w:space="0" w:color="auto"/>
              </w:divBdr>
            </w:div>
            <w:div w:id="890534231">
              <w:marLeft w:val="0"/>
              <w:marRight w:val="0"/>
              <w:marTop w:val="0"/>
              <w:marBottom w:val="0"/>
              <w:divBdr>
                <w:top w:val="none" w:sz="0" w:space="0" w:color="auto"/>
                <w:left w:val="none" w:sz="0" w:space="0" w:color="auto"/>
                <w:bottom w:val="none" w:sz="0" w:space="0" w:color="auto"/>
                <w:right w:val="none" w:sz="0" w:space="0" w:color="auto"/>
              </w:divBdr>
            </w:div>
            <w:div w:id="499270186">
              <w:marLeft w:val="0"/>
              <w:marRight w:val="0"/>
              <w:marTop w:val="0"/>
              <w:marBottom w:val="0"/>
              <w:divBdr>
                <w:top w:val="none" w:sz="0" w:space="0" w:color="auto"/>
                <w:left w:val="none" w:sz="0" w:space="0" w:color="auto"/>
                <w:bottom w:val="none" w:sz="0" w:space="0" w:color="auto"/>
                <w:right w:val="none" w:sz="0" w:space="0" w:color="auto"/>
              </w:divBdr>
            </w:div>
            <w:div w:id="1483539598">
              <w:marLeft w:val="0"/>
              <w:marRight w:val="0"/>
              <w:marTop w:val="0"/>
              <w:marBottom w:val="0"/>
              <w:divBdr>
                <w:top w:val="none" w:sz="0" w:space="0" w:color="auto"/>
                <w:left w:val="none" w:sz="0" w:space="0" w:color="auto"/>
                <w:bottom w:val="none" w:sz="0" w:space="0" w:color="auto"/>
                <w:right w:val="none" w:sz="0" w:space="0" w:color="auto"/>
              </w:divBdr>
            </w:div>
            <w:div w:id="11580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20324">
      <w:bodyDiv w:val="1"/>
      <w:marLeft w:val="0"/>
      <w:marRight w:val="0"/>
      <w:marTop w:val="0"/>
      <w:marBottom w:val="0"/>
      <w:divBdr>
        <w:top w:val="none" w:sz="0" w:space="0" w:color="auto"/>
        <w:left w:val="none" w:sz="0" w:space="0" w:color="auto"/>
        <w:bottom w:val="none" w:sz="0" w:space="0" w:color="auto"/>
        <w:right w:val="none" w:sz="0" w:space="0" w:color="auto"/>
      </w:divBdr>
    </w:div>
    <w:div w:id="640185928">
      <w:bodyDiv w:val="1"/>
      <w:marLeft w:val="0"/>
      <w:marRight w:val="0"/>
      <w:marTop w:val="0"/>
      <w:marBottom w:val="0"/>
      <w:divBdr>
        <w:top w:val="none" w:sz="0" w:space="0" w:color="auto"/>
        <w:left w:val="none" w:sz="0" w:space="0" w:color="auto"/>
        <w:bottom w:val="none" w:sz="0" w:space="0" w:color="auto"/>
        <w:right w:val="none" w:sz="0" w:space="0" w:color="auto"/>
      </w:divBdr>
      <w:divsChild>
        <w:div w:id="554001810">
          <w:marLeft w:val="0"/>
          <w:marRight w:val="0"/>
          <w:marTop w:val="0"/>
          <w:marBottom w:val="0"/>
          <w:divBdr>
            <w:top w:val="none" w:sz="0" w:space="0" w:color="auto"/>
            <w:left w:val="none" w:sz="0" w:space="0" w:color="auto"/>
            <w:bottom w:val="none" w:sz="0" w:space="0" w:color="auto"/>
            <w:right w:val="none" w:sz="0" w:space="0" w:color="auto"/>
          </w:divBdr>
          <w:divsChild>
            <w:div w:id="1366248755">
              <w:marLeft w:val="0"/>
              <w:marRight w:val="0"/>
              <w:marTop w:val="0"/>
              <w:marBottom w:val="0"/>
              <w:divBdr>
                <w:top w:val="none" w:sz="0" w:space="0" w:color="auto"/>
                <w:left w:val="none" w:sz="0" w:space="0" w:color="auto"/>
                <w:bottom w:val="none" w:sz="0" w:space="0" w:color="auto"/>
                <w:right w:val="none" w:sz="0" w:space="0" w:color="auto"/>
              </w:divBdr>
            </w:div>
            <w:div w:id="1140463598">
              <w:marLeft w:val="0"/>
              <w:marRight w:val="0"/>
              <w:marTop w:val="0"/>
              <w:marBottom w:val="0"/>
              <w:divBdr>
                <w:top w:val="none" w:sz="0" w:space="0" w:color="auto"/>
                <w:left w:val="none" w:sz="0" w:space="0" w:color="auto"/>
                <w:bottom w:val="none" w:sz="0" w:space="0" w:color="auto"/>
                <w:right w:val="none" w:sz="0" w:space="0" w:color="auto"/>
              </w:divBdr>
            </w:div>
            <w:div w:id="250313270">
              <w:marLeft w:val="0"/>
              <w:marRight w:val="0"/>
              <w:marTop w:val="0"/>
              <w:marBottom w:val="0"/>
              <w:divBdr>
                <w:top w:val="none" w:sz="0" w:space="0" w:color="auto"/>
                <w:left w:val="none" w:sz="0" w:space="0" w:color="auto"/>
                <w:bottom w:val="none" w:sz="0" w:space="0" w:color="auto"/>
                <w:right w:val="none" w:sz="0" w:space="0" w:color="auto"/>
              </w:divBdr>
            </w:div>
            <w:div w:id="686712667">
              <w:marLeft w:val="0"/>
              <w:marRight w:val="0"/>
              <w:marTop w:val="0"/>
              <w:marBottom w:val="0"/>
              <w:divBdr>
                <w:top w:val="none" w:sz="0" w:space="0" w:color="auto"/>
                <w:left w:val="none" w:sz="0" w:space="0" w:color="auto"/>
                <w:bottom w:val="none" w:sz="0" w:space="0" w:color="auto"/>
                <w:right w:val="none" w:sz="0" w:space="0" w:color="auto"/>
              </w:divBdr>
            </w:div>
            <w:div w:id="712774481">
              <w:marLeft w:val="0"/>
              <w:marRight w:val="0"/>
              <w:marTop w:val="0"/>
              <w:marBottom w:val="0"/>
              <w:divBdr>
                <w:top w:val="none" w:sz="0" w:space="0" w:color="auto"/>
                <w:left w:val="none" w:sz="0" w:space="0" w:color="auto"/>
                <w:bottom w:val="none" w:sz="0" w:space="0" w:color="auto"/>
                <w:right w:val="none" w:sz="0" w:space="0" w:color="auto"/>
              </w:divBdr>
            </w:div>
            <w:div w:id="431167323">
              <w:marLeft w:val="0"/>
              <w:marRight w:val="0"/>
              <w:marTop w:val="0"/>
              <w:marBottom w:val="0"/>
              <w:divBdr>
                <w:top w:val="none" w:sz="0" w:space="0" w:color="auto"/>
                <w:left w:val="none" w:sz="0" w:space="0" w:color="auto"/>
                <w:bottom w:val="none" w:sz="0" w:space="0" w:color="auto"/>
                <w:right w:val="none" w:sz="0" w:space="0" w:color="auto"/>
              </w:divBdr>
            </w:div>
            <w:div w:id="68238960">
              <w:marLeft w:val="0"/>
              <w:marRight w:val="0"/>
              <w:marTop w:val="0"/>
              <w:marBottom w:val="0"/>
              <w:divBdr>
                <w:top w:val="none" w:sz="0" w:space="0" w:color="auto"/>
                <w:left w:val="none" w:sz="0" w:space="0" w:color="auto"/>
                <w:bottom w:val="none" w:sz="0" w:space="0" w:color="auto"/>
                <w:right w:val="none" w:sz="0" w:space="0" w:color="auto"/>
              </w:divBdr>
            </w:div>
            <w:div w:id="1510440436">
              <w:marLeft w:val="0"/>
              <w:marRight w:val="0"/>
              <w:marTop w:val="0"/>
              <w:marBottom w:val="0"/>
              <w:divBdr>
                <w:top w:val="none" w:sz="0" w:space="0" w:color="auto"/>
                <w:left w:val="none" w:sz="0" w:space="0" w:color="auto"/>
                <w:bottom w:val="none" w:sz="0" w:space="0" w:color="auto"/>
                <w:right w:val="none" w:sz="0" w:space="0" w:color="auto"/>
              </w:divBdr>
            </w:div>
            <w:div w:id="543491313">
              <w:marLeft w:val="0"/>
              <w:marRight w:val="0"/>
              <w:marTop w:val="0"/>
              <w:marBottom w:val="0"/>
              <w:divBdr>
                <w:top w:val="none" w:sz="0" w:space="0" w:color="auto"/>
                <w:left w:val="none" w:sz="0" w:space="0" w:color="auto"/>
                <w:bottom w:val="none" w:sz="0" w:space="0" w:color="auto"/>
                <w:right w:val="none" w:sz="0" w:space="0" w:color="auto"/>
              </w:divBdr>
            </w:div>
            <w:div w:id="679351681">
              <w:marLeft w:val="0"/>
              <w:marRight w:val="0"/>
              <w:marTop w:val="0"/>
              <w:marBottom w:val="0"/>
              <w:divBdr>
                <w:top w:val="none" w:sz="0" w:space="0" w:color="auto"/>
                <w:left w:val="none" w:sz="0" w:space="0" w:color="auto"/>
                <w:bottom w:val="none" w:sz="0" w:space="0" w:color="auto"/>
                <w:right w:val="none" w:sz="0" w:space="0" w:color="auto"/>
              </w:divBdr>
            </w:div>
            <w:div w:id="1938562434">
              <w:marLeft w:val="0"/>
              <w:marRight w:val="0"/>
              <w:marTop w:val="0"/>
              <w:marBottom w:val="0"/>
              <w:divBdr>
                <w:top w:val="none" w:sz="0" w:space="0" w:color="auto"/>
                <w:left w:val="none" w:sz="0" w:space="0" w:color="auto"/>
                <w:bottom w:val="none" w:sz="0" w:space="0" w:color="auto"/>
                <w:right w:val="none" w:sz="0" w:space="0" w:color="auto"/>
              </w:divBdr>
            </w:div>
            <w:div w:id="598298840">
              <w:marLeft w:val="0"/>
              <w:marRight w:val="0"/>
              <w:marTop w:val="0"/>
              <w:marBottom w:val="0"/>
              <w:divBdr>
                <w:top w:val="none" w:sz="0" w:space="0" w:color="auto"/>
                <w:left w:val="none" w:sz="0" w:space="0" w:color="auto"/>
                <w:bottom w:val="none" w:sz="0" w:space="0" w:color="auto"/>
                <w:right w:val="none" w:sz="0" w:space="0" w:color="auto"/>
              </w:divBdr>
            </w:div>
            <w:div w:id="219943045">
              <w:marLeft w:val="0"/>
              <w:marRight w:val="0"/>
              <w:marTop w:val="0"/>
              <w:marBottom w:val="0"/>
              <w:divBdr>
                <w:top w:val="none" w:sz="0" w:space="0" w:color="auto"/>
                <w:left w:val="none" w:sz="0" w:space="0" w:color="auto"/>
                <w:bottom w:val="none" w:sz="0" w:space="0" w:color="auto"/>
                <w:right w:val="none" w:sz="0" w:space="0" w:color="auto"/>
              </w:divBdr>
            </w:div>
            <w:div w:id="1312633485">
              <w:marLeft w:val="0"/>
              <w:marRight w:val="0"/>
              <w:marTop w:val="0"/>
              <w:marBottom w:val="0"/>
              <w:divBdr>
                <w:top w:val="none" w:sz="0" w:space="0" w:color="auto"/>
                <w:left w:val="none" w:sz="0" w:space="0" w:color="auto"/>
                <w:bottom w:val="none" w:sz="0" w:space="0" w:color="auto"/>
                <w:right w:val="none" w:sz="0" w:space="0" w:color="auto"/>
              </w:divBdr>
            </w:div>
            <w:div w:id="1814564858">
              <w:marLeft w:val="0"/>
              <w:marRight w:val="0"/>
              <w:marTop w:val="0"/>
              <w:marBottom w:val="0"/>
              <w:divBdr>
                <w:top w:val="none" w:sz="0" w:space="0" w:color="auto"/>
                <w:left w:val="none" w:sz="0" w:space="0" w:color="auto"/>
                <w:bottom w:val="none" w:sz="0" w:space="0" w:color="auto"/>
                <w:right w:val="none" w:sz="0" w:space="0" w:color="auto"/>
              </w:divBdr>
            </w:div>
            <w:div w:id="8801697">
              <w:marLeft w:val="0"/>
              <w:marRight w:val="0"/>
              <w:marTop w:val="0"/>
              <w:marBottom w:val="0"/>
              <w:divBdr>
                <w:top w:val="none" w:sz="0" w:space="0" w:color="auto"/>
                <w:left w:val="none" w:sz="0" w:space="0" w:color="auto"/>
                <w:bottom w:val="none" w:sz="0" w:space="0" w:color="auto"/>
                <w:right w:val="none" w:sz="0" w:space="0" w:color="auto"/>
              </w:divBdr>
            </w:div>
            <w:div w:id="1074816346">
              <w:marLeft w:val="0"/>
              <w:marRight w:val="0"/>
              <w:marTop w:val="0"/>
              <w:marBottom w:val="0"/>
              <w:divBdr>
                <w:top w:val="none" w:sz="0" w:space="0" w:color="auto"/>
                <w:left w:val="none" w:sz="0" w:space="0" w:color="auto"/>
                <w:bottom w:val="none" w:sz="0" w:space="0" w:color="auto"/>
                <w:right w:val="none" w:sz="0" w:space="0" w:color="auto"/>
              </w:divBdr>
            </w:div>
            <w:div w:id="1271817992">
              <w:marLeft w:val="0"/>
              <w:marRight w:val="0"/>
              <w:marTop w:val="0"/>
              <w:marBottom w:val="0"/>
              <w:divBdr>
                <w:top w:val="none" w:sz="0" w:space="0" w:color="auto"/>
                <w:left w:val="none" w:sz="0" w:space="0" w:color="auto"/>
                <w:bottom w:val="none" w:sz="0" w:space="0" w:color="auto"/>
                <w:right w:val="none" w:sz="0" w:space="0" w:color="auto"/>
              </w:divBdr>
            </w:div>
            <w:div w:id="928192902">
              <w:marLeft w:val="0"/>
              <w:marRight w:val="0"/>
              <w:marTop w:val="0"/>
              <w:marBottom w:val="0"/>
              <w:divBdr>
                <w:top w:val="none" w:sz="0" w:space="0" w:color="auto"/>
                <w:left w:val="none" w:sz="0" w:space="0" w:color="auto"/>
                <w:bottom w:val="none" w:sz="0" w:space="0" w:color="auto"/>
                <w:right w:val="none" w:sz="0" w:space="0" w:color="auto"/>
              </w:divBdr>
            </w:div>
            <w:div w:id="1046681753">
              <w:marLeft w:val="0"/>
              <w:marRight w:val="0"/>
              <w:marTop w:val="0"/>
              <w:marBottom w:val="0"/>
              <w:divBdr>
                <w:top w:val="none" w:sz="0" w:space="0" w:color="auto"/>
                <w:left w:val="none" w:sz="0" w:space="0" w:color="auto"/>
                <w:bottom w:val="none" w:sz="0" w:space="0" w:color="auto"/>
                <w:right w:val="none" w:sz="0" w:space="0" w:color="auto"/>
              </w:divBdr>
            </w:div>
            <w:div w:id="758329294">
              <w:marLeft w:val="0"/>
              <w:marRight w:val="0"/>
              <w:marTop w:val="0"/>
              <w:marBottom w:val="0"/>
              <w:divBdr>
                <w:top w:val="none" w:sz="0" w:space="0" w:color="auto"/>
                <w:left w:val="none" w:sz="0" w:space="0" w:color="auto"/>
                <w:bottom w:val="none" w:sz="0" w:space="0" w:color="auto"/>
                <w:right w:val="none" w:sz="0" w:space="0" w:color="auto"/>
              </w:divBdr>
            </w:div>
            <w:div w:id="2054428926">
              <w:marLeft w:val="0"/>
              <w:marRight w:val="0"/>
              <w:marTop w:val="0"/>
              <w:marBottom w:val="0"/>
              <w:divBdr>
                <w:top w:val="none" w:sz="0" w:space="0" w:color="auto"/>
                <w:left w:val="none" w:sz="0" w:space="0" w:color="auto"/>
                <w:bottom w:val="none" w:sz="0" w:space="0" w:color="auto"/>
                <w:right w:val="none" w:sz="0" w:space="0" w:color="auto"/>
              </w:divBdr>
            </w:div>
            <w:div w:id="1756049158">
              <w:marLeft w:val="0"/>
              <w:marRight w:val="0"/>
              <w:marTop w:val="0"/>
              <w:marBottom w:val="0"/>
              <w:divBdr>
                <w:top w:val="none" w:sz="0" w:space="0" w:color="auto"/>
                <w:left w:val="none" w:sz="0" w:space="0" w:color="auto"/>
                <w:bottom w:val="none" w:sz="0" w:space="0" w:color="auto"/>
                <w:right w:val="none" w:sz="0" w:space="0" w:color="auto"/>
              </w:divBdr>
            </w:div>
            <w:div w:id="325478386">
              <w:marLeft w:val="0"/>
              <w:marRight w:val="0"/>
              <w:marTop w:val="0"/>
              <w:marBottom w:val="0"/>
              <w:divBdr>
                <w:top w:val="none" w:sz="0" w:space="0" w:color="auto"/>
                <w:left w:val="none" w:sz="0" w:space="0" w:color="auto"/>
                <w:bottom w:val="none" w:sz="0" w:space="0" w:color="auto"/>
                <w:right w:val="none" w:sz="0" w:space="0" w:color="auto"/>
              </w:divBdr>
            </w:div>
            <w:div w:id="1371106315">
              <w:marLeft w:val="0"/>
              <w:marRight w:val="0"/>
              <w:marTop w:val="0"/>
              <w:marBottom w:val="0"/>
              <w:divBdr>
                <w:top w:val="none" w:sz="0" w:space="0" w:color="auto"/>
                <w:left w:val="none" w:sz="0" w:space="0" w:color="auto"/>
                <w:bottom w:val="none" w:sz="0" w:space="0" w:color="auto"/>
                <w:right w:val="none" w:sz="0" w:space="0" w:color="auto"/>
              </w:divBdr>
            </w:div>
            <w:div w:id="2008557624">
              <w:marLeft w:val="0"/>
              <w:marRight w:val="0"/>
              <w:marTop w:val="0"/>
              <w:marBottom w:val="0"/>
              <w:divBdr>
                <w:top w:val="none" w:sz="0" w:space="0" w:color="auto"/>
                <w:left w:val="none" w:sz="0" w:space="0" w:color="auto"/>
                <w:bottom w:val="none" w:sz="0" w:space="0" w:color="auto"/>
                <w:right w:val="none" w:sz="0" w:space="0" w:color="auto"/>
              </w:divBdr>
            </w:div>
            <w:div w:id="2124642884">
              <w:marLeft w:val="0"/>
              <w:marRight w:val="0"/>
              <w:marTop w:val="0"/>
              <w:marBottom w:val="0"/>
              <w:divBdr>
                <w:top w:val="none" w:sz="0" w:space="0" w:color="auto"/>
                <w:left w:val="none" w:sz="0" w:space="0" w:color="auto"/>
                <w:bottom w:val="none" w:sz="0" w:space="0" w:color="auto"/>
                <w:right w:val="none" w:sz="0" w:space="0" w:color="auto"/>
              </w:divBdr>
            </w:div>
            <w:div w:id="540895583">
              <w:marLeft w:val="0"/>
              <w:marRight w:val="0"/>
              <w:marTop w:val="0"/>
              <w:marBottom w:val="0"/>
              <w:divBdr>
                <w:top w:val="none" w:sz="0" w:space="0" w:color="auto"/>
                <w:left w:val="none" w:sz="0" w:space="0" w:color="auto"/>
                <w:bottom w:val="none" w:sz="0" w:space="0" w:color="auto"/>
                <w:right w:val="none" w:sz="0" w:space="0" w:color="auto"/>
              </w:divBdr>
            </w:div>
            <w:div w:id="2040201547">
              <w:marLeft w:val="0"/>
              <w:marRight w:val="0"/>
              <w:marTop w:val="0"/>
              <w:marBottom w:val="0"/>
              <w:divBdr>
                <w:top w:val="none" w:sz="0" w:space="0" w:color="auto"/>
                <w:left w:val="none" w:sz="0" w:space="0" w:color="auto"/>
                <w:bottom w:val="none" w:sz="0" w:space="0" w:color="auto"/>
                <w:right w:val="none" w:sz="0" w:space="0" w:color="auto"/>
              </w:divBdr>
            </w:div>
            <w:div w:id="472527317">
              <w:marLeft w:val="0"/>
              <w:marRight w:val="0"/>
              <w:marTop w:val="0"/>
              <w:marBottom w:val="0"/>
              <w:divBdr>
                <w:top w:val="none" w:sz="0" w:space="0" w:color="auto"/>
                <w:left w:val="none" w:sz="0" w:space="0" w:color="auto"/>
                <w:bottom w:val="none" w:sz="0" w:space="0" w:color="auto"/>
                <w:right w:val="none" w:sz="0" w:space="0" w:color="auto"/>
              </w:divBdr>
            </w:div>
            <w:div w:id="107697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99342">
      <w:bodyDiv w:val="1"/>
      <w:marLeft w:val="0"/>
      <w:marRight w:val="0"/>
      <w:marTop w:val="0"/>
      <w:marBottom w:val="0"/>
      <w:divBdr>
        <w:top w:val="none" w:sz="0" w:space="0" w:color="auto"/>
        <w:left w:val="none" w:sz="0" w:space="0" w:color="auto"/>
        <w:bottom w:val="none" w:sz="0" w:space="0" w:color="auto"/>
        <w:right w:val="none" w:sz="0" w:space="0" w:color="auto"/>
      </w:divBdr>
    </w:div>
    <w:div w:id="744449179">
      <w:bodyDiv w:val="1"/>
      <w:marLeft w:val="0"/>
      <w:marRight w:val="0"/>
      <w:marTop w:val="0"/>
      <w:marBottom w:val="0"/>
      <w:divBdr>
        <w:top w:val="none" w:sz="0" w:space="0" w:color="auto"/>
        <w:left w:val="none" w:sz="0" w:space="0" w:color="auto"/>
        <w:bottom w:val="none" w:sz="0" w:space="0" w:color="auto"/>
        <w:right w:val="none" w:sz="0" w:space="0" w:color="auto"/>
      </w:divBdr>
      <w:divsChild>
        <w:div w:id="1084111293">
          <w:marLeft w:val="0"/>
          <w:marRight w:val="0"/>
          <w:marTop w:val="0"/>
          <w:marBottom w:val="0"/>
          <w:divBdr>
            <w:top w:val="none" w:sz="0" w:space="0" w:color="auto"/>
            <w:left w:val="none" w:sz="0" w:space="0" w:color="auto"/>
            <w:bottom w:val="none" w:sz="0" w:space="0" w:color="auto"/>
            <w:right w:val="none" w:sz="0" w:space="0" w:color="auto"/>
          </w:divBdr>
          <w:divsChild>
            <w:div w:id="12230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29655">
      <w:bodyDiv w:val="1"/>
      <w:marLeft w:val="0"/>
      <w:marRight w:val="0"/>
      <w:marTop w:val="0"/>
      <w:marBottom w:val="0"/>
      <w:divBdr>
        <w:top w:val="none" w:sz="0" w:space="0" w:color="auto"/>
        <w:left w:val="none" w:sz="0" w:space="0" w:color="auto"/>
        <w:bottom w:val="none" w:sz="0" w:space="0" w:color="auto"/>
        <w:right w:val="none" w:sz="0" w:space="0" w:color="auto"/>
      </w:divBdr>
    </w:div>
    <w:div w:id="894707735">
      <w:bodyDiv w:val="1"/>
      <w:marLeft w:val="0"/>
      <w:marRight w:val="0"/>
      <w:marTop w:val="0"/>
      <w:marBottom w:val="0"/>
      <w:divBdr>
        <w:top w:val="none" w:sz="0" w:space="0" w:color="auto"/>
        <w:left w:val="none" w:sz="0" w:space="0" w:color="auto"/>
        <w:bottom w:val="none" w:sz="0" w:space="0" w:color="auto"/>
        <w:right w:val="none" w:sz="0" w:space="0" w:color="auto"/>
      </w:divBdr>
    </w:div>
    <w:div w:id="903611334">
      <w:bodyDiv w:val="1"/>
      <w:marLeft w:val="0"/>
      <w:marRight w:val="0"/>
      <w:marTop w:val="0"/>
      <w:marBottom w:val="0"/>
      <w:divBdr>
        <w:top w:val="none" w:sz="0" w:space="0" w:color="auto"/>
        <w:left w:val="none" w:sz="0" w:space="0" w:color="auto"/>
        <w:bottom w:val="none" w:sz="0" w:space="0" w:color="auto"/>
        <w:right w:val="none" w:sz="0" w:space="0" w:color="auto"/>
      </w:divBdr>
      <w:divsChild>
        <w:div w:id="1700203425">
          <w:marLeft w:val="0"/>
          <w:marRight w:val="0"/>
          <w:marTop w:val="0"/>
          <w:marBottom w:val="0"/>
          <w:divBdr>
            <w:top w:val="none" w:sz="0" w:space="0" w:color="auto"/>
            <w:left w:val="none" w:sz="0" w:space="0" w:color="auto"/>
            <w:bottom w:val="none" w:sz="0" w:space="0" w:color="auto"/>
            <w:right w:val="none" w:sz="0" w:space="0" w:color="auto"/>
          </w:divBdr>
          <w:divsChild>
            <w:div w:id="1373112285">
              <w:marLeft w:val="0"/>
              <w:marRight w:val="0"/>
              <w:marTop w:val="0"/>
              <w:marBottom w:val="0"/>
              <w:divBdr>
                <w:top w:val="none" w:sz="0" w:space="0" w:color="auto"/>
                <w:left w:val="none" w:sz="0" w:space="0" w:color="auto"/>
                <w:bottom w:val="none" w:sz="0" w:space="0" w:color="auto"/>
                <w:right w:val="none" w:sz="0" w:space="0" w:color="auto"/>
              </w:divBdr>
            </w:div>
            <w:div w:id="1882746730">
              <w:marLeft w:val="0"/>
              <w:marRight w:val="0"/>
              <w:marTop w:val="0"/>
              <w:marBottom w:val="0"/>
              <w:divBdr>
                <w:top w:val="none" w:sz="0" w:space="0" w:color="auto"/>
                <w:left w:val="none" w:sz="0" w:space="0" w:color="auto"/>
                <w:bottom w:val="none" w:sz="0" w:space="0" w:color="auto"/>
                <w:right w:val="none" w:sz="0" w:space="0" w:color="auto"/>
              </w:divBdr>
              <w:divsChild>
                <w:div w:id="1696154591">
                  <w:marLeft w:val="0"/>
                  <w:marRight w:val="0"/>
                  <w:marTop w:val="0"/>
                  <w:marBottom w:val="0"/>
                  <w:divBdr>
                    <w:top w:val="none" w:sz="0" w:space="0" w:color="auto"/>
                    <w:left w:val="none" w:sz="0" w:space="0" w:color="auto"/>
                    <w:bottom w:val="none" w:sz="0" w:space="0" w:color="auto"/>
                    <w:right w:val="none" w:sz="0" w:space="0" w:color="auto"/>
                  </w:divBdr>
                  <w:divsChild>
                    <w:div w:id="7323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5621">
      <w:bodyDiv w:val="1"/>
      <w:marLeft w:val="0"/>
      <w:marRight w:val="0"/>
      <w:marTop w:val="0"/>
      <w:marBottom w:val="0"/>
      <w:divBdr>
        <w:top w:val="none" w:sz="0" w:space="0" w:color="auto"/>
        <w:left w:val="none" w:sz="0" w:space="0" w:color="auto"/>
        <w:bottom w:val="none" w:sz="0" w:space="0" w:color="auto"/>
        <w:right w:val="none" w:sz="0" w:space="0" w:color="auto"/>
      </w:divBdr>
    </w:div>
    <w:div w:id="957181815">
      <w:bodyDiv w:val="1"/>
      <w:marLeft w:val="0"/>
      <w:marRight w:val="0"/>
      <w:marTop w:val="0"/>
      <w:marBottom w:val="0"/>
      <w:divBdr>
        <w:top w:val="none" w:sz="0" w:space="0" w:color="auto"/>
        <w:left w:val="none" w:sz="0" w:space="0" w:color="auto"/>
        <w:bottom w:val="none" w:sz="0" w:space="0" w:color="auto"/>
        <w:right w:val="none" w:sz="0" w:space="0" w:color="auto"/>
      </w:divBdr>
      <w:divsChild>
        <w:div w:id="508837206">
          <w:marLeft w:val="0"/>
          <w:marRight w:val="0"/>
          <w:marTop w:val="0"/>
          <w:marBottom w:val="0"/>
          <w:divBdr>
            <w:top w:val="none" w:sz="0" w:space="0" w:color="auto"/>
            <w:left w:val="none" w:sz="0" w:space="0" w:color="auto"/>
            <w:bottom w:val="none" w:sz="0" w:space="0" w:color="auto"/>
            <w:right w:val="none" w:sz="0" w:space="0" w:color="auto"/>
          </w:divBdr>
          <w:divsChild>
            <w:div w:id="2021544018">
              <w:marLeft w:val="0"/>
              <w:marRight w:val="0"/>
              <w:marTop w:val="0"/>
              <w:marBottom w:val="0"/>
              <w:divBdr>
                <w:top w:val="none" w:sz="0" w:space="0" w:color="auto"/>
                <w:left w:val="none" w:sz="0" w:space="0" w:color="auto"/>
                <w:bottom w:val="none" w:sz="0" w:space="0" w:color="auto"/>
                <w:right w:val="none" w:sz="0" w:space="0" w:color="auto"/>
              </w:divBdr>
            </w:div>
            <w:div w:id="1740446121">
              <w:marLeft w:val="0"/>
              <w:marRight w:val="0"/>
              <w:marTop w:val="0"/>
              <w:marBottom w:val="0"/>
              <w:divBdr>
                <w:top w:val="none" w:sz="0" w:space="0" w:color="auto"/>
                <w:left w:val="none" w:sz="0" w:space="0" w:color="auto"/>
                <w:bottom w:val="none" w:sz="0" w:space="0" w:color="auto"/>
                <w:right w:val="none" w:sz="0" w:space="0" w:color="auto"/>
              </w:divBdr>
            </w:div>
            <w:div w:id="1998653444">
              <w:marLeft w:val="0"/>
              <w:marRight w:val="0"/>
              <w:marTop w:val="0"/>
              <w:marBottom w:val="0"/>
              <w:divBdr>
                <w:top w:val="none" w:sz="0" w:space="0" w:color="auto"/>
                <w:left w:val="none" w:sz="0" w:space="0" w:color="auto"/>
                <w:bottom w:val="none" w:sz="0" w:space="0" w:color="auto"/>
                <w:right w:val="none" w:sz="0" w:space="0" w:color="auto"/>
              </w:divBdr>
            </w:div>
            <w:div w:id="187181205">
              <w:marLeft w:val="0"/>
              <w:marRight w:val="0"/>
              <w:marTop w:val="0"/>
              <w:marBottom w:val="0"/>
              <w:divBdr>
                <w:top w:val="none" w:sz="0" w:space="0" w:color="auto"/>
                <w:left w:val="none" w:sz="0" w:space="0" w:color="auto"/>
                <w:bottom w:val="none" w:sz="0" w:space="0" w:color="auto"/>
                <w:right w:val="none" w:sz="0" w:space="0" w:color="auto"/>
              </w:divBdr>
            </w:div>
            <w:div w:id="1702314546">
              <w:marLeft w:val="0"/>
              <w:marRight w:val="0"/>
              <w:marTop w:val="0"/>
              <w:marBottom w:val="0"/>
              <w:divBdr>
                <w:top w:val="none" w:sz="0" w:space="0" w:color="auto"/>
                <w:left w:val="none" w:sz="0" w:space="0" w:color="auto"/>
                <w:bottom w:val="none" w:sz="0" w:space="0" w:color="auto"/>
                <w:right w:val="none" w:sz="0" w:space="0" w:color="auto"/>
              </w:divBdr>
            </w:div>
            <w:div w:id="174851354">
              <w:marLeft w:val="0"/>
              <w:marRight w:val="0"/>
              <w:marTop w:val="0"/>
              <w:marBottom w:val="0"/>
              <w:divBdr>
                <w:top w:val="none" w:sz="0" w:space="0" w:color="auto"/>
                <w:left w:val="none" w:sz="0" w:space="0" w:color="auto"/>
                <w:bottom w:val="none" w:sz="0" w:space="0" w:color="auto"/>
                <w:right w:val="none" w:sz="0" w:space="0" w:color="auto"/>
              </w:divBdr>
            </w:div>
            <w:div w:id="1181747913">
              <w:marLeft w:val="0"/>
              <w:marRight w:val="0"/>
              <w:marTop w:val="0"/>
              <w:marBottom w:val="0"/>
              <w:divBdr>
                <w:top w:val="none" w:sz="0" w:space="0" w:color="auto"/>
                <w:left w:val="none" w:sz="0" w:space="0" w:color="auto"/>
                <w:bottom w:val="none" w:sz="0" w:space="0" w:color="auto"/>
                <w:right w:val="none" w:sz="0" w:space="0" w:color="auto"/>
              </w:divBdr>
            </w:div>
            <w:div w:id="958416591">
              <w:marLeft w:val="0"/>
              <w:marRight w:val="0"/>
              <w:marTop w:val="0"/>
              <w:marBottom w:val="0"/>
              <w:divBdr>
                <w:top w:val="none" w:sz="0" w:space="0" w:color="auto"/>
                <w:left w:val="none" w:sz="0" w:space="0" w:color="auto"/>
                <w:bottom w:val="none" w:sz="0" w:space="0" w:color="auto"/>
                <w:right w:val="none" w:sz="0" w:space="0" w:color="auto"/>
              </w:divBdr>
            </w:div>
            <w:div w:id="191725552">
              <w:marLeft w:val="0"/>
              <w:marRight w:val="0"/>
              <w:marTop w:val="0"/>
              <w:marBottom w:val="0"/>
              <w:divBdr>
                <w:top w:val="none" w:sz="0" w:space="0" w:color="auto"/>
                <w:left w:val="none" w:sz="0" w:space="0" w:color="auto"/>
                <w:bottom w:val="none" w:sz="0" w:space="0" w:color="auto"/>
                <w:right w:val="none" w:sz="0" w:space="0" w:color="auto"/>
              </w:divBdr>
            </w:div>
            <w:div w:id="909002201">
              <w:marLeft w:val="0"/>
              <w:marRight w:val="0"/>
              <w:marTop w:val="0"/>
              <w:marBottom w:val="0"/>
              <w:divBdr>
                <w:top w:val="none" w:sz="0" w:space="0" w:color="auto"/>
                <w:left w:val="none" w:sz="0" w:space="0" w:color="auto"/>
                <w:bottom w:val="none" w:sz="0" w:space="0" w:color="auto"/>
                <w:right w:val="none" w:sz="0" w:space="0" w:color="auto"/>
              </w:divBdr>
            </w:div>
            <w:div w:id="720179156">
              <w:marLeft w:val="0"/>
              <w:marRight w:val="0"/>
              <w:marTop w:val="0"/>
              <w:marBottom w:val="0"/>
              <w:divBdr>
                <w:top w:val="none" w:sz="0" w:space="0" w:color="auto"/>
                <w:left w:val="none" w:sz="0" w:space="0" w:color="auto"/>
                <w:bottom w:val="none" w:sz="0" w:space="0" w:color="auto"/>
                <w:right w:val="none" w:sz="0" w:space="0" w:color="auto"/>
              </w:divBdr>
            </w:div>
            <w:div w:id="1252422727">
              <w:marLeft w:val="0"/>
              <w:marRight w:val="0"/>
              <w:marTop w:val="0"/>
              <w:marBottom w:val="0"/>
              <w:divBdr>
                <w:top w:val="none" w:sz="0" w:space="0" w:color="auto"/>
                <w:left w:val="none" w:sz="0" w:space="0" w:color="auto"/>
                <w:bottom w:val="none" w:sz="0" w:space="0" w:color="auto"/>
                <w:right w:val="none" w:sz="0" w:space="0" w:color="auto"/>
              </w:divBdr>
            </w:div>
            <w:div w:id="1643120967">
              <w:marLeft w:val="0"/>
              <w:marRight w:val="0"/>
              <w:marTop w:val="0"/>
              <w:marBottom w:val="0"/>
              <w:divBdr>
                <w:top w:val="none" w:sz="0" w:space="0" w:color="auto"/>
                <w:left w:val="none" w:sz="0" w:space="0" w:color="auto"/>
                <w:bottom w:val="none" w:sz="0" w:space="0" w:color="auto"/>
                <w:right w:val="none" w:sz="0" w:space="0" w:color="auto"/>
              </w:divBdr>
            </w:div>
            <w:div w:id="101918882">
              <w:marLeft w:val="0"/>
              <w:marRight w:val="0"/>
              <w:marTop w:val="0"/>
              <w:marBottom w:val="0"/>
              <w:divBdr>
                <w:top w:val="none" w:sz="0" w:space="0" w:color="auto"/>
                <w:left w:val="none" w:sz="0" w:space="0" w:color="auto"/>
                <w:bottom w:val="none" w:sz="0" w:space="0" w:color="auto"/>
                <w:right w:val="none" w:sz="0" w:space="0" w:color="auto"/>
              </w:divBdr>
            </w:div>
            <w:div w:id="1708487826">
              <w:marLeft w:val="0"/>
              <w:marRight w:val="0"/>
              <w:marTop w:val="0"/>
              <w:marBottom w:val="0"/>
              <w:divBdr>
                <w:top w:val="none" w:sz="0" w:space="0" w:color="auto"/>
                <w:left w:val="none" w:sz="0" w:space="0" w:color="auto"/>
                <w:bottom w:val="none" w:sz="0" w:space="0" w:color="auto"/>
                <w:right w:val="none" w:sz="0" w:space="0" w:color="auto"/>
              </w:divBdr>
            </w:div>
            <w:div w:id="682633044">
              <w:marLeft w:val="0"/>
              <w:marRight w:val="0"/>
              <w:marTop w:val="0"/>
              <w:marBottom w:val="0"/>
              <w:divBdr>
                <w:top w:val="none" w:sz="0" w:space="0" w:color="auto"/>
                <w:left w:val="none" w:sz="0" w:space="0" w:color="auto"/>
                <w:bottom w:val="none" w:sz="0" w:space="0" w:color="auto"/>
                <w:right w:val="none" w:sz="0" w:space="0" w:color="auto"/>
              </w:divBdr>
            </w:div>
            <w:div w:id="13520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6687">
      <w:bodyDiv w:val="1"/>
      <w:marLeft w:val="0"/>
      <w:marRight w:val="0"/>
      <w:marTop w:val="0"/>
      <w:marBottom w:val="0"/>
      <w:divBdr>
        <w:top w:val="none" w:sz="0" w:space="0" w:color="auto"/>
        <w:left w:val="none" w:sz="0" w:space="0" w:color="auto"/>
        <w:bottom w:val="none" w:sz="0" w:space="0" w:color="auto"/>
        <w:right w:val="none" w:sz="0" w:space="0" w:color="auto"/>
      </w:divBdr>
      <w:divsChild>
        <w:div w:id="831333790">
          <w:marLeft w:val="0"/>
          <w:marRight w:val="0"/>
          <w:marTop w:val="0"/>
          <w:marBottom w:val="0"/>
          <w:divBdr>
            <w:top w:val="none" w:sz="0" w:space="0" w:color="auto"/>
            <w:left w:val="none" w:sz="0" w:space="0" w:color="auto"/>
            <w:bottom w:val="none" w:sz="0" w:space="0" w:color="auto"/>
            <w:right w:val="none" w:sz="0" w:space="0" w:color="auto"/>
          </w:divBdr>
          <w:divsChild>
            <w:div w:id="1658456900">
              <w:marLeft w:val="0"/>
              <w:marRight w:val="0"/>
              <w:marTop w:val="0"/>
              <w:marBottom w:val="0"/>
              <w:divBdr>
                <w:top w:val="none" w:sz="0" w:space="0" w:color="auto"/>
                <w:left w:val="none" w:sz="0" w:space="0" w:color="auto"/>
                <w:bottom w:val="none" w:sz="0" w:space="0" w:color="auto"/>
                <w:right w:val="none" w:sz="0" w:space="0" w:color="auto"/>
              </w:divBdr>
            </w:div>
            <w:div w:id="842479121">
              <w:marLeft w:val="0"/>
              <w:marRight w:val="0"/>
              <w:marTop w:val="0"/>
              <w:marBottom w:val="0"/>
              <w:divBdr>
                <w:top w:val="none" w:sz="0" w:space="0" w:color="auto"/>
                <w:left w:val="none" w:sz="0" w:space="0" w:color="auto"/>
                <w:bottom w:val="none" w:sz="0" w:space="0" w:color="auto"/>
                <w:right w:val="none" w:sz="0" w:space="0" w:color="auto"/>
              </w:divBdr>
            </w:div>
            <w:div w:id="932514485">
              <w:marLeft w:val="0"/>
              <w:marRight w:val="0"/>
              <w:marTop w:val="0"/>
              <w:marBottom w:val="0"/>
              <w:divBdr>
                <w:top w:val="none" w:sz="0" w:space="0" w:color="auto"/>
                <w:left w:val="none" w:sz="0" w:space="0" w:color="auto"/>
                <w:bottom w:val="none" w:sz="0" w:space="0" w:color="auto"/>
                <w:right w:val="none" w:sz="0" w:space="0" w:color="auto"/>
              </w:divBdr>
            </w:div>
            <w:div w:id="1187670741">
              <w:marLeft w:val="0"/>
              <w:marRight w:val="0"/>
              <w:marTop w:val="0"/>
              <w:marBottom w:val="0"/>
              <w:divBdr>
                <w:top w:val="none" w:sz="0" w:space="0" w:color="auto"/>
                <w:left w:val="none" w:sz="0" w:space="0" w:color="auto"/>
                <w:bottom w:val="none" w:sz="0" w:space="0" w:color="auto"/>
                <w:right w:val="none" w:sz="0" w:space="0" w:color="auto"/>
              </w:divBdr>
            </w:div>
            <w:div w:id="250701056">
              <w:marLeft w:val="0"/>
              <w:marRight w:val="0"/>
              <w:marTop w:val="0"/>
              <w:marBottom w:val="0"/>
              <w:divBdr>
                <w:top w:val="none" w:sz="0" w:space="0" w:color="auto"/>
                <w:left w:val="none" w:sz="0" w:space="0" w:color="auto"/>
                <w:bottom w:val="none" w:sz="0" w:space="0" w:color="auto"/>
                <w:right w:val="none" w:sz="0" w:space="0" w:color="auto"/>
              </w:divBdr>
            </w:div>
            <w:div w:id="1434131919">
              <w:marLeft w:val="0"/>
              <w:marRight w:val="0"/>
              <w:marTop w:val="0"/>
              <w:marBottom w:val="0"/>
              <w:divBdr>
                <w:top w:val="none" w:sz="0" w:space="0" w:color="auto"/>
                <w:left w:val="none" w:sz="0" w:space="0" w:color="auto"/>
                <w:bottom w:val="none" w:sz="0" w:space="0" w:color="auto"/>
                <w:right w:val="none" w:sz="0" w:space="0" w:color="auto"/>
              </w:divBdr>
            </w:div>
            <w:div w:id="297733890">
              <w:marLeft w:val="0"/>
              <w:marRight w:val="0"/>
              <w:marTop w:val="0"/>
              <w:marBottom w:val="0"/>
              <w:divBdr>
                <w:top w:val="none" w:sz="0" w:space="0" w:color="auto"/>
                <w:left w:val="none" w:sz="0" w:space="0" w:color="auto"/>
                <w:bottom w:val="none" w:sz="0" w:space="0" w:color="auto"/>
                <w:right w:val="none" w:sz="0" w:space="0" w:color="auto"/>
              </w:divBdr>
            </w:div>
            <w:div w:id="1214997294">
              <w:marLeft w:val="0"/>
              <w:marRight w:val="0"/>
              <w:marTop w:val="0"/>
              <w:marBottom w:val="0"/>
              <w:divBdr>
                <w:top w:val="none" w:sz="0" w:space="0" w:color="auto"/>
                <w:left w:val="none" w:sz="0" w:space="0" w:color="auto"/>
                <w:bottom w:val="none" w:sz="0" w:space="0" w:color="auto"/>
                <w:right w:val="none" w:sz="0" w:space="0" w:color="auto"/>
              </w:divBdr>
            </w:div>
            <w:div w:id="19084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73434">
      <w:bodyDiv w:val="1"/>
      <w:marLeft w:val="0"/>
      <w:marRight w:val="0"/>
      <w:marTop w:val="0"/>
      <w:marBottom w:val="0"/>
      <w:divBdr>
        <w:top w:val="none" w:sz="0" w:space="0" w:color="auto"/>
        <w:left w:val="none" w:sz="0" w:space="0" w:color="auto"/>
        <w:bottom w:val="none" w:sz="0" w:space="0" w:color="auto"/>
        <w:right w:val="none" w:sz="0" w:space="0" w:color="auto"/>
      </w:divBdr>
    </w:div>
    <w:div w:id="1103040490">
      <w:bodyDiv w:val="1"/>
      <w:marLeft w:val="0"/>
      <w:marRight w:val="0"/>
      <w:marTop w:val="0"/>
      <w:marBottom w:val="0"/>
      <w:divBdr>
        <w:top w:val="none" w:sz="0" w:space="0" w:color="auto"/>
        <w:left w:val="none" w:sz="0" w:space="0" w:color="auto"/>
        <w:bottom w:val="none" w:sz="0" w:space="0" w:color="auto"/>
        <w:right w:val="none" w:sz="0" w:space="0" w:color="auto"/>
      </w:divBdr>
    </w:div>
    <w:div w:id="1113016252">
      <w:bodyDiv w:val="1"/>
      <w:marLeft w:val="0"/>
      <w:marRight w:val="0"/>
      <w:marTop w:val="0"/>
      <w:marBottom w:val="0"/>
      <w:divBdr>
        <w:top w:val="none" w:sz="0" w:space="0" w:color="auto"/>
        <w:left w:val="none" w:sz="0" w:space="0" w:color="auto"/>
        <w:bottom w:val="none" w:sz="0" w:space="0" w:color="auto"/>
        <w:right w:val="none" w:sz="0" w:space="0" w:color="auto"/>
      </w:divBdr>
      <w:divsChild>
        <w:div w:id="691417687">
          <w:marLeft w:val="0"/>
          <w:marRight w:val="0"/>
          <w:marTop w:val="0"/>
          <w:marBottom w:val="0"/>
          <w:divBdr>
            <w:top w:val="none" w:sz="0" w:space="0" w:color="auto"/>
            <w:left w:val="none" w:sz="0" w:space="0" w:color="auto"/>
            <w:bottom w:val="none" w:sz="0" w:space="0" w:color="auto"/>
            <w:right w:val="none" w:sz="0" w:space="0" w:color="auto"/>
          </w:divBdr>
          <w:divsChild>
            <w:div w:id="810712449">
              <w:marLeft w:val="0"/>
              <w:marRight w:val="0"/>
              <w:marTop w:val="0"/>
              <w:marBottom w:val="0"/>
              <w:divBdr>
                <w:top w:val="none" w:sz="0" w:space="0" w:color="auto"/>
                <w:left w:val="none" w:sz="0" w:space="0" w:color="auto"/>
                <w:bottom w:val="none" w:sz="0" w:space="0" w:color="auto"/>
                <w:right w:val="none" w:sz="0" w:space="0" w:color="auto"/>
              </w:divBdr>
            </w:div>
            <w:div w:id="23870955">
              <w:marLeft w:val="0"/>
              <w:marRight w:val="0"/>
              <w:marTop w:val="0"/>
              <w:marBottom w:val="0"/>
              <w:divBdr>
                <w:top w:val="none" w:sz="0" w:space="0" w:color="auto"/>
                <w:left w:val="none" w:sz="0" w:space="0" w:color="auto"/>
                <w:bottom w:val="none" w:sz="0" w:space="0" w:color="auto"/>
                <w:right w:val="none" w:sz="0" w:space="0" w:color="auto"/>
              </w:divBdr>
              <w:divsChild>
                <w:div w:id="104464404">
                  <w:marLeft w:val="0"/>
                  <w:marRight w:val="0"/>
                  <w:marTop w:val="0"/>
                  <w:marBottom w:val="0"/>
                  <w:divBdr>
                    <w:top w:val="none" w:sz="0" w:space="0" w:color="auto"/>
                    <w:left w:val="none" w:sz="0" w:space="0" w:color="auto"/>
                    <w:bottom w:val="none" w:sz="0" w:space="0" w:color="auto"/>
                    <w:right w:val="none" w:sz="0" w:space="0" w:color="auto"/>
                  </w:divBdr>
                  <w:divsChild>
                    <w:div w:id="162654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26148">
      <w:bodyDiv w:val="1"/>
      <w:marLeft w:val="0"/>
      <w:marRight w:val="0"/>
      <w:marTop w:val="0"/>
      <w:marBottom w:val="0"/>
      <w:divBdr>
        <w:top w:val="none" w:sz="0" w:space="0" w:color="auto"/>
        <w:left w:val="none" w:sz="0" w:space="0" w:color="auto"/>
        <w:bottom w:val="none" w:sz="0" w:space="0" w:color="auto"/>
        <w:right w:val="none" w:sz="0" w:space="0" w:color="auto"/>
      </w:divBdr>
    </w:div>
    <w:div w:id="1187479540">
      <w:bodyDiv w:val="1"/>
      <w:marLeft w:val="0"/>
      <w:marRight w:val="0"/>
      <w:marTop w:val="0"/>
      <w:marBottom w:val="0"/>
      <w:divBdr>
        <w:top w:val="none" w:sz="0" w:space="0" w:color="auto"/>
        <w:left w:val="none" w:sz="0" w:space="0" w:color="auto"/>
        <w:bottom w:val="none" w:sz="0" w:space="0" w:color="auto"/>
        <w:right w:val="none" w:sz="0" w:space="0" w:color="auto"/>
      </w:divBdr>
    </w:div>
    <w:div w:id="1212644894">
      <w:bodyDiv w:val="1"/>
      <w:marLeft w:val="0"/>
      <w:marRight w:val="0"/>
      <w:marTop w:val="0"/>
      <w:marBottom w:val="0"/>
      <w:divBdr>
        <w:top w:val="none" w:sz="0" w:space="0" w:color="auto"/>
        <w:left w:val="none" w:sz="0" w:space="0" w:color="auto"/>
        <w:bottom w:val="none" w:sz="0" w:space="0" w:color="auto"/>
        <w:right w:val="none" w:sz="0" w:space="0" w:color="auto"/>
      </w:divBdr>
      <w:divsChild>
        <w:div w:id="297153788">
          <w:marLeft w:val="0"/>
          <w:marRight w:val="0"/>
          <w:marTop w:val="0"/>
          <w:marBottom w:val="0"/>
          <w:divBdr>
            <w:top w:val="none" w:sz="0" w:space="0" w:color="auto"/>
            <w:left w:val="none" w:sz="0" w:space="0" w:color="auto"/>
            <w:bottom w:val="none" w:sz="0" w:space="0" w:color="auto"/>
            <w:right w:val="none" w:sz="0" w:space="0" w:color="auto"/>
          </w:divBdr>
          <w:divsChild>
            <w:div w:id="1163936181">
              <w:marLeft w:val="0"/>
              <w:marRight w:val="0"/>
              <w:marTop w:val="0"/>
              <w:marBottom w:val="0"/>
              <w:divBdr>
                <w:top w:val="none" w:sz="0" w:space="0" w:color="auto"/>
                <w:left w:val="none" w:sz="0" w:space="0" w:color="auto"/>
                <w:bottom w:val="none" w:sz="0" w:space="0" w:color="auto"/>
                <w:right w:val="none" w:sz="0" w:space="0" w:color="auto"/>
              </w:divBdr>
            </w:div>
            <w:div w:id="1505508467">
              <w:marLeft w:val="0"/>
              <w:marRight w:val="0"/>
              <w:marTop w:val="0"/>
              <w:marBottom w:val="0"/>
              <w:divBdr>
                <w:top w:val="none" w:sz="0" w:space="0" w:color="auto"/>
                <w:left w:val="none" w:sz="0" w:space="0" w:color="auto"/>
                <w:bottom w:val="none" w:sz="0" w:space="0" w:color="auto"/>
                <w:right w:val="none" w:sz="0" w:space="0" w:color="auto"/>
              </w:divBdr>
            </w:div>
            <w:div w:id="842934793">
              <w:marLeft w:val="0"/>
              <w:marRight w:val="0"/>
              <w:marTop w:val="0"/>
              <w:marBottom w:val="0"/>
              <w:divBdr>
                <w:top w:val="none" w:sz="0" w:space="0" w:color="auto"/>
                <w:left w:val="none" w:sz="0" w:space="0" w:color="auto"/>
                <w:bottom w:val="none" w:sz="0" w:space="0" w:color="auto"/>
                <w:right w:val="none" w:sz="0" w:space="0" w:color="auto"/>
              </w:divBdr>
            </w:div>
            <w:div w:id="1084957113">
              <w:marLeft w:val="0"/>
              <w:marRight w:val="0"/>
              <w:marTop w:val="0"/>
              <w:marBottom w:val="0"/>
              <w:divBdr>
                <w:top w:val="none" w:sz="0" w:space="0" w:color="auto"/>
                <w:left w:val="none" w:sz="0" w:space="0" w:color="auto"/>
                <w:bottom w:val="none" w:sz="0" w:space="0" w:color="auto"/>
                <w:right w:val="none" w:sz="0" w:space="0" w:color="auto"/>
              </w:divBdr>
            </w:div>
            <w:div w:id="1422334924">
              <w:marLeft w:val="0"/>
              <w:marRight w:val="0"/>
              <w:marTop w:val="0"/>
              <w:marBottom w:val="0"/>
              <w:divBdr>
                <w:top w:val="none" w:sz="0" w:space="0" w:color="auto"/>
                <w:left w:val="none" w:sz="0" w:space="0" w:color="auto"/>
                <w:bottom w:val="none" w:sz="0" w:space="0" w:color="auto"/>
                <w:right w:val="none" w:sz="0" w:space="0" w:color="auto"/>
              </w:divBdr>
            </w:div>
            <w:div w:id="1893882168">
              <w:marLeft w:val="0"/>
              <w:marRight w:val="0"/>
              <w:marTop w:val="0"/>
              <w:marBottom w:val="0"/>
              <w:divBdr>
                <w:top w:val="none" w:sz="0" w:space="0" w:color="auto"/>
                <w:left w:val="none" w:sz="0" w:space="0" w:color="auto"/>
                <w:bottom w:val="none" w:sz="0" w:space="0" w:color="auto"/>
                <w:right w:val="none" w:sz="0" w:space="0" w:color="auto"/>
              </w:divBdr>
            </w:div>
            <w:div w:id="1592078263">
              <w:marLeft w:val="0"/>
              <w:marRight w:val="0"/>
              <w:marTop w:val="0"/>
              <w:marBottom w:val="0"/>
              <w:divBdr>
                <w:top w:val="none" w:sz="0" w:space="0" w:color="auto"/>
                <w:left w:val="none" w:sz="0" w:space="0" w:color="auto"/>
                <w:bottom w:val="none" w:sz="0" w:space="0" w:color="auto"/>
                <w:right w:val="none" w:sz="0" w:space="0" w:color="auto"/>
              </w:divBdr>
            </w:div>
            <w:div w:id="645547795">
              <w:marLeft w:val="0"/>
              <w:marRight w:val="0"/>
              <w:marTop w:val="0"/>
              <w:marBottom w:val="0"/>
              <w:divBdr>
                <w:top w:val="none" w:sz="0" w:space="0" w:color="auto"/>
                <w:left w:val="none" w:sz="0" w:space="0" w:color="auto"/>
                <w:bottom w:val="none" w:sz="0" w:space="0" w:color="auto"/>
                <w:right w:val="none" w:sz="0" w:space="0" w:color="auto"/>
              </w:divBdr>
            </w:div>
            <w:div w:id="922764463">
              <w:marLeft w:val="0"/>
              <w:marRight w:val="0"/>
              <w:marTop w:val="0"/>
              <w:marBottom w:val="0"/>
              <w:divBdr>
                <w:top w:val="none" w:sz="0" w:space="0" w:color="auto"/>
                <w:left w:val="none" w:sz="0" w:space="0" w:color="auto"/>
                <w:bottom w:val="none" w:sz="0" w:space="0" w:color="auto"/>
                <w:right w:val="none" w:sz="0" w:space="0" w:color="auto"/>
              </w:divBdr>
            </w:div>
            <w:div w:id="2061250257">
              <w:marLeft w:val="0"/>
              <w:marRight w:val="0"/>
              <w:marTop w:val="0"/>
              <w:marBottom w:val="0"/>
              <w:divBdr>
                <w:top w:val="none" w:sz="0" w:space="0" w:color="auto"/>
                <w:left w:val="none" w:sz="0" w:space="0" w:color="auto"/>
                <w:bottom w:val="none" w:sz="0" w:space="0" w:color="auto"/>
                <w:right w:val="none" w:sz="0" w:space="0" w:color="auto"/>
              </w:divBdr>
            </w:div>
            <w:div w:id="231624370">
              <w:marLeft w:val="0"/>
              <w:marRight w:val="0"/>
              <w:marTop w:val="0"/>
              <w:marBottom w:val="0"/>
              <w:divBdr>
                <w:top w:val="none" w:sz="0" w:space="0" w:color="auto"/>
                <w:left w:val="none" w:sz="0" w:space="0" w:color="auto"/>
                <w:bottom w:val="none" w:sz="0" w:space="0" w:color="auto"/>
                <w:right w:val="none" w:sz="0" w:space="0" w:color="auto"/>
              </w:divBdr>
            </w:div>
            <w:div w:id="341709773">
              <w:marLeft w:val="0"/>
              <w:marRight w:val="0"/>
              <w:marTop w:val="0"/>
              <w:marBottom w:val="0"/>
              <w:divBdr>
                <w:top w:val="none" w:sz="0" w:space="0" w:color="auto"/>
                <w:left w:val="none" w:sz="0" w:space="0" w:color="auto"/>
                <w:bottom w:val="none" w:sz="0" w:space="0" w:color="auto"/>
                <w:right w:val="none" w:sz="0" w:space="0" w:color="auto"/>
              </w:divBdr>
            </w:div>
            <w:div w:id="84856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01250">
      <w:bodyDiv w:val="1"/>
      <w:marLeft w:val="0"/>
      <w:marRight w:val="0"/>
      <w:marTop w:val="0"/>
      <w:marBottom w:val="0"/>
      <w:divBdr>
        <w:top w:val="none" w:sz="0" w:space="0" w:color="auto"/>
        <w:left w:val="none" w:sz="0" w:space="0" w:color="auto"/>
        <w:bottom w:val="none" w:sz="0" w:space="0" w:color="auto"/>
        <w:right w:val="none" w:sz="0" w:space="0" w:color="auto"/>
      </w:divBdr>
    </w:div>
    <w:div w:id="1334410090">
      <w:bodyDiv w:val="1"/>
      <w:marLeft w:val="0"/>
      <w:marRight w:val="0"/>
      <w:marTop w:val="0"/>
      <w:marBottom w:val="0"/>
      <w:divBdr>
        <w:top w:val="none" w:sz="0" w:space="0" w:color="auto"/>
        <w:left w:val="none" w:sz="0" w:space="0" w:color="auto"/>
        <w:bottom w:val="none" w:sz="0" w:space="0" w:color="auto"/>
        <w:right w:val="none" w:sz="0" w:space="0" w:color="auto"/>
      </w:divBdr>
      <w:divsChild>
        <w:div w:id="608049583">
          <w:marLeft w:val="0"/>
          <w:marRight w:val="0"/>
          <w:marTop w:val="0"/>
          <w:marBottom w:val="0"/>
          <w:divBdr>
            <w:top w:val="none" w:sz="0" w:space="0" w:color="auto"/>
            <w:left w:val="none" w:sz="0" w:space="0" w:color="auto"/>
            <w:bottom w:val="none" w:sz="0" w:space="0" w:color="auto"/>
            <w:right w:val="none" w:sz="0" w:space="0" w:color="auto"/>
          </w:divBdr>
          <w:divsChild>
            <w:div w:id="82841659">
              <w:marLeft w:val="0"/>
              <w:marRight w:val="0"/>
              <w:marTop w:val="0"/>
              <w:marBottom w:val="0"/>
              <w:divBdr>
                <w:top w:val="none" w:sz="0" w:space="0" w:color="auto"/>
                <w:left w:val="none" w:sz="0" w:space="0" w:color="auto"/>
                <w:bottom w:val="none" w:sz="0" w:space="0" w:color="auto"/>
                <w:right w:val="none" w:sz="0" w:space="0" w:color="auto"/>
              </w:divBdr>
            </w:div>
            <w:div w:id="590163738">
              <w:marLeft w:val="0"/>
              <w:marRight w:val="0"/>
              <w:marTop w:val="0"/>
              <w:marBottom w:val="0"/>
              <w:divBdr>
                <w:top w:val="none" w:sz="0" w:space="0" w:color="auto"/>
                <w:left w:val="none" w:sz="0" w:space="0" w:color="auto"/>
                <w:bottom w:val="none" w:sz="0" w:space="0" w:color="auto"/>
                <w:right w:val="none" w:sz="0" w:space="0" w:color="auto"/>
              </w:divBdr>
            </w:div>
            <w:div w:id="381100816">
              <w:marLeft w:val="0"/>
              <w:marRight w:val="0"/>
              <w:marTop w:val="0"/>
              <w:marBottom w:val="0"/>
              <w:divBdr>
                <w:top w:val="none" w:sz="0" w:space="0" w:color="auto"/>
                <w:left w:val="none" w:sz="0" w:space="0" w:color="auto"/>
                <w:bottom w:val="none" w:sz="0" w:space="0" w:color="auto"/>
                <w:right w:val="none" w:sz="0" w:space="0" w:color="auto"/>
              </w:divBdr>
            </w:div>
            <w:div w:id="81757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16646">
      <w:bodyDiv w:val="1"/>
      <w:marLeft w:val="0"/>
      <w:marRight w:val="0"/>
      <w:marTop w:val="0"/>
      <w:marBottom w:val="0"/>
      <w:divBdr>
        <w:top w:val="none" w:sz="0" w:space="0" w:color="auto"/>
        <w:left w:val="none" w:sz="0" w:space="0" w:color="auto"/>
        <w:bottom w:val="none" w:sz="0" w:space="0" w:color="auto"/>
        <w:right w:val="none" w:sz="0" w:space="0" w:color="auto"/>
      </w:divBdr>
    </w:div>
    <w:div w:id="1393849538">
      <w:bodyDiv w:val="1"/>
      <w:marLeft w:val="0"/>
      <w:marRight w:val="0"/>
      <w:marTop w:val="0"/>
      <w:marBottom w:val="0"/>
      <w:divBdr>
        <w:top w:val="none" w:sz="0" w:space="0" w:color="auto"/>
        <w:left w:val="none" w:sz="0" w:space="0" w:color="auto"/>
        <w:bottom w:val="none" w:sz="0" w:space="0" w:color="auto"/>
        <w:right w:val="none" w:sz="0" w:space="0" w:color="auto"/>
      </w:divBdr>
      <w:divsChild>
        <w:div w:id="92751359">
          <w:marLeft w:val="0"/>
          <w:marRight w:val="0"/>
          <w:marTop w:val="0"/>
          <w:marBottom w:val="0"/>
          <w:divBdr>
            <w:top w:val="none" w:sz="0" w:space="0" w:color="auto"/>
            <w:left w:val="none" w:sz="0" w:space="0" w:color="auto"/>
            <w:bottom w:val="none" w:sz="0" w:space="0" w:color="auto"/>
            <w:right w:val="none" w:sz="0" w:space="0" w:color="auto"/>
          </w:divBdr>
          <w:divsChild>
            <w:div w:id="23536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70872">
      <w:bodyDiv w:val="1"/>
      <w:marLeft w:val="0"/>
      <w:marRight w:val="0"/>
      <w:marTop w:val="0"/>
      <w:marBottom w:val="0"/>
      <w:divBdr>
        <w:top w:val="none" w:sz="0" w:space="0" w:color="auto"/>
        <w:left w:val="none" w:sz="0" w:space="0" w:color="auto"/>
        <w:bottom w:val="none" w:sz="0" w:space="0" w:color="auto"/>
        <w:right w:val="none" w:sz="0" w:space="0" w:color="auto"/>
      </w:divBdr>
      <w:divsChild>
        <w:div w:id="940799810">
          <w:marLeft w:val="0"/>
          <w:marRight w:val="0"/>
          <w:marTop w:val="0"/>
          <w:marBottom w:val="0"/>
          <w:divBdr>
            <w:top w:val="none" w:sz="0" w:space="0" w:color="auto"/>
            <w:left w:val="none" w:sz="0" w:space="0" w:color="auto"/>
            <w:bottom w:val="none" w:sz="0" w:space="0" w:color="auto"/>
            <w:right w:val="none" w:sz="0" w:space="0" w:color="auto"/>
          </w:divBdr>
          <w:divsChild>
            <w:div w:id="1577518301">
              <w:marLeft w:val="0"/>
              <w:marRight w:val="0"/>
              <w:marTop w:val="0"/>
              <w:marBottom w:val="0"/>
              <w:divBdr>
                <w:top w:val="none" w:sz="0" w:space="0" w:color="auto"/>
                <w:left w:val="none" w:sz="0" w:space="0" w:color="auto"/>
                <w:bottom w:val="none" w:sz="0" w:space="0" w:color="auto"/>
                <w:right w:val="none" w:sz="0" w:space="0" w:color="auto"/>
              </w:divBdr>
            </w:div>
            <w:div w:id="1190608281">
              <w:marLeft w:val="0"/>
              <w:marRight w:val="0"/>
              <w:marTop w:val="0"/>
              <w:marBottom w:val="0"/>
              <w:divBdr>
                <w:top w:val="none" w:sz="0" w:space="0" w:color="auto"/>
                <w:left w:val="none" w:sz="0" w:space="0" w:color="auto"/>
                <w:bottom w:val="none" w:sz="0" w:space="0" w:color="auto"/>
                <w:right w:val="none" w:sz="0" w:space="0" w:color="auto"/>
              </w:divBdr>
              <w:divsChild>
                <w:div w:id="394280222">
                  <w:marLeft w:val="0"/>
                  <w:marRight w:val="0"/>
                  <w:marTop w:val="0"/>
                  <w:marBottom w:val="0"/>
                  <w:divBdr>
                    <w:top w:val="none" w:sz="0" w:space="0" w:color="auto"/>
                    <w:left w:val="none" w:sz="0" w:space="0" w:color="auto"/>
                    <w:bottom w:val="none" w:sz="0" w:space="0" w:color="auto"/>
                    <w:right w:val="none" w:sz="0" w:space="0" w:color="auto"/>
                  </w:divBdr>
                  <w:divsChild>
                    <w:div w:id="62254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0699">
      <w:bodyDiv w:val="1"/>
      <w:marLeft w:val="0"/>
      <w:marRight w:val="0"/>
      <w:marTop w:val="0"/>
      <w:marBottom w:val="0"/>
      <w:divBdr>
        <w:top w:val="none" w:sz="0" w:space="0" w:color="auto"/>
        <w:left w:val="none" w:sz="0" w:space="0" w:color="auto"/>
        <w:bottom w:val="none" w:sz="0" w:space="0" w:color="auto"/>
        <w:right w:val="none" w:sz="0" w:space="0" w:color="auto"/>
      </w:divBdr>
    </w:div>
    <w:div w:id="1582376530">
      <w:bodyDiv w:val="1"/>
      <w:marLeft w:val="0"/>
      <w:marRight w:val="0"/>
      <w:marTop w:val="0"/>
      <w:marBottom w:val="0"/>
      <w:divBdr>
        <w:top w:val="none" w:sz="0" w:space="0" w:color="auto"/>
        <w:left w:val="none" w:sz="0" w:space="0" w:color="auto"/>
        <w:bottom w:val="none" w:sz="0" w:space="0" w:color="auto"/>
        <w:right w:val="none" w:sz="0" w:space="0" w:color="auto"/>
      </w:divBdr>
    </w:div>
    <w:div w:id="1700935623">
      <w:bodyDiv w:val="1"/>
      <w:marLeft w:val="0"/>
      <w:marRight w:val="0"/>
      <w:marTop w:val="0"/>
      <w:marBottom w:val="0"/>
      <w:divBdr>
        <w:top w:val="none" w:sz="0" w:space="0" w:color="auto"/>
        <w:left w:val="none" w:sz="0" w:space="0" w:color="auto"/>
        <w:bottom w:val="none" w:sz="0" w:space="0" w:color="auto"/>
        <w:right w:val="none" w:sz="0" w:space="0" w:color="auto"/>
      </w:divBdr>
      <w:divsChild>
        <w:div w:id="1160998659">
          <w:marLeft w:val="0"/>
          <w:marRight w:val="0"/>
          <w:marTop w:val="0"/>
          <w:marBottom w:val="0"/>
          <w:divBdr>
            <w:top w:val="none" w:sz="0" w:space="0" w:color="auto"/>
            <w:left w:val="none" w:sz="0" w:space="0" w:color="auto"/>
            <w:bottom w:val="none" w:sz="0" w:space="0" w:color="auto"/>
            <w:right w:val="none" w:sz="0" w:space="0" w:color="auto"/>
          </w:divBdr>
          <w:divsChild>
            <w:div w:id="1130708338">
              <w:marLeft w:val="0"/>
              <w:marRight w:val="0"/>
              <w:marTop w:val="0"/>
              <w:marBottom w:val="0"/>
              <w:divBdr>
                <w:top w:val="none" w:sz="0" w:space="0" w:color="auto"/>
                <w:left w:val="none" w:sz="0" w:space="0" w:color="auto"/>
                <w:bottom w:val="none" w:sz="0" w:space="0" w:color="auto"/>
                <w:right w:val="none" w:sz="0" w:space="0" w:color="auto"/>
              </w:divBdr>
            </w:div>
            <w:div w:id="1432579049">
              <w:marLeft w:val="0"/>
              <w:marRight w:val="0"/>
              <w:marTop w:val="0"/>
              <w:marBottom w:val="0"/>
              <w:divBdr>
                <w:top w:val="none" w:sz="0" w:space="0" w:color="auto"/>
                <w:left w:val="none" w:sz="0" w:space="0" w:color="auto"/>
                <w:bottom w:val="none" w:sz="0" w:space="0" w:color="auto"/>
                <w:right w:val="none" w:sz="0" w:space="0" w:color="auto"/>
              </w:divBdr>
            </w:div>
            <w:div w:id="32267391">
              <w:marLeft w:val="0"/>
              <w:marRight w:val="0"/>
              <w:marTop w:val="0"/>
              <w:marBottom w:val="0"/>
              <w:divBdr>
                <w:top w:val="none" w:sz="0" w:space="0" w:color="auto"/>
                <w:left w:val="none" w:sz="0" w:space="0" w:color="auto"/>
                <w:bottom w:val="none" w:sz="0" w:space="0" w:color="auto"/>
                <w:right w:val="none" w:sz="0" w:space="0" w:color="auto"/>
              </w:divBdr>
            </w:div>
            <w:div w:id="602030165">
              <w:marLeft w:val="0"/>
              <w:marRight w:val="0"/>
              <w:marTop w:val="0"/>
              <w:marBottom w:val="0"/>
              <w:divBdr>
                <w:top w:val="none" w:sz="0" w:space="0" w:color="auto"/>
                <w:left w:val="none" w:sz="0" w:space="0" w:color="auto"/>
                <w:bottom w:val="none" w:sz="0" w:space="0" w:color="auto"/>
                <w:right w:val="none" w:sz="0" w:space="0" w:color="auto"/>
              </w:divBdr>
            </w:div>
            <w:div w:id="579482620">
              <w:marLeft w:val="0"/>
              <w:marRight w:val="0"/>
              <w:marTop w:val="0"/>
              <w:marBottom w:val="0"/>
              <w:divBdr>
                <w:top w:val="none" w:sz="0" w:space="0" w:color="auto"/>
                <w:left w:val="none" w:sz="0" w:space="0" w:color="auto"/>
                <w:bottom w:val="none" w:sz="0" w:space="0" w:color="auto"/>
                <w:right w:val="none" w:sz="0" w:space="0" w:color="auto"/>
              </w:divBdr>
            </w:div>
            <w:div w:id="1417285074">
              <w:marLeft w:val="0"/>
              <w:marRight w:val="0"/>
              <w:marTop w:val="0"/>
              <w:marBottom w:val="0"/>
              <w:divBdr>
                <w:top w:val="none" w:sz="0" w:space="0" w:color="auto"/>
                <w:left w:val="none" w:sz="0" w:space="0" w:color="auto"/>
                <w:bottom w:val="none" w:sz="0" w:space="0" w:color="auto"/>
                <w:right w:val="none" w:sz="0" w:space="0" w:color="auto"/>
              </w:divBdr>
            </w:div>
            <w:div w:id="746924471">
              <w:marLeft w:val="0"/>
              <w:marRight w:val="0"/>
              <w:marTop w:val="0"/>
              <w:marBottom w:val="0"/>
              <w:divBdr>
                <w:top w:val="none" w:sz="0" w:space="0" w:color="auto"/>
                <w:left w:val="none" w:sz="0" w:space="0" w:color="auto"/>
                <w:bottom w:val="none" w:sz="0" w:space="0" w:color="auto"/>
                <w:right w:val="none" w:sz="0" w:space="0" w:color="auto"/>
              </w:divBdr>
            </w:div>
            <w:div w:id="1779250359">
              <w:marLeft w:val="0"/>
              <w:marRight w:val="0"/>
              <w:marTop w:val="0"/>
              <w:marBottom w:val="0"/>
              <w:divBdr>
                <w:top w:val="none" w:sz="0" w:space="0" w:color="auto"/>
                <w:left w:val="none" w:sz="0" w:space="0" w:color="auto"/>
                <w:bottom w:val="none" w:sz="0" w:space="0" w:color="auto"/>
                <w:right w:val="none" w:sz="0" w:space="0" w:color="auto"/>
              </w:divBdr>
            </w:div>
            <w:div w:id="1616054308">
              <w:marLeft w:val="0"/>
              <w:marRight w:val="0"/>
              <w:marTop w:val="0"/>
              <w:marBottom w:val="0"/>
              <w:divBdr>
                <w:top w:val="none" w:sz="0" w:space="0" w:color="auto"/>
                <w:left w:val="none" w:sz="0" w:space="0" w:color="auto"/>
                <w:bottom w:val="none" w:sz="0" w:space="0" w:color="auto"/>
                <w:right w:val="none" w:sz="0" w:space="0" w:color="auto"/>
              </w:divBdr>
            </w:div>
            <w:div w:id="1548447328">
              <w:marLeft w:val="0"/>
              <w:marRight w:val="0"/>
              <w:marTop w:val="0"/>
              <w:marBottom w:val="0"/>
              <w:divBdr>
                <w:top w:val="none" w:sz="0" w:space="0" w:color="auto"/>
                <w:left w:val="none" w:sz="0" w:space="0" w:color="auto"/>
                <w:bottom w:val="none" w:sz="0" w:space="0" w:color="auto"/>
                <w:right w:val="none" w:sz="0" w:space="0" w:color="auto"/>
              </w:divBdr>
            </w:div>
            <w:div w:id="270747735">
              <w:marLeft w:val="0"/>
              <w:marRight w:val="0"/>
              <w:marTop w:val="0"/>
              <w:marBottom w:val="0"/>
              <w:divBdr>
                <w:top w:val="none" w:sz="0" w:space="0" w:color="auto"/>
                <w:left w:val="none" w:sz="0" w:space="0" w:color="auto"/>
                <w:bottom w:val="none" w:sz="0" w:space="0" w:color="auto"/>
                <w:right w:val="none" w:sz="0" w:space="0" w:color="auto"/>
              </w:divBdr>
            </w:div>
            <w:div w:id="1349991613">
              <w:marLeft w:val="0"/>
              <w:marRight w:val="0"/>
              <w:marTop w:val="0"/>
              <w:marBottom w:val="0"/>
              <w:divBdr>
                <w:top w:val="none" w:sz="0" w:space="0" w:color="auto"/>
                <w:left w:val="none" w:sz="0" w:space="0" w:color="auto"/>
                <w:bottom w:val="none" w:sz="0" w:space="0" w:color="auto"/>
                <w:right w:val="none" w:sz="0" w:space="0" w:color="auto"/>
              </w:divBdr>
            </w:div>
            <w:div w:id="1079138326">
              <w:marLeft w:val="0"/>
              <w:marRight w:val="0"/>
              <w:marTop w:val="0"/>
              <w:marBottom w:val="0"/>
              <w:divBdr>
                <w:top w:val="none" w:sz="0" w:space="0" w:color="auto"/>
                <w:left w:val="none" w:sz="0" w:space="0" w:color="auto"/>
                <w:bottom w:val="none" w:sz="0" w:space="0" w:color="auto"/>
                <w:right w:val="none" w:sz="0" w:space="0" w:color="auto"/>
              </w:divBdr>
            </w:div>
            <w:div w:id="1464621091">
              <w:marLeft w:val="0"/>
              <w:marRight w:val="0"/>
              <w:marTop w:val="0"/>
              <w:marBottom w:val="0"/>
              <w:divBdr>
                <w:top w:val="none" w:sz="0" w:space="0" w:color="auto"/>
                <w:left w:val="none" w:sz="0" w:space="0" w:color="auto"/>
                <w:bottom w:val="none" w:sz="0" w:space="0" w:color="auto"/>
                <w:right w:val="none" w:sz="0" w:space="0" w:color="auto"/>
              </w:divBdr>
            </w:div>
            <w:div w:id="1420515484">
              <w:marLeft w:val="0"/>
              <w:marRight w:val="0"/>
              <w:marTop w:val="0"/>
              <w:marBottom w:val="0"/>
              <w:divBdr>
                <w:top w:val="none" w:sz="0" w:space="0" w:color="auto"/>
                <w:left w:val="none" w:sz="0" w:space="0" w:color="auto"/>
                <w:bottom w:val="none" w:sz="0" w:space="0" w:color="auto"/>
                <w:right w:val="none" w:sz="0" w:space="0" w:color="auto"/>
              </w:divBdr>
            </w:div>
            <w:div w:id="70009229">
              <w:marLeft w:val="0"/>
              <w:marRight w:val="0"/>
              <w:marTop w:val="0"/>
              <w:marBottom w:val="0"/>
              <w:divBdr>
                <w:top w:val="none" w:sz="0" w:space="0" w:color="auto"/>
                <w:left w:val="none" w:sz="0" w:space="0" w:color="auto"/>
                <w:bottom w:val="none" w:sz="0" w:space="0" w:color="auto"/>
                <w:right w:val="none" w:sz="0" w:space="0" w:color="auto"/>
              </w:divBdr>
            </w:div>
            <w:div w:id="1741364746">
              <w:marLeft w:val="0"/>
              <w:marRight w:val="0"/>
              <w:marTop w:val="0"/>
              <w:marBottom w:val="0"/>
              <w:divBdr>
                <w:top w:val="none" w:sz="0" w:space="0" w:color="auto"/>
                <w:left w:val="none" w:sz="0" w:space="0" w:color="auto"/>
                <w:bottom w:val="none" w:sz="0" w:space="0" w:color="auto"/>
                <w:right w:val="none" w:sz="0" w:space="0" w:color="auto"/>
              </w:divBdr>
            </w:div>
            <w:div w:id="2141410059">
              <w:marLeft w:val="0"/>
              <w:marRight w:val="0"/>
              <w:marTop w:val="0"/>
              <w:marBottom w:val="0"/>
              <w:divBdr>
                <w:top w:val="none" w:sz="0" w:space="0" w:color="auto"/>
                <w:left w:val="none" w:sz="0" w:space="0" w:color="auto"/>
                <w:bottom w:val="none" w:sz="0" w:space="0" w:color="auto"/>
                <w:right w:val="none" w:sz="0" w:space="0" w:color="auto"/>
              </w:divBdr>
            </w:div>
            <w:div w:id="1755204359">
              <w:marLeft w:val="0"/>
              <w:marRight w:val="0"/>
              <w:marTop w:val="0"/>
              <w:marBottom w:val="0"/>
              <w:divBdr>
                <w:top w:val="none" w:sz="0" w:space="0" w:color="auto"/>
                <w:left w:val="none" w:sz="0" w:space="0" w:color="auto"/>
                <w:bottom w:val="none" w:sz="0" w:space="0" w:color="auto"/>
                <w:right w:val="none" w:sz="0" w:space="0" w:color="auto"/>
              </w:divBdr>
            </w:div>
            <w:div w:id="1870559373">
              <w:marLeft w:val="0"/>
              <w:marRight w:val="0"/>
              <w:marTop w:val="0"/>
              <w:marBottom w:val="0"/>
              <w:divBdr>
                <w:top w:val="none" w:sz="0" w:space="0" w:color="auto"/>
                <w:left w:val="none" w:sz="0" w:space="0" w:color="auto"/>
                <w:bottom w:val="none" w:sz="0" w:space="0" w:color="auto"/>
                <w:right w:val="none" w:sz="0" w:space="0" w:color="auto"/>
              </w:divBdr>
            </w:div>
            <w:div w:id="1390151221">
              <w:marLeft w:val="0"/>
              <w:marRight w:val="0"/>
              <w:marTop w:val="0"/>
              <w:marBottom w:val="0"/>
              <w:divBdr>
                <w:top w:val="none" w:sz="0" w:space="0" w:color="auto"/>
                <w:left w:val="none" w:sz="0" w:space="0" w:color="auto"/>
                <w:bottom w:val="none" w:sz="0" w:space="0" w:color="auto"/>
                <w:right w:val="none" w:sz="0" w:space="0" w:color="auto"/>
              </w:divBdr>
            </w:div>
            <w:div w:id="378628937">
              <w:marLeft w:val="0"/>
              <w:marRight w:val="0"/>
              <w:marTop w:val="0"/>
              <w:marBottom w:val="0"/>
              <w:divBdr>
                <w:top w:val="none" w:sz="0" w:space="0" w:color="auto"/>
                <w:left w:val="none" w:sz="0" w:space="0" w:color="auto"/>
                <w:bottom w:val="none" w:sz="0" w:space="0" w:color="auto"/>
                <w:right w:val="none" w:sz="0" w:space="0" w:color="auto"/>
              </w:divBdr>
            </w:div>
            <w:div w:id="1986812964">
              <w:marLeft w:val="0"/>
              <w:marRight w:val="0"/>
              <w:marTop w:val="0"/>
              <w:marBottom w:val="0"/>
              <w:divBdr>
                <w:top w:val="none" w:sz="0" w:space="0" w:color="auto"/>
                <w:left w:val="none" w:sz="0" w:space="0" w:color="auto"/>
                <w:bottom w:val="none" w:sz="0" w:space="0" w:color="auto"/>
                <w:right w:val="none" w:sz="0" w:space="0" w:color="auto"/>
              </w:divBdr>
            </w:div>
            <w:div w:id="1804424903">
              <w:marLeft w:val="0"/>
              <w:marRight w:val="0"/>
              <w:marTop w:val="0"/>
              <w:marBottom w:val="0"/>
              <w:divBdr>
                <w:top w:val="none" w:sz="0" w:space="0" w:color="auto"/>
                <w:left w:val="none" w:sz="0" w:space="0" w:color="auto"/>
                <w:bottom w:val="none" w:sz="0" w:space="0" w:color="auto"/>
                <w:right w:val="none" w:sz="0" w:space="0" w:color="auto"/>
              </w:divBdr>
            </w:div>
            <w:div w:id="973674790">
              <w:marLeft w:val="0"/>
              <w:marRight w:val="0"/>
              <w:marTop w:val="0"/>
              <w:marBottom w:val="0"/>
              <w:divBdr>
                <w:top w:val="none" w:sz="0" w:space="0" w:color="auto"/>
                <w:left w:val="none" w:sz="0" w:space="0" w:color="auto"/>
                <w:bottom w:val="none" w:sz="0" w:space="0" w:color="auto"/>
                <w:right w:val="none" w:sz="0" w:space="0" w:color="auto"/>
              </w:divBdr>
            </w:div>
            <w:div w:id="1511330046">
              <w:marLeft w:val="0"/>
              <w:marRight w:val="0"/>
              <w:marTop w:val="0"/>
              <w:marBottom w:val="0"/>
              <w:divBdr>
                <w:top w:val="none" w:sz="0" w:space="0" w:color="auto"/>
                <w:left w:val="none" w:sz="0" w:space="0" w:color="auto"/>
                <w:bottom w:val="none" w:sz="0" w:space="0" w:color="auto"/>
                <w:right w:val="none" w:sz="0" w:space="0" w:color="auto"/>
              </w:divBdr>
            </w:div>
            <w:div w:id="1573347402">
              <w:marLeft w:val="0"/>
              <w:marRight w:val="0"/>
              <w:marTop w:val="0"/>
              <w:marBottom w:val="0"/>
              <w:divBdr>
                <w:top w:val="none" w:sz="0" w:space="0" w:color="auto"/>
                <w:left w:val="none" w:sz="0" w:space="0" w:color="auto"/>
                <w:bottom w:val="none" w:sz="0" w:space="0" w:color="auto"/>
                <w:right w:val="none" w:sz="0" w:space="0" w:color="auto"/>
              </w:divBdr>
            </w:div>
            <w:div w:id="400173624">
              <w:marLeft w:val="0"/>
              <w:marRight w:val="0"/>
              <w:marTop w:val="0"/>
              <w:marBottom w:val="0"/>
              <w:divBdr>
                <w:top w:val="none" w:sz="0" w:space="0" w:color="auto"/>
                <w:left w:val="none" w:sz="0" w:space="0" w:color="auto"/>
                <w:bottom w:val="none" w:sz="0" w:space="0" w:color="auto"/>
                <w:right w:val="none" w:sz="0" w:space="0" w:color="auto"/>
              </w:divBdr>
            </w:div>
            <w:div w:id="1146167869">
              <w:marLeft w:val="0"/>
              <w:marRight w:val="0"/>
              <w:marTop w:val="0"/>
              <w:marBottom w:val="0"/>
              <w:divBdr>
                <w:top w:val="none" w:sz="0" w:space="0" w:color="auto"/>
                <w:left w:val="none" w:sz="0" w:space="0" w:color="auto"/>
                <w:bottom w:val="none" w:sz="0" w:space="0" w:color="auto"/>
                <w:right w:val="none" w:sz="0" w:space="0" w:color="auto"/>
              </w:divBdr>
            </w:div>
            <w:div w:id="371157437">
              <w:marLeft w:val="0"/>
              <w:marRight w:val="0"/>
              <w:marTop w:val="0"/>
              <w:marBottom w:val="0"/>
              <w:divBdr>
                <w:top w:val="none" w:sz="0" w:space="0" w:color="auto"/>
                <w:left w:val="none" w:sz="0" w:space="0" w:color="auto"/>
                <w:bottom w:val="none" w:sz="0" w:space="0" w:color="auto"/>
                <w:right w:val="none" w:sz="0" w:space="0" w:color="auto"/>
              </w:divBdr>
            </w:div>
            <w:div w:id="4242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6611">
      <w:bodyDiv w:val="1"/>
      <w:marLeft w:val="0"/>
      <w:marRight w:val="0"/>
      <w:marTop w:val="0"/>
      <w:marBottom w:val="0"/>
      <w:divBdr>
        <w:top w:val="none" w:sz="0" w:space="0" w:color="auto"/>
        <w:left w:val="none" w:sz="0" w:space="0" w:color="auto"/>
        <w:bottom w:val="none" w:sz="0" w:space="0" w:color="auto"/>
        <w:right w:val="none" w:sz="0" w:space="0" w:color="auto"/>
      </w:divBdr>
    </w:div>
    <w:div w:id="1758481502">
      <w:bodyDiv w:val="1"/>
      <w:marLeft w:val="0"/>
      <w:marRight w:val="0"/>
      <w:marTop w:val="0"/>
      <w:marBottom w:val="0"/>
      <w:divBdr>
        <w:top w:val="none" w:sz="0" w:space="0" w:color="auto"/>
        <w:left w:val="none" w:sz="0" w:space="0" w:color="auto"/>
        <w:bottom w:val="none" w:sz="0" w:space="0" w:color="auto"/>
        <w:right w:val="none" w:sz="0" w:space="0" w:color="auto"/>
      </w:divBdr>
      <w:divsChild>
        <w:div w:id="1899323064">
          <w:marLeft w:val="0"/>
          <w:marRight w:val="0"/>
          <w:marTop w:val="0"/>
          <w:marBottom w:val="0"/>
          <w:divBdr>
            <w:top w:val="none" w:sz="0" w:space="0" w:color="auto"/>
            <w:left w:val="none" w:sz="0" w:space="0" w:color="auto"/>
            <w:bottom w:val="none" w:sz="0" w:space="0" w:color="auto"/>
            <w:right w:val="none" w:sz="0" w:space="0" w:color="auto"/>
          </w:divBdr>
          <w:divsChild>
            <w:div w:id="1545143970">
              <w:marLeft w:val="0"/>
              <w:marRight w:val="0"/>
              <w:marTop w:val="0"/>
              <w:marBottom w:val="0"/>
              <w:divBdr>
                <w:top w:val="none" w:sz="0" w:space="0" w:color="auto"/>
                <w:left w:val="none" w:sz="0" w:space="0" w:color="auto"/>
                <w:bottom w:val="none" w:sz="0" w:space="0" w:color="auto"/>
                <w:right w:val="none" w:sz="0" w:space="0" w:color="auto"/>
              </w:divBdr>
            </w:div>
            <w:div w:id="1806269637">
              <w:marLeft w:val="0"/>
              <w:marRight w:val="0"/>
              <w:marTop w:val="0"/>
              <w:marBottom w:val="0"/>
              <w:divBdr>
                <w:top w:val="none" w:sz="0" w:space="0" w:color="auto"/>
                <w:left w:val="none" w:sz="0" w:space="0" w:color="auto"/>
                <w:bottom w:val="none" w:sz="0" w:space="0" w:color="auto"/>
                <w:right w:val="none" w:sz="0" w:space="0" w:color="auto"/>
              </w:divBdr>
            </w:div>
            <w:div w:id="760294283">
              <w:marLeft w:val="0"/>
              <w:marRight w:val="0"/>
              <w:marTop w:val="0"/>
              <w:marBottom w:val="0"/>
              <w:divBdr>
                <w:top w:val="none" w:sz="0" w:space="0" w:color="auto"/>
                <w:left w:val="none" w:sz="0" w:space="0" w:color="auto"/>
                <w:bottom w:val="none" w:sz="0" w:space="0" w:color="auto"/>
                <w:right w:val="none" w:sz="0" w:space="0" w:color="auto"/>
              </w:divBdr>
            </w:div>
            <w:div w:id="409545534">
              <w:marLeft w:val="0"/>
              <w:marRight w:val="0"/>
              <w:marTop w:val="0"/>
              <w:marBottom w:val="0"/>
              <w:divBdr>
                <w:top w:val="none" w:sz="0" w:space="0" w:color="auto"/>
                <w:left w:val="none" w:sz="0" w:space="0" w:color="auto"/>
                <w:bottom w:val="none" w:sz="0" w:space="0" w:color="auto"/>
                <w:right w:val="none" w:sz="0" w:space="0" w:color="auto"/>
              </w:divBdr>
            </w:div>
            <w:div w:id="2119828472">
              <w:marLeft w:val="0"/>
              <w:marRight w:val="0"/>
              <w:marTop w:val="0"/>
              <w:marBottom w:val="0"/>
              <w:divBdr>
                <w:top w:val="none" w:sz="0" w:space="0" w:color="auto"/>
                <w:left w:val="none" w:sz="0" w:space="0" w:color="auto"/>
                <w:bottom w:val="none" w:sz="0" w:space="0" w:color="auto"/>
                <w:right w:val="none" w:sz="0" w:space="0" w:color="auto"/>
              </w:divBdr>
            </w:div>
            <w:div w:id="1403455305">
              <w:marLeft w:val="0"/>
              <w:marRight w:val="0"/>
              <w:marTop w:val="0"/>
              <w:marBottom w:val="0"/>
              <w:divBdr>
                <w:top w:val="none" w:sz="0" w:space="0" w:color="auto"/>
                <w:left w:val="none" w:sz="0" w:space="0" w:color="auto"/>
                <w:bottom w:val="none" w:sz="0" w:space="0" w:color="auto"/>
                <w:right w:val="none" w:sz="0" w:space="0" w:color="auto"/>
              </w:divBdr>
            </w:div>
            <w:div w:id="1954480352">
              <w:marLeft w:val="0"/>
              <w:marRight w:val="0"/>
              <w:marTop w:val="0"/>
              <w:marBottom w:val="0"/>
              <w:divBdr>
                <w:top w:val="none" w:sz="0" w:space="0" w:color="auto"/>
                <w:left w:val="none" w:sz="0" w:space="0" w:color="auto"/>
                <w:bottom w:val="none" w:sz="0" w:space="0" w:color="auto"/>
                <w:right w:val="none" w:sz="0" w:space="0" w:color="auto"/>
              </w:divBdr>
            </w:div>
            <w:div w:id="503714520">
              <w:marLeft w:val="0"/>
              <w:marRight w:val="0"/>
              <w:marTop w:val="0"/>
              <w:marBottom w:val="0"/>
              <w:divBdr>
                <w:top w:val="none" w:sz="0" w:space="0" w:color="auto"/>
                <w:left w:val="none" w:sz="0" w:space="0" w:color="auto"/>
                <w:bottom w:val="none" w:sz="0" w:space="0" w:color="auto"/>
                <w:right w:val="none" w:sz="0" w:space="0" w:color="auto"/>
              </w:divBdr>
            </w:div>
            <w:div w:id="21391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67866">
      <w:bodyDiv w:val="1"/>
      <w:marLeft w:val="0"/>
      <w:marRight w:val="0"/>
      <w:marTop w:val="0"/>
      <w:marBottom w:val="0"/>
      <w:divBdr>
        <w:top w:val="none" w:sz="0" w:space="0" w:color="auto"/>
        <w:left w:val="none" w:sz="0" w:space="0" w:color="auto"/>
        <w:bottom w:val="none" w:sz="0" w:space="0" w:color="auto"/>
        <w:right w:val="none" w:sz="0" w:space="0" w:color="auto"/>
      </w:divBdr>
    </w:div>
    <w:div w:id="1812674469">
      <w:bodyDiv w:val="1"/>
      <w:marLeft w:val="0"/>
      <w:marRight w:val="0"/>
      <w:marTop w:val="0"/>
      <w:marBottom w:val="0"/>
      <w:divBdr>
        <w:top w:val="none" w:sz="0" w:space="0" w:color="auto"/>
        <w:left w:val="none" w:sz="0" w:space="0" w:color="auto"/>
        <w:bottom w:val="none" w:sz="0" w:space="0" w:color="auto"/>
        <w:right w:val="none" w:sz="0" w:space="0" w:color="auto"/>
      </w:divBdr>
    </w:div>
    <w:div w:id="1841461963">
      <w:bodyDiv w:val="1"/>
      <w:marLeft w:val="0"/>
      <w:marRight w:val="0"/>
      <w:marTop w:val="0"/>
      <w:marBottom w:val="0"/>
      <w:divBdr>
        <w:top w:val="none" w:sz="0" w:space="0" w:color="auto"/>
        <w:left w:val="none" w:sz="0" w:space="0" w:color="auto"/>
        <w:bottom w:val="none" w:sz="0" w:space="0" w:color="auto"/>
        <w:right w:val="none" w:sz="0" w:space="0" w:color="auto"/>
      </w:divBdr>
    </w:div>
    <w:div w:id="1894147659">
      <w:bodyDiv w:val="1"/>
      <w:marLeft w:val="0"/>
      <w:marRight w:val="0"/>
      <w:marTop w:val="0"/>
      <w:marBottom w:val="0"/>
      <w:divBdr>
        <w:top w:val="none" w:sz="0" w:space="0" w:color="auto"/>
        <w:left w:val="none" w:sz="0" w:space="0" w:color="auto"/>
        <w:bottom w:val="none" w:sz="0" w:space="0" w:color="auto"/>
        <w:right w:val="none" w:sz="0" w:space="0" w:color="auto"/>
      </w:divBdr>
      <w:divsChild>
        <w:div w:id="1221789069">
          <w:marLeft w:val="0"/>
          <w:marRight w:val="0"/>
          <w:marTop w:val="0"/>
          <w:marBottom w:val="0"/>
          <w:divBdr>
            <w:top w:val="none" w:sz="0" w:space="0" w:color="auto"/>
            <w:left w:val="none" w:sz="0" w:space="0" w:color="auto"/>
            <w:bottom w:val="none" w:sz="0" w:space="0" w:color="auto"/>
            <w:right w:val="none" w:sz="0" w:space="0" w:color="auto"/>
          </w:divBdr>
          <w:divsChild>
            <w:div w:id="1802843671">
              <w:marLeft w:val="0"/>
              <w:marRight w:val="0"/>
              <w:marTop w:val="0"/>
              <w:marBottom w:val="0"/>
              <w:divBdr>
                <w:top w:val="none" w:sz="0" w:space="0" w:color="auto"/>
                <w:left w:val="none" w:sz="0" w:space="0" w:color="auto"/>
                <w:bottom w:val="none" w:sz="0" w:space="0" w:color="auto"/>
                <w:right w:val="none" w:sz="0" w:space="0" w:color="auto"/>
              </w:divBdr>
            </w:div>
            <w:div w:id="418211340">
              <w:marLeft w:val="0"/>
              <w:marRight w:val="0"/>
              <w:marTop w:val="0"/>
              <w:marBottom w:val="0"/>
              <w:divBdr>
                <w:top w:val="none" w:sz="0" w:space="0" w:color="auto"/>
                <w:left w:val="none" w:sz="0" w:space="0" w:color="auto"/>
                <w:bottom w:val="none" w:sz="0" w:space="0" w:color="auto"/>
                <w:right w:val="none" w:sz="0" w:space="0" w:color="auto"/>
              </w:divBdr>
            </w:div>
            <w:div w:id="2051106568">
              <w:marLeft w:val="0"/>
              <w:marRight w:val="0"/>
              <w:marTop w:val="0"/>
              <w:marBottom w:val="0"/>
              <w:divBdr>
                <w:top w:val="none" w:sz="0" w:space="0" w:color="auto"/>
                <w:left w:val="none" w:sz="0" w:space="0" w:color="auto"/>
                <w:bottom w:val="none" w:sz="0" w:space="0" w:color="auto"/>
                <w:right w:val="none" w:sz="0" w:space="0" w:color="auto"/>
              </w:divBdr>
            </w:div>
            <w:div w:id="899367123">
              <w:marLeft w:val="0"/>
              <w:marRight w:val="0"/>
              <w:marTop w:val="0"/>
              <w:marBottom w:val="0"/>
              <w:divBdr>
                <w:top w:val="none" w:sz="0" w:space="0" w:color="auto"/>
                <w:left w:val="none" w:sz="0" w:space="0" w:color="auto"/>
                <w:bottom w:val="none" w:sz="0" w:space="0" w:color="auto"/>
                <w:right w:val="none" w:sz="0" w:space="0" w:color="auto"/>
              </w:divBdr>
            </w:div>
            <w:div w:id="1788430557">
              <w:marLeft w:val="0"/>
              <w:marRight w:val="0"/>
              <w:marTop w:val="0"/>
              <w:marBottom w:val="0"/>
              <w:divBdr>
                <w:top w:val="none" w:sz="0" w:space="0" w:color="auto"/>
                <w:left w:val="none" w:sz="0" w:space="0" w:color="auto"/>
                <w:bottom w:val="none" w:sz="0" w:space="0" w:color="auto"/>
                <w:right w:val="none" w:sz="0" w:space="0" w:color="auto"/>
              </w:divBdr>
            </w:div>
            <w:div w:id="1624576937">
              <w:marLeft w:val="0"/>
              <w:marRight w:val="0"/>
              <w:marTop w:val="0"/>
              <w:marBottom w:val="0"/>
              <w:divBdr>
                <w:top w:val="none" w:sz="0" w:space="0" w:color="auto"/>
                <w:left w:val="none" w:sz="0" w:space="0" w:color="auto"/>
                <w:bottom w:val="none" w:sz="0" w:space="0" w:color="auto"/>
                <w:right w:val="none" w:sz="0" w:space="0" w:color="auto"/>
              </w:divBdr>
            </w:div>
            <w:div w:id="1260600156">
              <w:marLeft w:val="0"/>
              <w:marRight w:val="0"/>
              <w:marTop w:val="0"/>
              <w:marBottom w:val="0"/>
              <w:divBdr>
                <w:top w:val="none" w:sz="0" w:space="0" w:color="auto"/>
                <w:left w:val="none" w:sz="0" w:space="0" w:color="auto"/>
                <w:bottom w:val="none" w:sz="0" w:space="0" w:color="auto"/>
                <w:right w:val="none" w:sz="0" w:space="0" w:color="auto"/>
              </w:divBdr>
            </w:div>
            <w:div w:id="1534273431">
              <w:marLeft w:val="0"/>
              <w:marRight w:val="0"/>
              <w:marTop w:val="0"/>
              <w:marBottom w:val="0"/>
              <w:divBdr>
                <w:top w:val="none" w:sz="0" w:space="0" w:color="auto"/>
                <w:left w:val="none" w:sz="0" w:space="0" w:color="auto"/>
                <w:bottom w:val="none" w:sz="0" w:space="0" w:color="auto"/>
                <w:right w:val="none" w:sz="0" w:space="0" w:color="auto"/>
              </w:divBdr>
            </w:div>
            <w:div w:id="1836922089">
              <w:marLeft w:val="0"/>
              <w:marRight w:val="0"/>
              <w:marTop w:val="0"/>
              <w:marBottom w:val="0"/>
              <w:divBdr>
                <w:top w:val="none" w:sz="0" w:space="0" w:color="auto"/>
                <w:left w:val="none" w:sz="0" w:space="0" w:color="auto"/>
                <w:bottom w:val="none" w:sz="0" w:space="0" w:color="auto"/>
                <w:right w:val="none" w:sz="0" w:space="0" w:color="auto"/>
              </w:divBdr>
            </w:div>
            <w:div w:id="1732120321">
              <w:marLeft w:val="0"/>
              <w:marRight w:val="0"/>
              <w:marTop w:val="0"/>
              <w:marBottom w:val="0"/>
              <w:divBdr>
                <w:top w:val="none" w:sz="0" w:space="0" w:color="auto"/>
                <w:left w:val="none" w:sz="0" w:space="0" w:color="auto"/>
                <w:bottom w:val="none" w:sz="0" w:space="0" w:color="auto"/>
                <w:right w:val="none" w:sz="0" w:space="0" w:color="auto"/>
              </w:divBdr>
            </w:div>
            <w:div w:id="383329786">
              <w:marLeft w:val="0"/>
              <w:marRight w:val="0"/>
              <w:marTop w:val="0"/>
              <w:marBottom w:val="0"/>
              <w:divBdr>
                <w:top w:val="none" w:sz="0" w:space="0" w:color="auto"/>
                <w:left w:val="none" w:sz="0" w:space="0" w:color="auto"/>
                <w:bottom w:val="none" w:sz="0" w:space="0" w:color="auto"/>
                <w:right w:val="none" w:sz="0" w:space="0" w:color="auto"/>
              </w:divBdr>
            </w:div>
            <w:div w:id="1910723194">
              <w:marLeft w:val="0"/>
              <w:marRight w:val="0"/>
              <w:marTop w:val="0"/>
              <w:marBottom w:val="0"/>
              <w:divBdr>
                <w:top w:val="none" w:sz="0" w:space="0" w:color="auto"/>
                <w:left w:val="none" w:sz="0" w:space="0" w:color="auto"/>
                <w:bottom w:val="none" w:sz="0" w:space="0" w:color="auto"/>
                <w:right w:val="none" w:sz="0" w:space="0" w:color="auto"/>
              </w:divBdr>
            </w:div>
            <w:div w:id="1103918141">
              <w:marLeft w:val="0"/>
              <w:marRight w:val="0"/>
              <w:marTop w:val="0"/>
              <w:marBottom w:val="0"/>
              <w:divBdr>
                <w:top w:val="none" w:sz="0" w:space="0" w:color="auto"/>
                <w:left w:val="none" w:sz="0" w:space="0" w:color="auto"/>
                <w:bottom w:val="none" w:sz="0" w:space="0" w:color="auto"/>
                <w:right w:val="none" w:sz="0" w:space="0" w:color="auto"/>
              </w:divBdr>
            </w:div>
            <w:div w:id="165814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30050">
      <w:bodyDiv w:val="1"/>
      <w:marLeft w:val="0"/>
      <w:marRight w:val="0"/>
      <w:marTop w:val="0"/>
      <w:marBottom w:val="0"/>
      <w:divBdr>
        <w:top w:val="none" w:sz="0" w:space="0" w:color="auto"/>
        <w:left w:val="none" w:sz="0" w:space="0" w:color="auto"/>
        <w:bottom w:val="none" w:sz="0" w:space="0" w:color="auto"/>
        <w:right w:val="none" w:sz="0" w:space="0" w:color="auto"/>
      </w:divBdr>
    </w:div>
    <w:div w:id="1953398029">
      <w:bodyDiv w:val="1"/>
      <w:marLeft w:val="0"/>
      <w:marRight w:val="0"/>
      <w:marTop w:val="0"/>
      <w:marBottom w:val="0"/>
      <w:divBdr>
        <w:top w:val="none" w:sz="0" w:space="0" w:color="auto"/>
        <w:left w:val="none" w:sz="0" w:space="0" w:color="auto"/>
        <w:bottom w:val="none" w:sz="0" w:space="0" w:color="auto"/>
        <w:right w:val="none" w:sz="0" w:space="0" w:color="auto"/>
      </w:divBdr>
      <w:divsChild>
        <w:div w:id="606740125">
          <w:marLeft w:val="0"/>
          <w:marRight w:val="0"/>
          <w:marTop w:val="0"/>
          <w:marBottom w:val="0"/>
          <w:divBdr>
            <w:top w:val="none" w:sz="0" w:space="0" w:color="auto"/>
            <w:left w:val="none" w:sz="0" w:space="0" w:color="auto"/>
            <w:bottom w:val="none" w:sz="0" w:space="0" w:color="auto"/>
            <w:right w:val="none" w:sz="0" w:space="0" w:color="auto"/>
          </w:divBdr>
          <w:divsChild>
            <w:div w:id="1807433430">
              <w:marLeft w:val="0"/>
              <w:marRight w:val="0"/>
              <w:marTop w:val="0"/>
              <w:marBottom w:val="0"/>
              <w:divBdr>
                <w:top w:val="none" w:sz="0" w:space="0" w:color="auto"/>
                <w:left w:val="none" w:sz="0" w:space="0" w:color="auto"/>
                <w:bottom w:val="none" w:sz="0" w:space="0" w:color="auto"/>
                <w:right w:val="none" w:sz="0" w:space="0" w:color="auto"/>
              </w:divBdr>
            </w:div>
            <w:div w:id="875696577">
              <w:marLeft w:val="0"/>
              <w:marRight w:val="0"/>
              <w:marTop w:val="0"/>
              <w:marBottom w:val="0"/>
              <w:divBdr>
                <w:top w:val="none" w:sz="0" w:space="0" w:color="auto"/>
                <w:left w:val="none" w:sz="0" w:space="0" w:color="auto"/>
                <w:bottom w:val="none" w:sz="0" w:space="0" w:color="auto"/>
                <w:right w:val="none" w:sz="0" w:space="0" w:color="auto"/>
              </w:divBdr>
            </w:div>
            <w:div w:id="750588301">
              <w:marLeft w:val="0"/>
              <w:marRight w:val="0"/>
              <w:marTop w:val="0"/>
              <w:marBottom w:val="0"/>
              <w:divBdr>
                <w:top w:val="none" w:sz="0" w:space="0" w:color="auto"/>
                <w:left w:val="none" w:sz="0" w:space="0" w:color="auto"/>
                <w:bottom w:val="none" w:sz="0" w:space="0" w:color="auto"/>
                <w:right w:val="none" w:sz="0" w:space="0" w:color="auto"/>
              </w:divBdr>
            </w:div>
            <w:div w:id="14041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133958">
      <w:bodyDiv w:val="1"/>
      <w:marLeft w:val="0"/>
      <w:marRight w:val="0"/>
      <w:marTop w:val="0"/>
      <w:marBottom w:val="0"/>
      <w:divBdr>
        <w:top w:val="none" w:sz="0" w:space="0" w:color="auto"/>
        <w:left w:val="none" w:sz="0" w:space="0" w:color="auto"/>
        <w:bottom w:val="none" w:sz="0" w:space="0" w:color="auto"/>
        <w:right w:val="none" w:sz="0" w:space="0" w:color="auto"/>
      </w:divBdr>
    </w:div>
    <w:div w:id="2036271687">
      <w:bodyDiv w:val="1"/>
      <w:marLeft w:val="0"/>
      <w:marRight w:val="0"/>
      <w:marTop w:val="0"/>
      <w:marBottom w:val="0"/>
      <w:divBdr>
        <w:top w:val="none" w:sz="0" w:space="0" w:color="auto"/>
        <w:left w:val="none" w:sz="0" w:space="0" w:color="auto"/>
        <w:bottom w:val="none" w:sz="0" w:space="0" w:color="auto"/>
        <w:right w:val="none" w:sz="0" w:space="0" w:color="auto"/>
      </w:divBdr>
    </w:div>
    <w:div w:id="2036611456">
      <w:bodyDiv w:val="1"/>
      <w:marLeft w:val="0"/>
      <w:marRight w:val="0"/>
      <w:marTop w:val="0"/>
      <w:marBottom w:val="0"/>
      <w:divBdr>
        <w:top w:val="none" w:sz="0" w:space="0" w:color="auto"/>
        <w:left w:val="none" w:sz="0" w:space="0" w:color="auto"/>
        <w:bottom w:val="none" w:sz="0" w:space="0" w:color="auto"/>
        <w:right w:val="none" w:sz="0" w:space="0" w:color="auto"/>
      </w:divBdr>
      <w:divsChild>
        <w:div w:id="726563972">
          <w:marLeft w:val="0"/>
          <w:marRight w:val="0"/>
          <w:marTop w:val="0"/>
          <w:marBottom w:val="0"/>
          <w:divBdr>
            <w:top w:val="none" w:sz="0" w:space="0" w:color="auto"/>
            <w:left w:val="none" w:sz="0" w:space="0" w:color="auto"/>
            <w:bottom w:val="none" w:sz="0" w:space="0" w:color="auto"/>
            <w:right w:val="none" w:sz="0" w:space="0" w:color="auto"/>
          </w:divBdr>
          <w:divsChild>
            <w:div w:id="1580679549">
              <w:marLeft w:val="0"/>
              <w:marRight w:val="0"/>
              <w:marTop w:val="0"/>
              <w:marBottom w:val="0"/>
              <w:divBdr>
                <w:top w:val="none" w:sz="0" w:space="0" w:color="auto"/>
                <w:left w:val="none" w:sz="0" w:space="0" w:color="auto"/>
                <w:bottom w:val="none" w:sz="0" w:space="0" w:color="auto"/>
                <w:right w:val="none" w:sz="0" w:space="0" w:color="auto"/>
              </w:divBdr>
            </w:div>
            <w:div w:id="2002004273">
              <w:marLeft w:val="0"/>
              <w:marRight w:val="0"/>
              <w:marTop w:val="0"/>
              <w:marBottom w:val="0"/>
              <w:divBdr>
                <w:top w:val="none" w:sz="0" w:space="0" w:color="auto"/>
                <w:left w:val="none" w:sz="0" w:space="0" w:color="auto"/>
                <w:bottom w:val="none" w:sz="0" w:space="0" w:color="auto"/>
                <w:right w:val="none" w:sz="0" w:space="0" w:color="auto"/>
              </w:divBdr>
            </w:div>
            <w:div w:id="1650818011">
              <w:marLeft w:val="0"/>
              <w:marRight w:val="0"/>
              <w:marTop w:val="0"/>
              <w:marBottom w:val="0"/>
              <w:divBdr>
                <w:top w:val="none" w:sz="0" w:space="0" w:color="auto"/>
                <w:left w:val="none" w:sz="0" w:space="0" w:color="auto"/>
                <w:bottom w:val="none" w:sz="0" w:space="0" w:color="auto"/>
                <w:right w:val="none" w:sz="0" w:space="0" w:color="auto"/>
              </w:divBdr>
            </w:div>
            <w:div w:id="641273340">
              <w:marLeft w:val="0"/>
              <w:marRight w:val="0"/>
              <w:marTop w:val="0"/>
              <w:marBottom w:val="0"/>
              <w:divBdr>
                <w:top w:val="none" w:sz="0" w:space="0" w:color="auto"/>
                <w:left w:val="none" w:sz="0" w:space="0" w:color="auto"/>
                <w:bottom w:val="none" w:sz="0" w:space="0" w:color="auto"/>
                <w:right w:val="none" w:sz="0" w:space="0" w:color="auto"/>
              </w:divBdr>
            </w:div>
            <w:div w:id="12342067">
              <w:marLeft w:val="0"/>
              <w:marRight w:val="0"/>
              <w:marTop w:val="0"/>
              <w:marBottom w:val="0"/>
              <w:divBdr>
                <w:top w:val="none" w:sz="0" w:space="0" w:color="auto"/>
                <w:left w:val="none" w:sz="0" w:space="0" w:color="auto"/>
                <w:bottom w:val="none" w:sz="0" w:space="0" w:color="auto"/>
                <w:right w:val="none" w:sz="0" w:space="0" w:color="auto"/>
              </w:divBdr>
            </w:div>
            <w:div w:id="1692075143">
              <w:marLeft w:val="0"/>
              <w:marRight w:val="0"/>
              <w:marTop w:val="0"/>
              <w:marBottom w:val="0"/>
              <w:divBdr>
                <w:top w:val="none" w:sz="0" w:space="0" w:color="auto"/>
                <w:left w:val="none" w:sz="0" w:space="0" w:color="auto"/>
                <w:bottom w:val="none" w:sz="0" w:space="0" w:color="auto"/>
                <w:right w:val="none" w:sz="0" w:space="0" w:color="auto"/>
              </w:divBdr>
            </w:div>
            <w:div w:id="690256833">
              <w:marLeft w:val="0"/>
              <w:marRight w:val="0"/>
              <w:marTop w:val="0"/>
              <w:marBottom w:val="0"/>
              <w:divBdr>
                <w:top w:val="none" w:sz="0" w:space="0" w:color="auto"/>
                <w:left w:val="none" w:sz="0" w:space="0" w:color="auto"/>
                <w:bottom w:val="none" w:sz="0" w:space="0" w:color="auto"/>
                <w:right w:val="none" w:sz="0" w:space="0" w:color="auto"/>
              </w:divBdr>
            </w:div>
            <w:div w:id="1289312447">
              <w:marLeft w:val="0"/>
              <w:marRight w:val="0"/>
              <w:marTop w:val="0"/>
              <w:marBottom w:val="0"/>
              <w:divBdr>
                <w:top w:val="none" w:sz="0" w:space="0" w:color="auto"/>
                <w:left w:val="none" w:sz="0" w:space="0" w:color="auto"/>
                <w:bottom w:val="none" w:sz="0" w:space="0" w:color="auto"/>
                <w:right w:val="none" w:sz="0" w:space="0" w:color="auto"/>
              </w:divBdr>
            </w:div>
            <w:div w:id="659425528">
              <w:marLeft w:val="0"/>
              <w:marRight w:val="0"/>
              <w:marTop w:val="0"/>
              <w:marBottom w:val="0"/>
              <w:divBdr>
                <w:top w:val="none" w:sz="0" w:space="0" w:color="auto"/>
                <w:left w:val="none" w:sz="0" w:space="0" w:color="auto"/>
                <w:bottom w:val="none" w:sz="0" w:space="0" w:color="auto"/>
                <w:right w:val="none" w:sz="0" w:space="0" w:color="auto"/>
              </w:divBdr>
            </w:div>
            <w:div w:id="267321382">
              <w:marLeft w:val="0"/>
              <w:marRight w:val="0"/>
              <w:marTop w:val="0"/>
              <w:marBottom w:val="0"/>
              <w:divBdr>
                <w:top w:val="none" w:sz="0" w:space="0" w:color="auto"/>
                <w:left w:val="none" w:sz="0" w:space="0" w:color="auto"/>
                <w:bottom w:val="none" w:sz="0" w:space="0" w:color="auto"/>
                <w:right w:val="none" w:sz="0" w:space="0" w:color="auto"/>
              </w:divBdr>
            </w:div>
            <w:div w:id="796340138">
              <w:marLeft w:val="0"/>
              <w:marRight w:val="0"/>
              <w:marTop w:val="0"/>
              <w:marBottom w:val="0"/>
              <w:divBdr>
                <w:top w:val="none" w:sz="0" w:space="0" w:color="auto"/>
                <w:left w:val="none" w:sz="0" w:space="0" w:color="auto"/>
                <w:bottom w:val="none" w:sz="0" w:space="0" w:color="auto"/>
                <w:right w:val="none" w:sz="0" w:space="0" w:color="auto"/>
              </w:divBdr>
            </w:div>
            <w:div w:id="590510871">
              <w:marLeft w:val="0"/>
              <w:marRight w:val="0"/>
              <w:marTop w:val="0"/>
              <w:marBottom w:val="0"/>
              <w:divBdr>
                <w:top w:val="none" w:sz="0" w:space="0" w:color="auto"/>
                <w:left w:val="none" w:sz="0" w:space="0" w:color="auto"/>
                <w:bottom w:val="none" w:sz="0" w:space="0" w:color="auto"/>
                <w:right w:val="none" w:sz="0" w:space="0" w:color="auto"/>
              </w:divBdr>
            </w:div>
            <w:div w:id="1469863077">
              <w:marLeft w:val="0"/>
              <w:marRight w:val="0"/>
              <w:marTop w:val="0"/>
              <w:marBottom w:val="0"/>
              <w:divBdr>
                <w:top w:val="none" w:sz="0" w:space="0" w:color="auto"/>
                <w:left w:val="none" w:sz="0" w:space="0" w:color="auto"/>
                <w:bottom w:val="none" w:sz="0" w:space="0" w:color="auto"/>
                <w:right w:val="none" w:sz="0" w:space="0" w:color="auto"/>
              </w:divBdr>
            </w:div>
            <w:div w:id="1731491618">
              <w:marLeft w:val="0"/>
              <w:marRight w:val="0"/>
              <w:marTop w:val="0"/>
              <w:marBottom w:val="0"/>
              <w:divBdr>
                <w:top w:val="none" w:sz="0" w:space="0" w:color="auto"/>
                <w:left w:val="none" w:sz="0" w:space="0" w:color="auto"/>
                <w:bottom w:val="none" w:sz="0" w:space="0" w:color="auto"/>
                <w:right w:val="none" w:sz="0" w:space="0" w:color="auto"/>
              </w:divBdr>
            </w:div>
            <w:div w:id="250891985">
              <w:marLeft w:val="0"/>
              <w:marRight w:val="0"/>
              <w:marTop w:val="0"/>
              <w:marBottom w:val="0"/>
              <w:divBdr>
                <w:top w:val="none" w:sz="0" w:space="0" w:color="auto"/>
                <w:left w:val="none" w:sz="0" w:space="0" w:color="auto"/>
                <w:bottom w:val="none" w:sz="0" w:space="0" w:color="auto"/>
                <w:right w:val="none" w:sz="0" w:space="0" w:color="auto"/>
              </w:divBdr>
            </w:div>
            <w:div w:id="1238439638">
              <w:marLeft w:val="0"/>
              <w:marRight w:val="0"/>
              <w:marTop w:val="0"/>
              <w:marBottom w:val="0"/>
              <w:divBdr>
                <w:top w:val="none" w:sz="0" w:space="0" w:color="auto"/>
                <w:left w:val="none" w:sz="0" w:space="0" w:color="auto"/>
                <w:bottom w:val="none" w:sz="0" w:space="0" w:color="auto"/>
                <w:right w:val="none" w:sz="0" w:space="0" w:color="auto"/>
              </w:divBdr>
            </w:div>
            <w:div w:id="307175695">
              <w:marLeft w:val="0"/>
              <w:marRight w:val="0"/>
              <w:marTop w:val="0"/>
              <w:marBottom w:val="0"/>
              <w:divBdr>
                <w:top w:val="none" w:sz="0" w:space="0" w:color="auto"/>
                <w:left w:val="none" w:sz="0" w:space="0" w:color="auto"/>
                <w:bottom w:val="none" w:sz="0" w:space="0" w:color="auto"/>
                <w:right w:val="none" w:sz="0" w:space="0" w:color="auto"/>
              </w:divBdr>
            </w:div>
            <w:div w:id="1370109769">
              <w:marLeft w:val="0"/>
              <w:marRight w:val="0"/>
              <w:marTop w:val="0"/>
              <w:marBottom w:val="0"/>
              <w:divBdr>
                <w:top w:val="none" w:sz="0" w:space="0" w:color="auto"/>
                <w:left w:val="none" w:sz="0" w:space="0" w:color="auto"/>
                <w:bottom w:val="none" w:sz="0" w:space="0" w:color="auto"/>
                <w:right w:val="none" w:sz="0" w:space="0" w:color="auto"/>
              </w:divBdr>
            </w:div>
            <w:div w:id="90207960">
              <w:marLeft w:val="0"/>
              <w:marRight w:val="0"/>
              <w:marTop w:val="0"/>
              <w:marBottom w:val="0"/>
              <w:divBdr>
                <w:top w:val="none" w:sz="0" w:space="0" w:color="auto"/>
                <w:left w:val="none" w:sz="0" w:space="0" w:color="auto"/>
                <w:bottom w:val="none" w:sz="0" w:space="0" w:color="auto"/>
                <w:right w:val="none" w:sz="0" w:space="0" w:color="auto"/>
              </w:divBdr>
            </w:div>
            <w:div w:id="2013022172">
              <w:marLeft w:val="0"/>
              <w:marRight w:val="0"/>
              <w:marTop w:val="0"/>
              <w:marBottom w:val="0"/>
              <w:divBdr>
                <w:top w:val="none" w:sz="0" w:space="0" w:color="auto"/>
                <w:left w:val="none" w:sz="0" w:space="0" w:color="auto"/>
                <w:bottom w:val="none" w:sz="0" w:space="0" w:color="auto"/>
                <w:right w:val="none" w:sz="0" w:space="0" w:color="auto"/>
              </w:divBdr>
            </w:div>
            <w:div w:id="1840388115">
              <w:marLeft w:val="0"/>
              <w:marRight w:val="0"/>
              <w:marTop w:val="0"/>
              <w:marBottom w:val="0"/>
              <w:divBdr>
                <w:top w:val="none" w:sz="0" w:space="0" w:color="auto"/>
                <w:left w:val="none" w:sz="0" w:space="0" w:color="auto"/>
                <w:bottom w:val="none" w:sz="0" w:space="0" w:color="auto"/>
                <w:right w:val="none" w:sz="0" w:space="0" w:color="auto"/>
              </w:divBdr>
            </w:div>
            <w:div w:id="731655147">
              <w:marLeft w:val="0"/>
              <w:marRight w:val="0"/>
              <w:marTop w:val="0"/>
              <w:marBottom w:val="0"/>
              <w:divBdr>
                <w:top w:val="none" w:sz="0" w:space="0" w:color="auto"/>
                <w:left w:val="none" w:sz="0" w:space="0" w:color="auto"/>
                <w:bottom w:val="none" w:sz="0" w:space="0" w:color="auto"/>
                <w:right w:val="none" w:sz="0" w:space="0" w:color="auto"/>
              </w:divBdr>
            </w:div>
            <w:div w:id="2048796178">
              <w:marLeft w:val="0"/>
              <w:marRight w:val="0"/>
              <w:marTop w:val="0"/>
              <w:marBottom w:val="0"/>
              <w:divBdr>
                <w:top w:val="none" w:sz="0" w:space="0" w:color="auto"/>
                <w:left w:val="none" w:sz="0" w:space="0" w:color="auto"/>
                <w:bottom w:val="none" w:sz="0" w:space="0" w:color="auto"/>
                <w:right w:val="none" w:sz="0" w:space="0" w:color="auto"/>
              </w:divBdr>
            </w:div>
            <w:div w:id="580219635">
              <w:marLeft w:val="0"/>
              <w:marRight w:val="0"/>
              <w:marTop w:val="0"/>
              <w:marBottom w:val="0"/>
              <w:divBdr>
                <w:top w:val="none" w:sz="0" w:space="0" w:color="auto"/>
                <w:left w:val="none" w:sz="0" w:space="0" w:color="auto"/>
                <w:bottom w:val="none" w:sz="0" w:space="0" w:color="auto"/>
                <w:right w:val="none" w:sz="0" w:space="0" w:color="auto"/>
              </w:divBdr>
            </w:div>
            <w:div w:id="19976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76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caliburj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ocalhost:123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rinet.com" TargetMode="External"/><Relationship Id="rId5" Type="http://schemas.openxmlformats.org/officeDocument/2006/relationships/footnotes" Target="footnotes.xml"/><Relationship Id="rId10" Type="http://schemas.openxmlformats.org/officeDocument/2006/relationships/hyperlink" Target="https://excaliburjs.com/docs/scenes" TargetMode="External"/><Relationship Id="rId4" Type="http://schemas.openxmlformats.org/officeDocument/2006/relationships/webSettings" Target="webSettings.xml"/><Relationship Id="rId9" Type="http://schemas.openxmlformats.org/officeDocument/2006/relationships/hyperlink" Target="https://excaliburjs.com/docs/actor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ikk_000\Dropbox\Artikel\Vorlagen\SuS\SuS_Dokumentvorlage_2010.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SuS_Dokumentvorlage_2010.dot</Template>
  <TotalTime>0</TotalTime>
  <Pages>14</Pages>
  <Words>4457</Words>
  <Characters>28040</Characters>
  <Application>Microsoft Office Word</Application>
  <DocSecurity>0</DocSecurity>
  <Lines>778</Lines>
  <Paragraphs>470</Paragraphs>
  <ScaleCrop>false</ScaleCrop>
  <HeadingPairs>
    <vt:vector size="2" baseType="variant">
      <vt:variant>
        <vt:lpstr>Titel</vt:lpstr>
      </vt:variant>
      <vt:variant>
        <vt:i4>1</vt:i4>
      </vt:variant>
    </vt:vector>
  </HeadingPairs>
  <TitlesOfParts>
    <vt:vector size="1" baseType="lpstr">
      <vt:lpstr>SuS Formatvorlage 2009</vt:lpstr>
    </vt:vector>
  </TitlesOfParts>
  <Company>Software &amp; Support Verlag</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 Formatvorlage 2009</dc:title>
  <dc:creator>Veikko Krypczyk</dc:creator>
  <cp:lastModifiedBy>veikko.krypczyk@ibadual.com</cp:lastModifiedBy>
  <cp:revision>131</cp:revision>
  <cp:lastPrinted>2012-10-03T08:59:00Z</cp:lastPrinted>
  <dcterms:created xsi:type="dcterms:W3CDTF">2016-03-09T10:56:00Z</dcterms:created>
  <dcterms:modified xsi:type="dcterms:W3CDTF">2024-10-17T13:29:00Z</dcterms:modified>
</cp:coreProperties>
</file>