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CF8729" w14:textId="5CC00E48" w:rsidR="002F0AAA" w:rsidRPr="0006790D" w:rsidRDefault="001D2D86" w:rsidP="0006790D">
      <w:pPr>
        <w:pStyle w:val="SuSHeadline"/>
      </w:pPr>
      <w:r>
        <w:t>Fluttern wir mit Dart zur nächsten App</w:t>
      </w:r>
    </w:p>
    <w:p w14:paraId="438125C2" w14:textId="719489EA" w:rsidR="002F0AAA" w:rsidRDefault="006408EF" w:rsidP="00A972A5">
      <w:pPr>
        <w:pStyle w:val="SuSSubhead1"/>
      </w:pPr>
      <w:r>
        <w:t xml:space="preserve">Teil </w:t>
      </w:r>
      <w:r w:rsidR="00207982">
        <w:t>4</w:t>
      </w:r>
      <w:r>
        <w:t xml:space="preserve">: </w:t>
      </w:r>
      <w:r w:rsidR="00052DFC">
        <w:t xml:space="preserve">Dart </w:t>
      </w:r>
      <w:r w:rsidR="00207982">
        <w:t>und Flutter – ein wunderbares Paar</w:t>
      </w:r>
    </w:p>
    <w:p w14:paraId="5ECD6DBC" w14:textId="49D0D32B" w:rsidR="00306FAF" w:rsidRDefault="00D00A1E" w:rsidP="00281AC2">
      <w:pPr>
        <w:pStyle w:val="SuSAutorname"/>
      </w:pPr>
      <w:r w:rsidRPr="00D00A1E">
        <w:rPr>
          <w:b w:val="0"/>
          <w:sz w:val="22"/>
        </w:rPr>
        <w:t xml:space="preserve">In einem Tutorial zur Programmiersprache Dart gehört auch </w:t>
      </w:r>
      <w:r w:rsidR="001E361B">
        <w:rPr>
          <w:b w:val="0"/>
          <w:sz w:val="22"/>
        </w:rPr>
        <w:t>deren</w:t>
      </w:r>
      <w:r w:rsidRPr="00D00A1E">
        <w:rPr>
          <w:b w:val="0"/>
          <w:sz w:val="22"/>
        </w:rPr>
        <w:t xml:space="preserve"> meiste Verwendung bei der Programmierung von Apps mit Flutter dazu. Flutter ist ein UI-Toolkit von Google, das es ermöglicht, plattformübergreifende Anwendungen mit nur einer Codebasis zu entwickeln. Durch die Kombination mit Dart bietet Flutter eine performante Umgebung für die Erstellung reaktionsschneller und optisch ansprechender Apps. In diesem Artikel werden die Grundlagen von Flutter erläutert</w:t>
      </w:r>
      <w:r>
        <w:rPr>
          <w:b w:val="0"/>
          <w:sz w:val="22"/>
        </w:rPr>
        <w:t xml:space="preserve">. </w:t>
      </w:r>
      <w:r w:rsidRPr="00D00A1E">
        <w:rPr>
          <w:b w:val="0"/>
          <w:sz w:val="22"/>
        </w:rPr>
        <w:t xml:space="preserve">Wir zeigen, wie Flutter mit Dart zusammenarbeitet, welche Werkzeuge benötigt werden und wie eine App strukturiert wird. </w:t>
      </w:r>
      <w:r w:rsidR="002F0AAA">
        <w:t xml:space="preserve">von </w:t>
      </w:r>
      <w:r w:rsidR="00052DFC">
        <w:t>Dr. Veikko Krypczyk</w:t>
      </w:r>
    </w:p>
    <w:p w14:paraId="6FF36A3A" w14:textId="77777777" w:rsidR="00BA2A09" w:rsidRPr="00BA2A09" w:rsidRDefault="00727AB8" w:rsidP="00BA2A09">
      <w:pPr>
        <w:pStyle w:val="SuSMengentext"/>
      </w:pPr>
      <w:r w:rsidRPr="00BA2A09">
        <w:t>Flutter ist ein Open-Source-Framework, das 2017 von Google veröffentlicht wurde. Es bietet eine einheitliche Umgebung zur Entwicklung von nativ kompilierten Anwendungen für Android, iOS, Web, Windows, macOS und Linux.</w:t>
      </w:r>
      <w:r w:rsidR="00BA2A09" w:rsidRPr="00BA2A09">
        <w:t xml:space="preserve"> </w:t>
      </w:r>
      <w:r w:rsidRPr="00BA2A09">
        <w:t>Wichtige Merkmale von Flutter</w:t>
      </w:r>
      <w:r w:rsidR="00BA2A09" w:rsidRPr="00BA2A09">
        <w:t xml:space="preserve"> sind:</w:t>
      </w:r>
    </w:p>
    <w:p w14:paraId="4432CBC8" w14:textId="251F4CC1" w:rsidR="00BA2A09" w:rsidRPr="00BA2A09" w:rsidRDefault="00BA2A09" w:rsidP="00BA2A09">
      <w:pPr>
        <w:pStyle w:val="SuSAufzaehlunggegliedert"/>
      </w:pPr>
      <w:r w:rsidRPr="00DC1BF6">
        <w:rPr>
          <w:i/>
          <w:iCs/>
        </w:rPr>
        <w:t>P</w:t>
      </w:r>
      <w:r w:rsidR="00727AB8" w:rsidRPr="00DC1BF6">
        <w:rPr>
          <w:i/>
          <w:iCs/>
        </w:rPr>
        <w:t>lattformübergreifende Entwicklung</w:t>
      </w:r>
      <w:r w:rsidR="00727AB8" w:rsidRPr="00BA2A09">
        <w:t>: Ein einziger Code für verschiedene Plattformen</w:t>
      </w:r>
      <w:r w:rsidRPr="00BA2A09">
        <w:t>.</w:t>
      </w:r>
    </w:p>
    <w:p w14:paraId="530090D0" w14:textId="4313F946" w:rsidR="00BA2A09" w:rsidRPr="00BA2A09" w:rsidRDefault="00DC1BF6" w:rsidP="00BA2A09">
      <w:pPr>
        <w:pStyle w:val="SuSAufzaehlunggegliedert"/>
      </w:pPr>
      <w:r w:rsidRPr="00DC1BF6">
        <w:rPr>
          <w:i/>
          <w:iCs/>
        </w:rPr>
        <w:t>S</w:t>
      </w:r>
      <w:r w:rsidR="00727AB8" w:rsidRPr="00DC1BF6">
        <w:rPr>
          <w:i/>
          <w:iCs/>
        </w:rPr>
        <w:t>chnelle Entwicklung mit Hot Reload</w:t>
      </w:r>
      <w:r w:rsidR="00727AB8" w:rsidRPr="00BA2A09">
        <w:t>: Änderungen am Code werden sofort in der App reflektiert.</w:t>
      </w:r>
    </w:p>
    <w:p w14:paraId="773293C9" w14:textId="1C2A0BC8" w:rsidR="00BA2A09" w:rsidRPr="00BA2A09" w:rsidRDefault="00DC1BF6" w:rsidP="00BA2A09">
      <w:pPr>
        <w:pStyle w:val="SuSAufzaehlunggegliedert"/>
      </w:pPr>
      <w:r w:rsidRPr="00DC1BF6">
        <w:rPr>
          <w:i/>
          <w:iCs/>
        </w:rPr>
        <w:t>M</w:t>
      </w:r>
      <w:r w:rsidR="00727AB8" w:rsidRPr="00DC1BF6">
        <w:rPr>
          <w:i/>
          <w:iCs/>
        </w:rPr>
        <w:t>oderne, flexible U</w:t>
      </w:r>
      <w:r w:rsidR="00BA2A09" w:rsidRPr="00DC1BF6">
        <w:rPr>
          <w:i/>
          <w:iCs/>
        </w:rPr>
        <w:t>ser Interface</w:t>
      </w:r>
      <w:r w:rsidR="00727AB8" w:rsidRPr="00DC1BF6">
        <w:rPr>
          <w:i/>
          <w:iCs/>
        </w:rPr>
        <w:t>-Gestaltung</w:t>
      </w:r>
      <w:r w:rsidR="00727AB8" w:rsidRPr="00BA2A09">
        <w:t>: Dank eines widgetbasierten Systems.</w:t>
      </w:r>
    </w:p>
    <w:p w14:paraId="16F0D854" w14:textId="2CB777F4" w:rsidR="00727AB8" w:rsidRPr="00BA2A09" w:rsidRDefault="00DC1BF6" w:rsidP="00BA2A09">
      <w:pPr>
        <w:pStyle w:val="SuSAufzaehlunggegliedert"/>
      </w:pPr>
      <w:r w:rsidRPr="00DC1BF6">
        <w:rPr>
          <w:i/>
          <w:iCs/>
        </w:rPr>
        <w:t>H</w:t>
      </w:r>
      <w:r w:rsidR="00727AB8" w:rsidRPr="00DC1BF6">
        <w:rPr>
          <w:i/>
          <w:iCs/>
        </w:rPr>
        <w:t>ohe Performance</w:t>
      </w:r>
      <w:r w:rsidR="00727AB8" w:rsidRPr="00BA2A09">
        <w:t>: Verwendet eine eigene Rendering-Engine für native Geschwindigkeit.</w:t>
      </w:r>
    </w:p>
    <w:p w14:paraId="10C08D5A" w14:textId="77777777" w:rsidR="00BA2A09" w:rsidRPr="008274C6" w:rsidRDefault="00BA2A09" w:rsidP="009C1C90">
      <w:pPr>
        <w:pStyle w:val="SuSMengentext"/>
        <w:ind w:firstLine="0"/>
      </w:pPr>
    </w:p>
    <w:p w14:paraId="56EADE79" w14:textId="455406E2" w:rsidR="008274C6" w:rsidRPr="008274C6" w:rsidRDefault="008274C6" w:rsidP="008274C6">
      <w:pPr>
        <w:pStyle w:val="SuSMengentext"/>
      </w:pPr>
      <w:r w:rsidRPr="008274C6">
        <w:t xml:space="preserve">In diesem </w:t>
      </w:r>
      <w:r w:rsidR="006F641C">
        <w:t>vierten</w:t>
      </w:r>
      <w:r w:rsidRPr="008274C6">
        <w:t xml:space="preserve"> Teil der Artikelserie über die Programmiersprache Dart beschäftigen wir uns mit </w:t>
      </w:r>
      <w:r w:rsidR="006F641C">
        <w:t>dem</w:t>
      </w:r>
      <w:r w:rsidRPr="008274C6">
        <w:t xml:space="preserve"> Cross Plattform-Framework Flutter (siehe Kasten „</w:t>
      </w:r>
      <w:r w:rsidRPr="008274C6">
        <w:rPr>
          <w:i/>
          <w:iCs/>
        </w:rPr>
        <w:t>Übersicht zur Artikelserie</w:t>
      </w:r>
      <w:r w:rsidRPr="008274C6">
        <w:t>“). Die Programmierung der Apps erfolgt in Dart.</w:t>
      </w:r>
    </w:p>
    <w:p w14:paraId="561853AA" w14:textId="77777777" w:rsidR="008274C6" w:rsidRPr="008274C6" w:rsidRDefault="008274C6" w:rsidP="008274C6">
      <w:pPr>
        <w:pStyle w:val="SuSMengentext"/>
      </w:pPr>
    </w:p>
    <w:p w14:paraId="0B65BDAC" w14:textId="77777777" w:rsidR="008274C6" w:rsidRPr="008274C6" w:rsidRDefault="008274C6" w:rsidP="008274C6">
      <w:pPr>
        <w:pStyle w:val="SuSKastenheadline"/>
      </w:pPr>
      <w:r w:rsidRPr="008274C6">
        <w:t>Übersicht zur Artikelserie</w:t>
      </w:r>
    </w:p>
    <w:p w14:paraId="592A30AC" w14:textId="77777777" w:rsidR="008274C6" w:rsidRPr="008274C6" w:rsidRDefault="008274C6" w:rsidP="008274C6">
      <w:pPr>
        <w:pStyle w:val="SuSKastentext"/>
      </w:pPr>
      <w:r w:rsidRPr="008274C6">
        <w:t>Teil 1: Grundlagen und Syntax</w:t>
      </w:r>
    </w:p>
    <w:p w14:paraId="429A115F" w14:textId="77777777" w:rsidR="008274C6" w:rsidRPr="008274C6" w:rsidRDefault="008274C6" w:rsidP="008274C6">
      <w:pPr>
        <w:pStyle w:val="SuSKastentext"/>
      </w:pPr>
      <w:r w:rsidRPr="008274C6">
        <w:t xml:space="preserve">Teil 2: Objektorientierte Programmierung </w:t>
      </w:r>
    </w:p>
    <w:p w14:paraId="2B995004" w14:textId="77777777" w:rsidR="008274C6" w:rsidRPr="008274C6" w:rsidRDefault="008274C6" w:rsidP="008274C6">
      <w:pPr>
        <w:pStyle w:val="SuSKastentext"/>
      </w:pPr>
      <w:r w:rsidRPr="008274C6">
        <w:t>Teil 3: Asynchrone Programmierung</w:t>
      </w:r>
    </w:p>
    <w:p w14:paraId="339F6F83" w14:textId="77777777" w:rsidR="008274C6" w:rsidRPr="00207982" w:rsidRDefault="008274C6" w:rsidP="008274C6">
      <w:pPr>
        <w:pStyle w:val="SuSKastentext"/>
        <w:rPr>
          <w:b/>
          <w:bCs/>
        </w:rPr>
      </w:pPr>
      <w:r w:rsidRPr="00207982">
        <w:rPr>
          <w:b/>
          <w:bCs/>
        </w:rPr>
        <w:t xml:space="preserve">Teil 4: Dart und Flutter </w:t>
      </w:r>
    </w:p>
    <w:p w14:paraId="0685C810" w14:textId="77777777" w:rsidR="008274C6" w:rsidRDefault="008274C6" w:rsidP="008274C6">
      <w:pPr>
        <w:pStyle w:val="SuSKastentext"/>
      </w:pPr>
      <w:r w:rsidRPr="00ED618B">
        <w:t>Teil 5: Best Practices und fortgeschrittene Themen</w:t>
      </w:r>
      <w:r>
        <w:t>.</w:t>
      </w:r>
    </w:p>
    <w:p w14:paraId="5558CEA0" w14:textId="77777777" w:rsidR="008274C6" w:rsidRPr="00306FAF" w:rsidRDefault="008274C6" w:rsidP="008274C6">
      <w:pPr>
        <w:pStyle w:val="SuSKastenheadline"/>
      </w:pPr>
      <w:r>
        <w:t>./.</w:t>
      </w:r>
    </w:p>
    <w:p w14:paraId="7C80091F" w14:textId="77777777" w:rsidR="008274C6" w:rsidRDefault="008274C6" w:rsidP="009C1C90">
      <w:pPr>
        <w:pStyle w:val="SuSMengentext"/>
      </w:pPr>
    </w:p>
    <w:p w14:paraId="42ADB382" w14:textId="6BDC4640" w:rsidR="009C1C90" w:rsidRPr="000A2F8F" w:rsidRDefault="009C1C90" w:rsidP="009C1C90">
      <w:pPr>
        <w:pStyle w:val="SuSMengentext"/>
      </w:pPr>
      <w:r w:rsidRPr="009C1C90">
        <w:t>Die Architektur</w:t>
      </w:r>
      <w:r>
        <w:t xml:space="preserve"> (</w:t>
      </w:r>
      <w:r w:rsidRPr="009C1C90">
        <w:rPr>
          <w:i/>
          <w:iCs/>
          <w:color w:val="FF0000"/>
        </w:rPr>
        <w:t>Abbildung 1</w:t>
      </w:r>
      <w:r>
        <w:t>)</w:t>
      </w:r>
      <w:r w:rsidRPr="009C1C90">
        <w:t xml:space="preserve"> von Flutter ist so konzipiert, dass sie eine hohe Performance und eine konsistente Benutzererfahrung auf verschiedenen Plattformen ermögli</w:t>
      </w:r>
      <w:r w:rsidRPr="000A2F8F">
        <w:t xml:space="preserve">cht. Im Zentrum steht die </w:t>
      </w:r>
      <w:r w:rsidRPr="000A2F8F">
        <w:rPr>
          <w:i/>
          <w:iCs/>
        </w:rPr>
        <w:t>Dart-Engine</w:t>
      </w:r>
      <w:r w:rsidRPr="000A2F8F">
        <w:t xml:space="preserve">, die den Flutter-Code in maschinennahe Sprache übersetzt. Dies geschieht durch Ahead-of-Time (AOT)-Kompilierung für Produktionsanwendungen, was eine nahezu native Ausführungsgeschwindigkeit ermöglicht. Während der Entwicklung nutzt Flutter hingegen die Just-in-Time (JIT)-Kompilierung, die in Kombination mit Hot Reload schnelle Änderungen am Code erlaubt, ohne die gesamte Anwendung neu starten zu müssen. Ein weiteres zentrales Element ist die </w:t>
      </w:r>
      <w:r w:rsidRPr="000A2F8F">
        <w:rPr>
          <w:i/>
          <w:iCs/>
        </w:rPr>
        <w:t>Skia-Rendering-Engine</w:t>
      </w:r>
      <w:r w:rsidRPr="000A2F8F">
        <w:t xml:space="preserve">, die die Benutzeroberfläche direkt auf den Bildschirm zeichnet, anstatt plattformspezifische User Interface-Komponenten zu verwenden. Dies unterscheidet Flutter von Frameworks wie React Native oder .NET MAUI, die sich auf native User Interface-Elemente stützen. Skia sorgt dafür, dass Animationen flüssig dargestellt werden und ermöglicht eine einheitliche Optik und Performance, unabhängig vom zugrunde liegenden Betriebssystem.  </w:t>
      </w:r>
    </w:p>
    <w:p w14:paraId="314CA19E" w14:textId="2761D000" w:rsidR="009C1C90" w:rsidRPr="000A2F8F" w:rsidRDefault="009C1C90" w:rsidP="009C1C90">
      <w:pPr>
        <w:pStyle w:val="SuSMengentext"/>
      </w:pPr>
      <w:r w:rsidRPr="000A2F8F">
        <w:t xml:space="preserve">Das </w:t>
      </w:r>
      <w:r w:rsidRPr="000A2F8F">
        <w:rPr>
          <w:i/>
          <w:iCs/>
        </w:rPr>
        <w:t>Dart-Framework</w:t>
      </w:r>
      <w:r w:rsidRPr="000A2F8F">
        <w:t xml:space="preserve"> bildet die oberste Schicht der Architektur und enthält eine umfangreiche Sammlung vorgefertigter Widgets für die Gestaltung moderner Benutzeroberflächen. Diese Widgets </w:t>
      </w:r>
      <w:r w:rsidRPr="000A2F8F">
        <w:lastRenderedPageBreak/>
        <w:t xml:space="preserve">sind vollständig anpassbar und orientieren sich entweder an Material Design (Google) oder Cupertino (Apple), sodass eine native Nutzererfahrung auf Android- und iOS-Geräten gewährleistet wird. Zudem ist das Framework so strukturiert, dass Entwickler eigene Widgets einfach erstellen und wiederverwenden können, was die Wartung und Skalierbarkeit von Apps erleichtert. </w:t>
      </w:r>
    </w:p>
    <w:p w14:paraId="3F1A1CBE" w14:textId="77777777" w:rsidR="009C1C90" w:rsidRPr="000A2F8F" w:rsidRDefault="009C1C90" w:rsidP="009C1C90">
      <w:pPr>
        <w:pStyle w:val="SuSMengentext"/>
      </w:pPr>
    </w:p>
    <w:p w14:paraId="511B7ADF" w14:textId="7EDCDB52" w:rsidR="009C1C90" w:rsidRPr="000A2F8F" w:rsidRDefault="009C1C90" w:rsidP="009C1C90">
      <w:pPr>
        <w:pStyle w:val="SuSBilddateiname"/>
      </w:pPr>
      <w:r w:rsidRPr="000A2F8F">
        <w:t>Abbildung_1.png</w:t>
      </w:r>
    </w:p>
    <w:p w14:paraId="3F725AEC" w14:textId="202863AE" w:rsidR="009C1C90" w:rsidRPr="000A2F8F" w:rsidRDefault="009C1C90" w:rsidP="009C1C90">
      <w:pPr>
        <w:pStyle w:val="SuSBildTabellenunterschrift"/>
      </w:pPr>
      <w:r w:rsidRPr="000A2F8F">
        <w:t>Abbildung 1: Flutter Architektur-Layers [1].</w:t>
      </w:r>
    </w:p>
    <w:p w14:paraId="28138348" w14:textId="77777777" w:rsidR="00BA2A09" w:rsidRPr="000A2F8F" w:rsidRDefault="00BA2A09" w:rsidP="00727AB8">
      <w:pPr>
        <w:pStyle w:val="SuSMengentext"/>
      </w:pPr>
    </w:p>
    <w:p w14:paraId="79F422C8" w14:textId="76B0D2FD" w:rsidR="00D00A1E" w:rsidRDefault="000A2F8F" w:rsidP="000A2F8F">
      <w:pPr>
        <w:pStyle w:val="SuSMengentext"/>
      </w:pPr>
      <w:r w:rsidRPr="000A2F8F">
        <w:t>Welche Rolle spielt Dart bzw. welche Vorteile bringt der Einsatz dieser Programmiersprache bei der App-Entwicklung</w:t>
      </w:r>
      <w:r w:rsidR="00EC7BF1">
        <w:t>?</w:t>
      </w:r>
      <w:r w:rsidRPr="000A2F8F">
        <w:t xml:space="preserve"> </w:t>
      </w:r>
      <w:r w:rsidR="00727AB8" w:rsidRPr="000A2F8F">
        <w:t xml:space="preserve">Dart wird nativ kompiliert, wodurch Flutter-Apps </w:t>
      </w:r>
      <w:r w:rsidRPr="000A2F8F">
        <w:t>oft schneller sind</w:t>
      </w:r>
      <w:r w:rsidR="00727AB8" w:rsidRPr="000A2F8F">
        <w:t xml:space="preserve"> als andere Cross-Plattform-Technologien</w:t>
      </w:r>
      <w:r w:rsidRPr="000A2F8F">
        <w:t>. Durch eine a</w:t>
      </w:r>
      <w:r w:rsidR="00727AB8" w:rsidRPr="000A2F8F">
        <w:t>synchrone Programmierun</w:t>
      </w:r>
      <w:r w:rsidRPr="000A2F8F">
        <w:t xml:space="preserve">g </w:t>
      </w:r>
      <w:r w:rsidR="00727AB8" w:rsidRPr="000A2F8F">
        <w:t>bietet</w:t>
      </w:r>
      <w:r w:rsidRPr="000A2F8F">
        <w:t xml:space="preserve"> Dart</w:t>
      </w:r>
      <w:r w:rsidR="00727AB8" w:rsidRPr="000A2F8F">
        <w:t xml:space="preserve"> </w:t>
      </w:r>
      <w:r w:rsidR="00727AB8" w:rsidRPr="000700AA">
        <w:rPr>
          <w:i/>
        </w:rPr>
        <w:t>Futures</w:t>
      </w:r>
      <w:r w:rsidR="00727AB8" w:rsidRPr="000A2F8F">
        <w:t xml:space="preserve">, </w:t>
      </w:r>
      <w:r w:rsidR="00727AB8" w:rsidRPr="000700AA">
        <w:rPr>
          <w:i/>
        </w:rPr>
        <w:t>Streams</w:t>
      </w:r>
      <w:r w:rsidR="00727AB8" w:rsidRPr="000A2F8F">
        <w:t xml:space="preserve"> und </w:t>
      </w:r>
      <w:r w:rsidR="00727AB8" w:rsidRPr="000700AA">
        <w:rPr>
          <w:i/>
        </w:rPr>
        <w:t>async/await</w:t>
      </w:r>
      <w:r w:rsidR="00727AB8" w:rsidRPr="000A2F8F">
        <w:t>, um reaktive Anwendungen zu ermöglichen.</w:t>
      </w:r>
      <w:r w:rsidRPr="000A2F8F">
        <w:t xml:space="preserve"> Es wird die o</w:t>
      </w:r>
      <w:r w:rsidR="00727AB8" w:rsidRPr="000A2F8F">
        <w:t>bjektorientierte Entwicklung</w:t>
      </w:r>
      <w:r w:rsidRPr="000A2F8F">
        <w:t xml:space="preserve"> mit </w:t>
      </w:r>
      <w:r w:rsidR="00727AB8" w:rsidRPr="000A2F8F">
        <w:t>Klassen, Vererbung, Interfaces und Mixins</w:t>
      </w:r>
      <w:r w:rsidRPr="000A2F8F">
        <w:t xml:space="preserve"> unterstützt, </w:t>
      </w:r>
      <w:r w:rsidR="00727AB8" w:rsidRPr="000A2F8F">
        <w:t>was eine saubere Code-Struktur ermöglicht.</w:t>
      </w:r>
      <w:r w:rsidRPr="000A2F8F">
        <w:t xml:space="preserve"> Die Effizienz der Entwicklung gilt insgesamt durch das </w:t>
      </w:r>
      <w:r w:rsidR="00F33B92">
        <w:t xml:space="preserve">bereitgestellte </w:t>
      </w:r>
      <w:r w:rsidRPr="000A2F8F">
        <w:t xml:space="preserve">Tooling als gut und ist für </w:t>
      </w:r>
      <w:r w:rsidR="00727AB8" w:rsidRPr="000A2F8F">
        <w:t>produktionsreife Apps</w:t>
      </w:r>
      <w:r w:rsidRPr="000A2F8F">
        <w:t xml:space="preserve"> geeignet.</w:t>
      </w:r>
    </w:p>
    <w:p w14:paraId="7BA6FE16" w14:textId="227226DC" w:rsidR="008274C6" w:rsidRDefault="008274C6" w:rsidP="008274C6">
      <w:pPr>
        <w:pStyle w:val="SuSAbsatzheadline"/>
      </w:pPr>
      <w:r w:rsidRPr="004E245E">
        <w:t>Einrichtung der Entwicklungsumgebung</w:t>
      </w:r>
    </w:p>
    <w:p w14:paraId="3E164C76" w14:textId="45BD3DEF" w:rsidR="008274C6" w:rsidRDefault="008274C6" w:rsidP="008274C6">
      <w:pPr>
        <w:pStyle w:val="SuSMengentext"/>
      </w:pPr>
      <w:r>
        <w:t xml:space="preserve">Um mit Flutter zu entwickeln, muss die Entwicklungsumgebung entsprechend eingerichtet werden. Dies umfasst die Installation des </w:t>
      </w:r>
      <w:r w:rsidRPr="008274C6">
        <w:rPr>
          <w:i/>
          <w:iCs/>
        </w:rPr>
        <w:t>Flutter SDK</w:t>
      </w:r>
      <w:r>
        <w:t xml:space="preserve">, das bereits das </w:t>
      </w:r>
      <w:r w:rsidRPr="004E245E">
        <w:rPr>
          <w:i/>
          <w:iCs/>
        </w:rPr>
        <w:t>Dart SDK</w:t>
      </w:r>
      <w:r>
        <w:t xml:space="preserve"> enthält, sowie die Einrichtung notwendiger Entwicklungswerkzeuge und Emulatoren. Flutter unterstützt die Betriebssysteme Windows, macOS</w:t>
      </w:r>
      <w:r w:rsidR="004E245E">
        <w:t xml:space="preserve">, </w:t>
      </w:r>
      <w:r>
        <w:t>Linux</w:t>
      </w:r>
      <w:r w:rsidR="004E245E">
        <w:t xml:space="preserve"> und Web-Applikationen,</w:t>
      </w:r>
      <w:r>
        <w:t xml:space="preserve"> sodass plattformübergreifende Entwicklung problemlos möglich ist. Zusätzlich stellt Flutter verschiedene </w:t>
      </w:r>
      <w:r w:rsidRPr="008274C6">
        <w:rPr>
          <w:i/>
          <w:iCs/>
        </w:rPr>
        <w:t>CLI-Tools</w:t>
      </w:r>
      <w:r>
        <w:t xml:space="preserve"> bereit, die Entwicklern helfen, die Installation zu überprüfen, Abhängigkeiten zu verwalten und Projekte effizient zu steuern. </w:t>
      </w:r>
    </w:p>
    <w:p w14:paraId="0740EACF" w14:textId="2A4D0664" w:rsidR="008274C6" w:rsidRDefault="008274C6" w:rsidP="00965648">
      <w:pPr>
        <w:pStyle w:val="SuSAbsatzheadline"/>
      </w:pPr>
      <w:r>
        <w:t>Installation von Flutter unter Windows</w:t>
      </w:r>
      <w:r w:rsidR="004E245E">
        <w:t xml:space="preserve"> und </w:t>
      </w:r>
      <w:r>
        <w:t>macOS</w:t>
      </w:r>
    </w:p>
    <w:p w14:paraId="77B76FE6" w14:textId="213AAAA7" w:rsidR="000E01A1" w:rsidRPr="00A41572" w:rsidRDefault="008274C6" w:rsidP="00A41572">
      <w:pPr>
        <w:pStyle w:val="SuSMengentext"/>
      </w:pPr>
      <w:r>
        <w:t xml:space="preserve">Die Installation von Flutter unterscheidet sich je nach Betriebssystem, folgt jedoch einem ähnlichen Ablauf. Das </w:t>
      </w:r>
      <w:r w:rsidRPr="00080297">
        <w:rPr>
          <w:i/>
          <w:iCs/>
        </w:rPr>
        <w:t>Flutter SDK</w:t>
      </w:r>
      <w:r>
        <w:t xml:space="preserve"> kann direkt von der offiziellen</w:t>
      </w:r>
      <w:r w:rsidR="00080297">
        <w:t xml:space="preserve"> Webseite </w:t>
      </w:r>
      <w:r>
        <w:t>[</w:t>
      </w:r>
      <w:r w:rsidR="00965648">
        <w:t>2]</w:t>
      </w:r>
      <w:r>
        <w:t xml:space="preserve"> heruntergeladen werden.</w:t>
      </w:r>
      <w:r w:rsidR="000E01A1">
        <w:t xml:space="preserve"> Wir erläutern die Installation für Windows und macOS. Die Dokumentation beschreibt darüber hinaus das Vorgehen für Linux-Distributionen und Chrome</w:t>
      </w:r>
      <w:r w:rsidR="00791560">
        <w:t xml:space="preserve"> </w:t>
      </w:r>
      <w:r w:rsidR="000E01A1">
        <w:t>OS.</w:t>
      </w:r>
    </w:p>
    <w:p w14:paraId="115F901C" w14:textId="69944211" w:rsidR="00965648" w:rsidRDefault="008274C6" w:rsidP="00965648">
      <w:pPr>
        <w:pStyle w:val="SuSMengentext"/>
        <w:rPr>
          <w:b/>
          <w:bCs/>
        </w:rPr>
      </w:pPr>
      <w:r w:rsidRPr="00965648">
        <w:rPr>
          <w:b/>
          <w:bCs/>
        </w:rPr>
        <w:t xml:space="preserve">Windows: </w:t>
      </w:r>
    </w:p>
    <w:p w14:paraId="444DD6D5" w14:textId="77777777" w:rsidR="00965648" w:rsidRPr="00965648" w:rsidRDefault="008274C6" w:rsidP="00965648">
      <w:pPr>
        <w:pStyle w:val="SuSAufzaehlungnummeriert"/>
      </w:pPr>
      <w:r w:rsidRPr="008F5FE8">
        <w:rPr>
          <w:i/>
          <w:iCs/>
        </w:rPr>
        <w:t>Download</w:t>
      </w:r>
      <w:r w:rsidR="00965648" w:rsidRPr="00965648">
        <w:t>:</w:t>
      </w:r>
      <w:r w:rsidRPr="00965648">
        <w:t xml:space="preserve"> Das Flutter-SDK als ZIP-Datei von der Website herunterladen.  </w:t>
      </w:r>
    </w:p>
    <w:p w14:paraId="0D735752" w14:textId="77777777" w:rsidR="00965648" w:rsidRPr="00965648" w:rsidRDefault="008274C6" w:rsidP="00965648">
      <w:pPr>
        <w:pStyle w:val="SuSAufzaehlungnummeriert"/>
      </w:pPr>
      <w:r w:rsidRPr="008F5FE8">
        <w:rPr>
          <w:i/>
          <w:iCs/>
        </w:rPr>
        <w:t>Entpacken</w:t>
      </w:r>
      <w:r w:rsidRPr="00965648">
        <w:t>: Das SDK an einem Speicherort wie `</w:t>
      </w:r>
      <w:r w:rsidRPr="007C01D0">
        <w:rPr>
          <w:i/>
        </w:rPr>
        <w:t>C:\flutter</w:t>
      </w:r>
      <w:r w:rsidRPr="00965648">
        <w:t xml:space="preserve">` ablegen.  </w:t>
      </w:r>
    </w:p>
    <w:p w14:paraId="18C6DDCA" w14:textId="77777777" w:rsidR="00965648" w:rsidRPr="00965648" w:rsidRDefault="008274C6" w:rsidP="00965648">
      <w:pPr>
        <w:pStyle w:val="SuSAufzaehlungnummeriert"/>
      </w:pPr>
      <w:r w:rsidRPr="008F5FE8">
        <w:rPr>
          <w:i/>
          <w:iCs/>
        </w:rPr>
        <w:t>Umgebungsvariablen setzen</w:t>
      </w:r>
      <w:r w:rsidRPr="00965648">
        <w:t>: Den Pfad `</w:t>
      </w:r>
      <w:r w:rsidRPr="007C01D0">
        <w:rPr>
          <w:i/>
        </w:rPr>
        <w:t>C:\flutter\bin</w:t>
      </w:r>
      <w:r w:rsidRPr="00965648">
        <w:t xml:space="preserve">` zur Umgebungsvariable </w:t>
      </w:r>
      <w:r w:rsidRPr="007C01D0">
        <w:rPr>
          <w:i/>
        </w:rPr>
        <w:t>Path</w:t>
      </w:r>
      <w:r w:rsidRPr="00965648">
        <w:t xml:space="preserve"> hinzufügen.</w:t>
      </w:r>
    </w:p>
    <w:p w14:paraId="19A5ED60" w14:textId="77777777" w:rsidR="00965648" w:rsidRPr="00965648" w:rsidRDefault="008274C6" w:rsidP="00965648">
      <w:pPr>
        <w:pStyle w:val="SuSAufzaehlungnummeriert"/>
      </w:pPr>
      <w:r w:rsidRPr="008F5FE8">
        <w:rPr>
          <w:i/>
          <w:iCs/>
        </w:rPr>
        <w:t>Abhängigkeiten installieren</w:t>
      </w:r>
      <w:r w:rsidRPr="00965648">
        <w:t xml:space="preserve">: Android Studio oder Visual Studio Code für die Entwicklung nutzen.  </w:t>
      </w:r>
    </w:p>
    <w:p w14:paraId="4E9B44B1" w14:textId="428A9355" w:rsidR="00965648" w:rsidRPr="00A41572" w:rsidRDefault="008274C6" w:rsidP="00A41572">
      <w:pPr>
        <w:pStyle w:val="SuSAufzaehlungnummeriert"/>
      </w:pPr>
      <w:r w:rsidRPr="008F5FE8">
        <w:rPr>
          <w:i/>
          <w:iCs/>
        </w:rPr>
        <w:t>Installation überprüfen</w:t>
      </w:r>
      <w:r w:rsidRPr="00965648">
        <w:t>: Den Befehl `</w:t>
      </w:r>
      <w:r w:rsidRPr="00965648">
        <w:rPr>
          <w:i/>
          <w:iCs/>
        </w:rPr>
        <w:t>flutter doctor</w:t>
      </w:r>
      <w:r w:rsidRPr="00965648">
        <w:t>` im Terminal ausführen</w:t>
      </w:r>
      <w:r w:rsidR="00965648" w:rsidRPr="00965648">
        <w:t xml:space="preserve"> und ggf. </w:t>
      </w:r>
      <w:r w:rsidR="00965648">
        <w:t xml:space="preserve">auf der Basis der </w:t>
      </w:r>
      <w:r w:rsidR="00965648" w:rsidRPr="00965648">
        <w:t>ausgewiesene</w:t>
      </w:r>
      <w:r w:rsidR="00965648">
        <w:t>n</w:t>
      </w:r>
      <w:r w:rsidR="00965648" w:rsidRPr="00965648">
        <w:t xml:space="preserve"> </w:t>
      </w:r>
      <w:r w:rsidR="00965648">
        <w:t>Meldungen Installationen und Konfigurationen anpassen.</w:t>
      </w:r>
    </w:p>
    <w:p w14:paraId="26A400F7" w14:textId="77777777" w:rsidR="00965648" w:rsidRDefault="008274C6" w:rsidP="00965648">
      <w:pPr>
        <w:pStyle w:val="SuSMengentext"/>
        <w:rPr>
          <w:b/>
          <w:bCs/>
        </w:rPr>
      </w:pPr>
      <w:r w:rsidRPr="00965648">
        <w:rPr>
          <w:b/>
          <w:bCs/>
        </w:rPr>
        <w:t>macOS:</w:t>
      </w:r>
    </w:p>
    <w:p w14:paraId="046F3654" w14:textId="77777777" w:rsidR="00965648" w:rsidRDefault="008274C6" w:rsidP="00965648">
      <w:pPr>
        <w:pStyle w:val="SuSAufzaehlungnummeriert"/>
        <w:numPr>
          <w:ilvl w:val="0"/>
          <w:numId w:val="29"/>
        </w:numPr>
        <w:rPr>
          <w:b/>
          <w:bCs/>
        </w:rPr>
      </w:pPr>
      <w:r w:rsidRPr="008F5FE8">
        <w:rPr>
          <w:i/>
          <w:iCs/>
          <w:lang w:val="en-GB"/>
        </w:rPr>
        <w:t>Installation über Homebrew</w:t>
      </w:r>
      <w:r w:rsidR="00965648">
        <w:rPr>
          <w:lang w:val="en-GB"/>
        </w:rPr>
        <w:t xml:space="preserve">: </w:t>
      </w:r>
      <w:r w:rsidRPr="00965648">
        <w:rPr>
          <w:lang w:val="en-GB"/>
        </w:rPr>
        <w:t xml:space="preserve">  </w:t>
      </w:r>
    </w:p>
    <w:p w14:paraId="1053859D" w14:textId="106B6E32" w:rsidR="00965648" w:rsidRPr="00965648" w:rsidRDefault="008274C6" w:rsidP="00965648">
      <w:pPr>
        <w:pStyle w:val="SuSQuellcode"/>
        <w:rPr>
          <w:b/>
          <w:bCs/>
        </w:rPr>
      </w:pPr>
      <w:r w:rsidRPr="00965648">
        <w:t>brew install --cask flutter</w:t>
      </w:r>
    </w:p>
    <w:p w14:paraId="16970BFE" w14:textId="77777777" w:rsidR="000E01A1" w:rsidRPr="000E01A1" w:rsidRDefault="008274C6" w:rsidP="000E01A1">
      <w:pPr>
        <w:pStyle w:val="SuSAufzaehlungnummeriert"/>
        <w:numPr>
          <w:ilvl w:val="0"/>
          <w:numId w:val="29"/>
        </w:numPr>
        <w:rPr>
          <w:b/>
          <w:bCs/>
        </w:rPr>
      </w:pPr>
      <w:r w:rsidRPr="008F5FE8">
        <w:rPr>
          <w:i/>
          <w:iCs/>
        </w:rPr>
        <w:t>Manuelle Installation:</w:t>
      </w:r>
      <w:r>
        <w:t xml:space="preserve"> Alternativ kann das SDK als ZIP-Datei heruntergeladen und in </w:t>
      </w:r>
      <w:r w:rsidRPr="000E01A1">
        <w:rPr>
          <w:i/>
          <w:iCs/>
        </w:rPr>
        <w:t>`/Users/&lt;benutzername&gt;/flutter</w:t>
      </w:r>
      <w:r>
        <w:t xml:space="preserve">` entpackt werden.  </w:t>
      </w:r>
    </w:p>
    <w:p w14:paraId="7AD3EAAF" w14:textId="44195DA5" w:rsidR="000E01A1" w:rsidRPr="000E01A1" w:rsidRDefault="008274C6" w:rsidP="000E01A1">
      <w:pPr>
        <w:pStyle w:val="SuSAufzaehlungnummeriert"/>
        <w:numPr>
          <w:ilvl w:val="0"/>
          <w:numId w:val="29"/>
        </w:numPr>
        <w:rPr>
          <w:b/>
          <w:bCs/>
        </w:rPr>
      </w:pPr>
      <w:r w:rsidRPr="008F5FE8">
        <w:rPr>
          <w:i/>
          <w:iCs/>
        </w:rPr>
        <w:t>Umgebungsvariablen setzen</w:t>
      </w:r>
      <w:r>
        <w:t>: Den Pfad zur `</w:t>
      </w:r>
      <w:r w:rsidRPr="000E01A1">
        <w:rPr>
          <w:i/>
          <w:iCs/>
        </w:rPr>
        <w:t>flutter/bin</w:t>
      </w:r>
      <w:r>
        <w:t xml:space="preserve">`-Ordner der Datei </w:t>
      </w:r>
      <w:r w:rsidRPr="000E01A1">
        <w:rPr>
          <w:i/>
          <w:iCs/>
        </w:rPr>
        <w:t>`.zshrc</w:t>
      </w:r>
      <w:r>
        <w:t xml:space="preserve">` oder </w:t>
      </w:r>
      <w:r w:rsidRPr="000E01A1">
        <w:rPr>
          <w:i/>
          <w:iCs/>
        </w:rPr>
        <w:t>`.bash_profile</w:t>
      </w:r>
      <w:r>
        <w:t>` hinzufügen.</w:t>
      </w:r>
    </w:p>
    <w:p w14:paraId="040CA66E" w14:textId="77777777" w:rsidR="000E01A1" w:rsidRPr="000E01A1" w:rsidRDefault="008274C6" w:rsidP="000E01A1">
      <w:pPr>
        <w:pStyle w:val="SuSAufzaehlungnummeriert"/>
        <w:numPr>
          <w:ilvl w:val="0"/>
          <w:numId w:val="29"/>
        </w:numPr>
        <w:rPr>
          <w:b/>
          <w:bCs/>
        </w:rPr>
      </w:pPr>
      <w:r w:rsidRPr="008F5FE8">
        <w:rPr>
          <w:i/>
          <w:iCs/>
        </w:rPr>
        <w:t>Xcode installieren</w:t>
      </w:r>
      <w:r>
        <w:t>:</w:t>
      </w:r>
      <w:r w:rsidR="000E01A1">
        <w:t xml:space="preserve"> Das kann über den App Store geschehen.</w:t>
      </w:r>
    </w:p>
    <w:p w14:paraId="61A89EAD" w14:textId="286CCFEB" w:rsidR="008274C6" w:rsidRPr="000E01A1" w:rsidRDefault="008274C6" w:rsidP="000E01A1">
      <w:pPr>
        <w:pStyle w:val="SuSAufzaehlungnummeriert"/>
        <w:numPr>
          <w:ilvl w:val="0"/>
          <w:numId w:val="29"/>
        </w:numPr>
        <w:rPr>
          <w:b/>
          <w:bCs/>
        </w:rPr>
      </w:pPr>
      <w:r w:rsidRPr="008F5FE8">
        <w:rPr>
          <w:i/>
          <w:iCs/>
        </w:rPr>
        <w:lastRenderedPageBreak/>
        <w:t>Abhängigkeiten prüfen</w:t>
      </w:r>
      <w:r>
        <w:t>:</w:t>
      </w:r>
    </w:p>
    <w:p w14:paraId="1CDC4411" w14:textId="77777777" w:rsidR="008274C6" w:rsidRPr="008274C6" w:rsidRDefault="008274C6" w:rsidP="000E01A1">
      <w:pPr>
        <w:pStyle w:val="SuSQuellcode"/>
      </w:pPr>
      <w:r w:rsidRPr="008274C6">
        <w:t xml:space="preserve">   flutter doctor</w:t>
      </w:r>
    </w:p>
    <w:p w14:paraId="680C0306" w14:textId="5637A404" w:rsidR="008274C6" w:rsidRPr="000E01A1" w:rsidRDefault="008274C6" w:rsidP="000E01A1">
      <w:pPr>
        <w:pStyle w:val="SuSMengentext"/>
        <w:rPr>
          <w:lang w:val="en-GB"/>
        </w:rPr>
      </w:pPr>
      <w:r w:rsidRPr="008274C6">
        <w:rPr>
          <w:lang w:val="en-GB"/>
        </w:rPr>
        <w:t xml:space="preserve">  </w:t>
      </w:r>
    </w:p>
    <w:p w14:paraId="61810FA5" w14:textId="77777777" w:rsidR="00C51B8D" w:rsidRDefault="008274C6" w:rsidP="00C51B8D">
      <w:pPr>
        <w:pStyle w:val="SuSMengentext"/>
      </w:pPr>
      <w:r>
        <w:t xml:space="preserve">Nach der Installation stehen verschiedene Werkzeuge zur Verfügung, die für die Entwicklung mit Flutter und Dart benötigt werden. Das </w:t>
      </w:r>
      <w:r w:rsidRPr="000E01A1">
        <w:rPr>
          <w:i/>
          <w:iCs/>
        </w:rPr>
        <w:t>Flutter SDK</w:t>
      </w:r>
      <w:r>
        <w:t xml:space="preserve"> enthält alles, was für die Entwicklung von Flutter-Apps benötigt wird, darunter die Flutter-Bibliotheken, Tools zur Paketverwaltung und eine eigene Rendering-Engine. Das </w:t>
      </w:r>
      <w:r w:rsidRPr="00C51B8D">
        <w:rPr>
          <w:i/>
          <w:iCs/>
        </w:rPr>
        <w:t>Dart SDK</w:t>
      </w:r>
      <w:r>
        <w:t xml:space="preserve"> ist direkt im Flutter SDK enthalten und ermöglicht die Entwicklung in der Sprache Dart. Es enthält einen Compiler, die Standardbibliotheken und Entwicklungswerkzeuge. Flutter bietet leistungsfähige </w:t>
      </w:r>
      <w:r w:rsidRPr="00C51B8D">
        <w:rPr>
          <w:i/>
          <w:iCs/>
        </w:rPr>
        <w:t>Command Line Interface (CLI)</w:t>
      </w:r>
      <w:r w:rsidR="00C51B8D">
        <w:t>-Tools</w:t>
      </w:r>
      <w:r>
        <w:t>, um Projekte zu verwalten</w:t>
      </w:r>
      <w:r w:rsidR="00C51B8D">
        <w:t xml:space="preserve">. Einige wichtige Befehle: </w:t>
      </w:r>
      <w:r>
        <w:t xml:space="preserve"> </w:t>
      </w:r>
    </w:p>
    <w:p w14:paraId="2C97A2C6" w14:textId="08CB1666" w:rsidR="008274C6" w:rsidRDefault="008274C6" w:rsidP="00C51B8D">
      <w:pPr>
        <w:pStyle w:val="SuSAufzaehlunggegliedert"/>
      </w:pPr>
      <w:r w:rsidRPr="00C51B8D">
        <w:rPr>
          <w:i/>
          <w:iCs/>
        </w:rPr>
        <w:t>`flutter doctor`</w:t>
      </w:r>
      <w:r w:rsidR="00C51B8D" w:rsidRPr="00C51B8D">
        <w:rPr>
          <w:i/>
          <w:iCs/>
        </w:rPr>
        <w:t>:</w:t>
      </w:r>
      <w:r w:rsidR="00C51B8D">
        <w:t xml:space="preserve"> </w:t>
      </w:r>
      <w:r>
        <w:t xml:space="preserve">Überprüft die Installation und zeigt fehlende Komponenten an. </w:t>
      </w:r>
      <w:r w:rsidR="00C51B8D">
        <w:t xml:space="preserve">Sie führen auf der Kommandozeile lediglich </w:t>
      </w:r>
      <w:r w:rsidR="00967E7E">
        <w:t xml:space="preserve">folgenden Befehl </w:t>
      </w:r>
      <w:r w:rsidR="00C51B8D">
        <w:t>aus:</w:t>
      </w:r>
    </w:p>
    <w:p w14:paraId="2CFDD54F" w14:textId="4DF1BA25" w:rsidR="00C51B8D" w:rsidRDefault="008274C6" w:rsidP="00C51B8D">
      <w:pPr>
        <w:pStyle w:val="SuSQuellcode"/>
        <w:rPr>
          <w:lang w:val="de-DE"/>
        </w:rPr>
      </w:pPr>
      <w:r w:rsidRPr="00C51B8D">
        <w:rPr>
          <w:lang w:val="de-DE"/>
        </w:rPr>
        <w:t>flutter doctor</w:t>
      </w:r>
    </w:p>
    <w:p w14:paraId="01E6B7B9" w14:textId="33B19EEB" w:rsidR="008274C6" w:rsidRPr="00C51B8D" w:rsidRDefault="008274C6" w:rsidP="00C51B8D">
      <w:pPr>
        <w:pStyle w:val="SuSAufzaehlunggegliedert"/>
      </w:pPr>
      <w:r w:rsidRPr="00C51B8D">
        <w:t>`</w:t>
      </w:r>
      <w:r w:rsidRPr="00967E7E">
        <w:rPr>
          <w:i/>
          <w:iCs/>
        </w:rPr>
        <w:t>flutter create &lt;projektname&gt;`</w:t>
      </w:r>
      <w:r w:rsidR="00C51B8D" w:rsidRPr="00967E7E">
        <w:rPr>
          <w:i/>
          <w:iCs/>
        </w:rPr>
        <w:t>:</w:t>
      </w:r>
      <w:r w:rsidR="00C51B8D">
        <w:t xml:space="preserve"> </w:t>
      </w:r>
      <w:r w:rsidRPr="00C51B8D">
        <w:t>Erstellt ein neues Flutter-Projekt.</w:t>
      </w:r>
      <w:r w:rsidR="00C51B8D">
        <w:t xml:space="preserve"> Ein Beispiel:</w:t>
      </w:r>
      <w:r w:rsidRPr="00C51B8D">
        <w:t xml:space="preserve">  </w:t>
      </w:r>
    </w:p>
    <w:p w14:paraId="53E88437" w14:textId="06DC8C5D" w:rsidR="008274C6" w:rsidRPr="00C51B8D" w:rsidRDefault="008274C6" w:rsidP="008274C6">
      <w:pPr>
        <w:pStyle w:val="SuSMengentext"/>
        <w:rPr>
          <w:rFonts w:ascii="Courier" w:hAnsi="Courier"/>
          <w:sz w:val="16"/>
        </w:rPr>
      </w:pPr>
      <w:r w:rsidRPr="00C51B8D">
        <w:rPr>
          <w:rFonts w:ascii="Courier" w:hAnsi="Courier"/>
          <w:sz w:val="16"/>
        </w:rPr>
        <w:t>flutter create my_app</w:t>
      </w:r>
    </w:p>
    <w:p w14:paraId="5D371CF6" w14:textId="2328274F" w:rsidR="008274C6" w:rsidRDefault="008274C6" w:rsidP="00C51B8D">
      <w:pPr>
        <w:pStyle w:val="SuSAufzaehlunggegliedert"/>
      </w:pPr>
      <w:r w:rsidRPr="00967E7E">
        <w:rPr>
          <w:i/>
          <w:iCs/>
        </w:rPr>
        <w:t>`flutter run`</w:t>
      </w:r>
      <w:r w:rsidR="00C51B8D" w:rsidRPr="00967E7E">
        <w:rPr>
          <w:i/>
          <w:iCs/>
        </w:rPr>
        <w:t>:</w:t>
      </w:r>
      <w:r w:rsidR="00C51B8D">
        <w:t xml:space="preserve"> </w:t>
      </w:r>
      <w:r>
        <w:t xml:space="preserve">Startet die Anwendung in einem Emulator oder auf einem verbundenen Gerät  </w:t>
      </w:r>
    </w:p>
    <w:p w14:paraId="35F6D28B" w14:textId="2FB5CC85" w:rsidR="007572FB" w:rsidRDefault="008274C6" w:rsidP="007572FB">
      <w:pPr>
        <w:pStyle w:val="SuSMengentext"/>
      </w:pPr>
      <w:r w:rsidRPr="00C51B8D">
        <w:rPr>
          <w:rFonts w:ascii="Courier" w:hAnsi="Courier"/>
          <w:sz w:val="16"/>
        </w:rPr>
        <w:t>flutter run</w:t>
      </w:r>
    </w:p>
    <w:p w14:paraId="44485F38" w14:textId="3BF78EA5" w:rsidR="008274C6" w:rsidRDefault="008274C6" w:rsidP="007572FB">
      <w:pPr>
        <w:pStyle w:val="SuSAufzaehlunggegliedert"/>
      </w:pPr>
      <w:r w:rsidRPr="00967E7E">
        <w:rPr>
          <w:i/>
          <w:iCs/>
        </w:rPr>
        <w:t>`flutter pub get`</w:t>
      </w:r>
      <w:r w:rsidR="007572FB" w:rsidRPr="00967E7E">
        <w:rPr>
          <w:i/>
          <w:iCs/>
        </w:rPr>
        <w:t>:</w:t>
      </w:r>
      <w:r w:rsidR="007572FB">
        <w:t xml:space="preserve"> </w:t>
      </w:r>
      <w:r>
        <w:t>Lädt Abhängigkeiten für ein Flutter-Projekt</w:t>
      </w:r>
      <w:r w:rsidR="007572FB">
        <w:t>:</w:t>
      </w:r>
    </w:p>
    <w:p w14:paraId="35CD9E4C" w14:textId="77777777" w:rsidR="007572FB" w:rsidRDefault="007572FB" w:rsidP="007572FB">
      <w:pPr>
        <w:pStyle w:val="SuSMengentext"/>
        <w:rPr>
          <w:rFonts w:ascii="Courier" w:hAnsi="Courier"/>
          <w:sz w:val="16"/>
        </w:rPr>
      </w:pPr>
      <w:r w:rsidRPr="007572FB">
        <w:rPr>
          <w:rFonts w:ascii="Courier" w:hAnsi="Courier"/>
          <w:sz w:val="16"/>
        </w:rPr>
        <w:t>flutter pub get</w:t>
      </w:r>
    </w:p>
    <w:p w14:paraId="2779ADA1" w14:textId="6EA4F597" w:rsidR="008274C6" w:rsidRPr="007572FB" w:rsidRDefault="008274C6" w:rsidP="007572FB">
      <w:pPr>
        <w:pStyle w:val="SuSAufzaehlunggegliedert"/>
        <w:rPr>
          <w:rFonts w:ascii="Courier" w:hAnsi="Courier"/>
          <w:sz w:val="16"/>
        </w:rPr>
      </w:pPr>
      <w:r w:rsidRPr="00967E7E">
        <w:rPr>
          <w:i/>
          <w:iCs/>
        </w:rPr>
        <w:t>`flutter build`</w:t>
      </w:r>
      <w:r w:rsidR="007572FB" w:rsidRPr="00967E7E">
        <w:rPr>
          <w:i/>
          <w:iCs/>
        </w:rPr>
        <w:t>:</w:t>
      </w:r>
      <w:r w:rsidR="007572FB">
        <w:t xml:space="preserve"> </w:t>
      </w:r>
      <w:r>
        <w:t>Erstellt eine lauffähige APK- oder iOS-App für die Veröffentlichung.</w:t>
      </w:r>
    </w:p>
    <w:p w14:paraId="2FABA07B" w14:textId="66385291" w:rsidR="007572FB" w:rsidRPr="007572FB" w:rsidRDefault="007572FB" w:rsidP="007572FB">
      <w:pPr>
        <w:pStyle w:val="SuSAufzaehlunggegliedert"/>
        <w:numPr>
          <w:ilvl w:val="0"/>
          <w:numId w:val="0"/>
        </w:numPr>
        <w:ind w:left="360"/>
        <w:rPr>
          <w:rFonts w:ascii="Courier" w:hAnsi="Courier"/>
          <w:sz w:val="16"/>
        </w:rPr>
      </w:pPr>
      <w:r w:rsidRPr="007572FB">
        <w:rPr>
          <w:rFonts w:ascii="Courier" w:hAnsi="Courier"/>
          <w:sz w:val="16"/>
        </w:rPr>
        <w:t>flutter build</w:t>
      </w:r>
    </w:p>
    <w:p w14:paraId="0206BB81" w14:textId="77777777" w:rsidR="008274C6" w:rsidRDefault="008274C6" w:rsidP="008274C6">
      <w:pPr>
        <w:pStyle w:val="SuSMengentext"/>
      </w:pPr>
    </w:p>
    <w:p w14:paraId="35936895" w14:textId="6B93DF90" w:rsidR="008274C6" w:rsidRDefault="007572FB" w:rsidP="007572FB">
      <w:pPr>
        <w:pStyle w:val="SuSMengentext"/>
      </w:pPr>
      <w:r>
        <w:t xml:space="preserve">Nach der Installation können wir direkt mit dem Erstellen eines ersten </w:t>
      </w:r>
      <w:r w:rsidR="008274C6">
        <w:t>Flutter-Projekts</w:t>
      </w:r>
      <w:r>
        <w:t xml:space="preserve"> beginnen. Das kann über die Kommandozeile erfolgen: </w:t>
      </w:r>
    </w:p>
    <w:p w14:paraId="0F63D4EF" w14:textId="77777777" w:rsidR="008274C6" w:rsidRPr="00FF32A6" w:rsidRDefault="008274C6" w:rsidP="007572FB">
      <w:pPr>
        <w:pStyle w:val="SuSQuellcode"/>
        <w:rPr>
          <w:lang w:val="de-DE"/>
        </w:rPr>
      </w:pPr>
      <w:r w:rsidRPr="00FF32A6">
        <w:rPr>
          <w:lang w:val="de-DE"/>
        </w:rPr>
        <w:t>flutter create my_first_app</w:t>
      </w:r>
    </w:p>
    <w:p w14:paraId="03EC83BC" w14:textId="77777777" w:rsidR="008274C6" w:rsidRPr="00FF32A6" w:rsidRDefault="008274C6" w:rsidP="007572FB">
      <w:pPr>
        <w:pStyle w:val="SuSQuellcode"/>
        <w:rPr>
          <w:lang w:val="de-DE"/>
        </w:rPr>
      </w:pPr>
      <w:r w:rsidRPr="00FF32A6">
        <w:rPr>
          <w:lang w:val="de-DE"/>
        </w:rPr>
        <w:t>cd my_first_app</w:t>
      </w:r>
    </w:p>
    <w:p w14:paraId="5E8FF0BC" w14:textId="6A0BFB15" w:rsidR="008274C6" w:rsidRDefault="007572FB" w:rsidP="007572FB">
      <w:pPr>
        <w:pStyle w:val="SuSMengentext"/>
      </w:pPr>
      <w:r>
        <w:t xml:space="preserve">Um das Projekt </w:t>
      </w:r>
      <w:r w:rsidR="008274C6">
        <w:t>im</w:t>
      </w:r>
      <w:r>
        <w:t xml:space="preserve"> Android-</w:t>
      </w:r>
      <w:r w:rsidR="008274C6">
        <w:t>Emulator</w:t>
      </w:r>
      <w:r w:rsidRPr="007572FB">
        <w:t xml:space="preserve"> </w:t>
      </w:r>
      <w:r>
        <w:t>oder iOS-Simulator</w:t>
      </w:r>
      <w:r w:rsidR="008274C6">
        <w:t xml:space="preserve"> aus</w:t>
      </w:r>
      <w:r>
        <w:t>zu</w:t>
      </w:r>
      <w:r w:rsidR="008274C6">
        <w:t>führen</w:t>
      </w:r>
      <w:r>
        <w:t xml:space="preserve"> muss dieser installiert und konfiguriert werden dann kann man die App von der Kommandozeile aus starten: </w:t>
      </w:r>
    </w:p>
    <w:p w14:paraId="24699EDF" w14:textId="3564CAE1" w:rsidR="008274C6" w:rsidRPr="00FF32A6" w:rsidRDefault="008274C6" w:rsidP="007572FB">
      <w:pPr>
        <w:pStyle w:val="SuSQuellcode"/>
        <w:rPr>
          <w:lang w:val="de-DE"/>
        </w:rPr>
      </w:pPr>
      <w:r w:rsidRPr="00FF32A6">
        <w:rPr>
          <w:lang w:val="de-DE"/>
        </w:rPr>
        <w:t xml:space="preserve">`flutter run` </w:t>
      </w:r>
    </w:p>
    <w:p w14:paraId="6730F92C" w14:textId="3B1AA445" w:rsidR="007572FB" w:rsidRDefault="007572FB" w:rsidP="008274C6">
      <w:pPr>
        <w:pStyle w:val="SuSMengentext"/>
      </w:pPr>
      <w:r>
        <w:t>Alternativ kann man die Ap</w:t>
      </w:r>
      <w:r w:rsidR="001E4747">
        <w:t>p</w:t>
      </w:r>
      <w:r>
        <w:t xml:space="preserve"> auch aus der Entwicklungsumgebung Android Studio bzw. Visual Studio Code heraus </w:t>
      </w:r>
      <w:r w:rsidR="00967E7E">
        <w:t xml:space="preserve">beispielsweise als Web-Anwendung im aktuellen Browser ausführen </w:t>
      </w:r>
      <w:r>
        <w:t xml:space="preserve"> (</w:t>
      </w:r>
      <w:r w:rsidRPr="007572FB">
        <w:rPr>
          <w:i/>
          <w:iCs/>
          <w:color w:val="FF0000"/>
        </w:rPr>
        <w:t>Abbildung 2</w:t>
      </w:r>
      <w:r>
        <w:t>)</w:t>
      </w:r>
    </w:p>
    <w:p w14:paraId="1F346880" w14:textId="77777777" w:rsidR="007572FB" w:rsidRDefault="007572FB" w:rsidP="008274C6">
      <w:pPr>
        <w:pStyle w:val="SuSMengentext"/>
      </w:pPr>
    </w:p>
    <w:p w14:paraId="4B1C2C36" w14:textId="50F79DA1" w:rsidR="007572FB" w:rsidRPr="000A2F8F" w:rsidRDefault="007572FB" w:rsidP="007572FB">
      <w:pPr>
        <w:pStyle w:val="SuSBilddateiname"/>
      </w:pPr>
      <w:r w:rsidRPr="001E4747">
        <w:t>Abbildung_2.png</w:t>
      </w:r>
    </w:p>
    <w:p w14:paraId="12D8E6A4" w14:textId="7390F3FA" w:rsidR="007572FB" w:rsidRPr="001E4747" w:rsidRDefault="007572FB" w:rsidP="007572FB">
      <w:pPr>
        <w:pStyle w:val="SuSBildTabellenunterschrift"/>
        <w:rPr>
          <w:lang w:val="en-GB"/>
        </w:rPr>
      </w:pPr>
      <w:r w:rsidRPr="001E4747">
        <w:rPr>
          <w:lang w:val="en-GB"/>
        </w:rPr>
        <w:t>Abbildung 2: Hello World App</w:t>
      </w:r>
      <w:r w:rsidR="001E4747" w:rsidRPr="001E4747">
        <w:rPr>
          <w:lang w:val="en-GB"/>
        </w:rPr>
        <w:t xml:space="preserve"> (W</w:t>
      </w:r>
      <w:r w:rsidR="001E4747">
        <w:rPr>
          <w:lang w:val="en-GB"/>
        </w:rPr>
        <w:t>eb-Browser).</w:t>
      </w:r>
    </w:p>
    <w:p w14:paraId="7D3129ED" w14:textId="77777777" w:rsidR="007572FB" w:rsidRPr="001E4747" w:rsidRDefault="007572FB" w:rsidP="008274C6">
      <w:pPr>
        <w:pStyle w:val="SuSMengentext"/>
        <w:rPr>
          <w:lang w:val="en-GB"/>
        </w:rPr>
      </w:pPr>
    </w:p>
    <w:p w14:paraId="321FDF8C" w14:textId="77777777" w:rsidR="00047DA7" w:rsidRPr="00F35CBC" w:rsidRDefault="007572FB" w:rsidP="00047DA7">
      <w:pPr>
        <w:pStyle w:val="SuSMengentext"/>
      </w:pPr>
      <w:r>
        <w:t xml:space="preserve">Untersuchen wir im Folgenden die </w:t>
      </w:r>
      <w:r w:rsidR="008274C6">
        <w:t>Projektstruktur</w:t>
      </w:r>
      <w:r>
        <w:t xml:space="preserve"> einer Flutter-App. </w:t>
      </w:r>
      <w:r w:rsidR="008274C6">
        <w:t>Nach dem Erstellen eines Flutter-</w:t>
      </w:r>
      <w:r w:rsidR="008274C6" w:rsidRPr="00F35CBC">
        <w:t xml:space="preserve">Projekts enthält der Projektordner verschiedene Verzeichnisse und Dateien:  </w:t>
      </w:r>
    </w:p>
    <w:p w14:paraId="5638E4DE" w14:textId="2BE684D3" w:rsidR="00047DA7" w:rsidRPr="00F35CBC" w:rsidRDefault="00047DA7" w:rsidP="00047DA7">
      <w:pPr>
        <w:pStyle w:val="SuSAufzaehlunggegliedert"/>
      </w:pPr>
      <w:r w:rsidRPr="009545C7">
        <w:rPr>
          <w:i/>
        </w:rPr>
        <w:t>my_first_app/:</w:t>
      </w:r>
      <w:r w:rsidRPr="00F35CBC">
        <w:t xml:space="preserve"> Hauptprojektordner</w:t>
      </w:r>
    </w:p>
    <w:p w14:paraId="2FD39666" w14:textId="02EE1570" w:rsidR="00047DA7" w:rsidRPr="00F35CBC" w:rsidRDefault="00047DA7" w:rsidP="00047DA7">
      <w:pPr>
        <w:pStyle w:val="SuSAufzaehlunggegliedert"/>
      </w:pPr>
      <w:r w:rsidRPr="009545C7">
        <w:rPr>
          <w:i/>
        </w:rPr>
        <w:t>android/:</w:t>
      </w:r>
      <w:r w:rsidRPr="00F35CBC">
        <w:t xml:space="preserve"> Native Android-Projektstruktur</w:t>
      </w:r>
    </w:p>
    <w:p w14:paraId="669B7598" w14:textId="77777777" w:rsidR="009514C3" w:rsidRPr="00F35CBC" w:rsidRDefault="00047DA7" w:rsidP="009514C3">
      <w:pPr>
        <w:pStyle w:val="SuSAufzaehlunggegliedert"/>
      </w:pPr>
      <w:r w:rsidRPr="009545C7">
        <w:rPr>
          <w:i/>
        </w:rPr>
        <w:t>ios</w:t>
      </w:r>
      <w:r w:rsidR="009514C3" w:rsidRPr="009545C7">
        <w:rPr>
          <w:i/>
        </w:rPr>
        <w:t>/:</w:t>
      </w:r>
      <w:r w:rsidR="009514C3" w:rsidRPr="00F35CBC">
        <w:t xml:space="preserve"> </w:t>
      </w:r>
      <w:r w:rsidRPr="00F35CBC">
        <w:t>Native iOS-Projektstruktur</w:t>
      </w:r>
    </w:p>
    <w:p w14:paraId="2DCAF821" w14:textId="77777777" w:rsidR="009514C3" w:rsidRPr="00F35CBC" w:rsidRDefault="00047DA7" w:rsidP="009514C3">
      <w:pPr>
        <w:pStyle w:val="SuSAufzaehlunggegliedert"/>
      </w:pPr>
      <w:r w:rsidRPr="009545C7">
        <w:rPr>
          <w:i/>
        </w:rPr>
        <w:t>lib/</w:t>
      </w:r>
      <w:r w:rsidR="009514C3" w:rsidRPr="009545C7">
        <w:rPr>
          <w:i/>
        </w:rPr>
        <w:t>:</w:t>
      </w:r>
      <w:r w:rsidR="009514C3" w:rsidRPr="00F35CBC">
        <w:t xml:space="preserve">  </w:t>
      </w:r>
      <w:r w:rsidRPr="00F35CBC">
        <w:t>Hauptverzeichnis für Dart-Code</w:t>
      </w:r>
    </w:p>
    <w:p w14:paraId="6A3CCB9A" w14:textId="77777777" w:rsidR="009514C3" w:rsidRPr="00F35CBC" w:rsidRDefault="00047DA7" w:rsidP="009514C3">
      <w:pPr>
        <w:pStyle w:val="SuSAufzaehlunggegliedert"/>
      </w:pPr>
      <w:r w:rsidRPr="009545C7">
        <w:rPr>
          <w:i/>
        </w:rPr>
        <w:t>main.dart</w:t>
      </w:r>
      <w:r w:rsidR="009514C3" w:rsidRPr="009545C7">
        <w:rPr>
          <w:i/>
        </w:rPr>
        <w:t>:</w:t>
      </w:r>
      <w:r w:rsidR="009514C3" w:rsidRPr="00F35CBC">
        <w:t xml:space="preserve"> </w:t>
      </w:r>
      <w:r w:rsidRPr="00F35CBC">
        <w:t>Einstiegspunkt der App</w:t>
      </w:r>
    </w:p>
    <w:p w14:paraId="7D05513D" w14:textId="77777777" w:rsidR="009514C3" w:rsidRPr="00F35CBC" w:rsidRDefault="009514C3" w:rsidP="009514C3">
      <w:pPr>
        <w:pStyle w:val="SuSAufzaehlunggegliedert"/>
      </w:pPr>
      <w:r w:rsidRPr="009545C7">
        <w:rPr>
          <w:i/>
        </w:rPr>
        <w:t>t</w:t>
      </w:r>
      <w:r w:rsidR="00047DA7" w:rsidRPr="009545C7">
        <w:rPr>
          <w:i/>
        </w:rPr>
        <w:t>est/</w:t>
      </w:r>
      <w:r w:rsidRPr="009545C7">
        <w:rPr>
          <w:i/>
        </w:rPr>
        <w:t>:</w:t>
      </w:r>
      <w:r w:rsidRPr="00F35CBC">
        <w:t xml:space="preserve"> </w:t>
      </w:r>
      <w:r w:rsidR="00047DA7" w:rsidRPr="00F35CBC">
        <w:t>Unit-Tests für die App</w:t>
      </w:r>
    </w:p>
    <w:p w14:paraId="4E2DD926" w14:textId="77777777" w:rsidR="009514C3" w:rsidRPr="00F35CBC" w:rsidRDefault="00047DA7" w:rsidP="009514C3">
      <w:pPr>
        <w:pStyle w:val="SuSAufzaehlunggegliedert"/>
      </w:pPr>
      <w:r w:rsidRPr="009545C7">
        <w:rPr>
          <w:i/>
        </w:rPr>
        <w:t>assets/</w:t>
      </w:r>
      <w:r w:rsidR="009514C3" w:rsidRPr="009545C7">
        <w:rPr>
          <w:i/>
        </w:rPr>
        <w:t>:</w:t>
      </w:r>
      <w:r w:rsidRPr="00F35CBC">
        <w:t xml:space="preserve"> Bilder, Schriftarten, etc.</w:t>
      </w:r>
    </w:p>
    <w:p w14:paraId="5B29790E" w14:textId="77777777" w:rsidR="009514C3" w:rsidRPr="00F35CBC" w:rsidRDefault="00047DA7" w:rsidP="009514C3">
      <w:pPr>
        <w:pStyle w:val="SuSAufzaehlunggegliedert"/>
      </w:pPr>
      <w:r w:rsidRPr="009545C7">
        <w:rPr>
          <w:i/>
        </w:rPr>
        <w:lastRenderedPageBreak/>
        <w:t>pubspec.yaml</w:t>
      </w:r>
      <w:r w:rsidR="009514C3" w:rsidRPr="009545C7">
        <w:rPr>
          <w:i/>
        </w:rPr>
        <w:t>:</w:t>
      </w:r>
      <w:r w:rsidR="009514C3" w:rsidRPr="00F35CBC">
        <w:t xml:space="preserve"> </w:t>
      </w:r>
      <w:r w:rsidRPr="00F35CBC">
        <w:t xml:space="preserve">Konfigurationsdatei für Abhängigkeiten </w:t>
      </w:r>
      <w:r w:rsidR="009514C3" w:rsidRPr="00F35CBC">
        <w:t>und</w:t>
      </w:r>
      <w:r w:rsidRPr="00F35CBC">
        <w:t xml:space="preserve"> Ressourcen</w:t>
      </w:r>
    </w:p>
    <w:p w14:paraId="1C76EEE7" w14:textId="27731B98" w:rsidR="00047DA7" w:rsidRPr="00F35CBC" w:rsidRDefault="00047DA7" w:rsidP="009514C3">
      <w:pPr>
        <w:pStyle w:val="SuSAufzaehlunggegliedert"/>
      </w:pPr>
      <w:r w:rsidRPr="009545C7">
        <w:rPr>
          <w:i/>
        </w:rPr>
        <w:t>README.md</w:t>
      </w:r>
      <w:r w:rsidR="009514C3" w:rsidRPr="00F35CBC">
        <w:t xml:space="preserve">: </w:t>
      </w:r>
      <w:r w:rsidRPr="00F35CBC">
        <w:t>Dokumentation zur App</w:t>
      </w:r>
      <w:r w:rsidR="009545C7">
        <w:t>.</w:t>
      </w:r>
    </w:p>
    <w:p w14:paraId="22B75FC9" w14:textId="77777777" w:rsidR="00047DA7" w:rsidRPr="00F35CBC" w:rsidRDefault="00047DA7" w:rsidP="009514C3">
      <w:pPr>
        <w:pStyle w:val="SuSMengentext"/>
        <w:ind w:firstLine="0"/>
      </w:pPr>
    </w:p>
    <w:p w14:paraId="5F151BA9" w14:textId="18EE1489" w:rsidR="00F35CBC" w:rsidRPr="00F35CBC" w:rsidRDefault="00047DA7" w:rsidP="00F35CBC">
      <w:pPr>
        <w:pStyle w:val="SuSMengentext"/>
      </w:pPr>
      <w:r w:rsidRPr="00F35CBC">
        <w:t xml:space="preserve">Der Einstiegspunkt einer Flutter-App ist die </w:t>
      </w:r>
      <w:r w:rsidRPr="00F35CBC">
        <w:rPr>
          <w:i/>
          <w:iCs/>
        </w:rPr>
        <w:t>main()</w:t>
      </w:r>
      <w:r w:rsidRPr="00F35CBC">
        <w:t xml:space="preserve">-Funktion, die in der Datei </w:t>
      </w:r>
      <w:r w:rsidRPr="00F35CBC">
        <w:rPr>
          <w:i/>
          <w:iCs/>
        </w:rPr>
        <w:t>lib/main.dart</w:t>
      </w:r>
      <w:r w:rsidRPr="00F35CBC">
        <w:t xml:space="preserve"> definiert ist. Diese Funktion dient als Ausgangspunkt für die Ausführung der Anwendung. Innerhalb der </w:t>
      </w:r>
      <w:r w:rsidRPr="00F35CBC">
        <w:rPr>
          <w:i/>
          <w:iCs/>
        </w:rPr>
        <w:t>main()-</w:t>
      </w:r>
      <w:r w:rsidRPr="00F35CBC">
        <w:t xml:space="preserve">Funktion wird in der Regel die </w:t>
      </w:r>
      <w:r w:rsidRPr="00F35CBC">
        <w:rPr>
          <w:i/>
          <w:iCs/>
        </w:rPr>
        <w:t>runApp()-</w:t>
      </w:r>
      <w:r w:rsidRPr="00F35CBC">
        <w:t xml:space="preserve">Funktion aufgerufen, die das Haupt-Widget der Anwendung in den Widget-Baum einfügt und die Ausführung der Flutter-App startet. </w:t>
      </w:r>
      <w:r w:rsidR="00F35CBC" w:rsidRPr="00F35CBC">
        <w:t xml:space="preserve">Ein </w:t>
      </w:r>
      <w:r w:rsidR="008274C6" w:rsidRPr="00F35CBC">
        <w:t>Beispiel für eine minimale Flutter-App</w:t>
      </w:r>
      <w:r w:rsidR="00E14A50">
        <w:t xml:space="preserve"> sieht wie folgt aus</w:t>
      </w:r>
      <w:r w:rsidR="00F35CBC" w:rsidRPr="00F35CBC">
        <w:t>:</w:t>
      </w:r>
    </w:p>
    <w:p w14:paraId="0FC069A3" w14:textId="035A81A2" w:rsidR="008274C6" w:rsidRPr="00FF32A6" w:rsidRDefault="008274C6" w:rsidP="00F35CBC">
      <w:pPr>
        <w:pStyle w:val="SuSQuellcode"/>
        <w:rPr>
          <w:lang w:val="de-DE"/>
        </w:rPr>
      </w:pPr>
      <w:r w:rsidRPr="00FF32A6">
        <w:rPr>
          <w:lang w:val="de-DE"/>
        </w:rPr>
        <w:t>import 'package:flutter/material.dart';</w:t>
      </w:r>
    </w:p>
    <w:p w14:paraId="63A154D3" w14:textId="77777777" w:rsidR="008274C6" w:rsidRPr="00047DA7" w:rsidRDefault="008274C6" w:rsidP="00F35CBC">
      <w:pPr>
        <w:pStyle w:val="SuSQuellcode"/>
      </w:pPr>
      <w:r w:rsidRPr="00047DA7">
        <w:t>void main() {</w:t>
      </w:r>
    </w:p>
    <w:p w14:paraId="3F400ED9" w14:textId="77777777" w:rsidR="008274C6" w:rsidRPr="00047DA7" w:rsidRDefault="008274C6" w:rsidP="00F35CBC">
      <w:pPr>
        <w:pStyle w:val="SuSQuellcode"/>
      </w:pPr>
      <w:r w:rsidRPr="00047DA7">
        <w:t xml:space="preserve">  runApp(MyApp());</w:t>
      </w:r>
    </w:p>
    <w:p w14:paraId="1DE02905" w14:textId="2165DFDD" w:rsidR="008274C6" w:rsidRPr="00047DA7" w:rsidRDefault="008274C6" w:rsidP="00F35CBC">
      <w:pPr>
        <w:pStyle w:val="SuSQuellcode"/>
      </w:pPr>
      <w:r w:rsidRPr="00047DA7">
        <w:t>}</w:t>
      </w:r>
    </w:p>
    <w:p w14:paraId="3B925BBD" w14:textId="77777777" w:rsidR="008274C6" w:rsidRPr="00047DA7" w:rsidRDefault="008274C6" w:rsidP="00F35CBC">
      <w:pPr>
        <w:pStyle w:val="SuSQuellcode"/>
      </w:pPr>
      <w:r w:rsidRPr="00047DA7">
        <w:t>class MyApp extends StatelessWidget {</w:t>
      </w:r>
    </w:p>
    <w:p w14:paraId="78D640F7" w14:textId="77777777" w:rsidR="008274C6" w:rsidRPr="00047DA7" w:rsidRDefault="008274C6" w:rsidP="00F35CBC">
      <w:pPr>
        <w:pStyle w:val="SuSQuellcode"/>
      </w:pPr>
      <w:r w:rsidRPr="00047DA7">
        <w:t xml:space="preserve">  @override</w:t>
      </w:r>
    </w:p>
    <w:p w14:paraId="4E8745BB" w14:textId="77777777" w:rsidR="008274C6" w:rsidRPr="00047DA7" w:rsidRDefault="008274C6" w:rsidP="00F35CBC">
      <w:pPr>
        <w:pStyle w:val="SuSQuellcode"/>
      </w:pPr>
      <w:r w:rsidRPr="00047DA7">
        <w:t xml:space="preserve">  Widget build(BuildContext context) {</w:t>
      </w:r>
    </w:p>
    <w:p w14:paraId="368AF678" w14:textId="77777777" w:rsidR="008274C6" w:rsidRPr="00047DA7" w:rsidRDefault="008274C6" w:rsidP="00F35CBC">
      <w:pPr>
        <w:pStyle w:val="SuSQuellcode"/>
      </w:pPr>
      <w:r w:rsidRPr="00047DA7">
        <w:t xml:space="preserve">    return MaterialApp(</w:t>
      </w:r>
    </w:p>
    <w:p w14:paraId="0C1E23C7" w14:textId="77777777" w:rsidR="008274C6" w:rsidRPr="00047DA7" w:rsidRDefault="008274C6" w:rsidP="00F35CBC">
      <w:pPr>
        <w:pStyle w:val="SuSQuellcode"/>
      </w:pPr>
      <w:r w:rsidRPr="00047DA7">
        <w:t xml:space="preserve">      home: Scaffold(</w:t>
      </w:r>
    </w:p>
    <w:p w14:paraId="7B4F3606" w14:textId="77777777" w:rsidR="008274C6" w:rsidRPr="00047DA7" w:rsidRDefault="008274C6" w:rsidP="00F35CBC">
      <w:pPr>
        <w:pStyle w:val="SuSQuellcode"/>
      </w:pPr>
      <w:r w:rsidRPr="00047DA7">
        <w:t xml:space="preserve">        appBar: AppBar(title: Text('Flutter App')),</w:t>
      </w:r>
    </w:p>
    <w:p w14:paraId="28D86EE1" w14:textId="77777777" w:rsidR="008274C6" w:rsidRPr="00047DA7" w:rsidRDefault="008274C6" w:rsidP="00F35CBC">
      <w:pPr>
        <w:pStyle w:val="SuSQuellcode"/>
      </w:pPr>
      <w:r w:rsidRPr="00047DA7">
        <w:t xml:space="preserve">        body: Center(child: Text('Hallo, Flutter!')),</w:t>
      </w:r>
    </w:p>
    <w:p w14:paraId="12227A65" w14:textId="77777777" w:rsidR="008274C6" w:rsidRPr="00FF32A6" w:rsidRDefault="008274C6" w:rsidP="00F35CBC">
      <w:pPr>
        <w:pStyle w:val="SuSQuellcode"/>
        <w:rPr>
          <w:lang w:val="de-DE"/>
        </w:rPr>
      </w:pPr>
      <w:r w:rsidRPr="00047DA7">
        <w:t xml:space="preserve">      </w:t>
      </w:r>
      <w:r w:rsidRPr="00FF32A6">
        <w:rPr>
          <w:lang w:val="de-DE"/>
        </w:rPr>
        <w:t>),</w:t>
      </w:r>
    </w:p>
    <w:p w14:paraId="4FBE2133" w14:textId="77777777" w:rsidR="008274C6" w:rsidRPr="00FF32A6" w:rsidRDefault="008274C6" w:rsidP="00F35CBC">
      <w:pPr>
        <w:pStyle w:val="SuSQuellcode"/>
        <w:rPr>
          <w:lang w:val="de-DE"/>
        </w:rPr>
      </w:pPr>
      <w:r w:rsidRPr="00FF32A6">
        <w:rPr>
          <w:lang w:val="de-DE"/>
        </w:rPr>
        <w:t xml:space="preserve">    );</w:t>
      </w:r>
    </w:p>
    <w:p w14:paraId="4C0C7752" w14:textId="77777777" w:rsidR="008274C6" w:rsidRPr="00FF32A6" w:rsidRDefault="008274C6" w:rsidP="00F35CBC">
      <w:pPr>
        <w:pStyle w:val="SuSQuellcode"/>
        <w:rPr>
          <w:lang w:val="de-DE"/>
        </w:rPr>
      </w:pPr>
      <w:r w:rsidRPr="00FF32A6">
        <w:rPr>
          <w:lang w:val="de-DE"/>
        </w:rPr>
        <w:t xml:space="preserve">  }</w:t>
      </w:r>
    </w:p>
    <w:p w14:paraId="154A5DCF" w14:textId="77777777" w:rsidR="008274C6" w:rsidRPr="00FF32A6" w:rsidRDefault="008274C6" w:rsidP="00F35CBC">
      <w:pPr>
        <w:pStyle w:val="SuSQuellcode"/>
        <w:rPr>
          <w:lang w:val="de-DE"/>
        </w:rPr>
      </w:pPr>
      <w:r w:rsidRPr="00FF32A6">
        <w:rPr>
          <w:lang w:val="de-DE"/>
        </w:rPr>
        <w:t>}</w:t>
      </w:r>
    </w:p>
    <w:p w14:paraId="4C65F4AB" w14:textId="32F8FBBD" w:rsidR="00F35CBC" w:rsidRPr="00F35CBC" w:rsidRDefault="00F35CBC" w:rsidP="00F35CBC">
      <w:pPr>
        <w:pStyle w:val="SuSMengentext"/>
      </w:pPr>
      <w:r w:rsidRPr="00F35CBC">
        <w:t>Sehen wir uns diese Zeilen des Quellcodes Schritt für Schritt an. Der  Code definiert eine einfache Flutter-App mit einer App-Leiste (</w:t>
      </w:r>
      <w:r w:rsidRPr="00F35CBC">
        <w:rPr>
          <w:i/>
          <w:iCs/>
        </w:rPr>
        <w:t>AppBar</w:t>
      </w:r>
      <w:r w:rsidRPr="00F35CBC">
        <w:t xml:space="preserve">) und einem zentrierten </w:t>
      </w:r>
      <w:r w:rsidRPr="00F35CBC">
        <w:rPr>
          <w:i/>
          <w:iCs/>
        </w:rPr>
        <w:t>Text</w:t>
      </w:r>
      <w:r w:rsidRPr="00F35CBC">
        <w:t xml:space="preserve"> („</w:t>
      </w:r>
      <w:r w:rsidRPr="00F35CBC">
        <w:rPr>
          <w:i/>
          <w:iCs/>
        </w:rPr>
        <w:t>Hallo, Flutter!</w:t>
      </w:r>
      <w:r w:rsidRPr="00F35CBC">
        <w:t xml:space="preserve">“). Die Anwendung basiert auf Material Design, dem User Interface-Framework von Google. </w:t>
      </w:r>
    </w:p>
    <w:p w14:paraId="7D859EB0" w14:textId="18545069" w:rsidR="00F35CBC" w:rsidRPr="00F35CBC" w:rsidRDefault="00F35CBC" w:rsidP="00F35CBC">
      <w:pPr>
        <w:pStyle w:val="SuSMengentext"/>
        <w:ind w:firstLine="0"/>
        <w:rPr>
          <w:b/>
          <w:bCs/>
          <w:lang w:val="en-GB"/>
        </w:rPr>
      </w:pPr>
      <w:r w:rsidRPr="00F35CBC">
        <w:rPr>
          <w:b/>
          <w:bCs/>
          <w:lang w:val="en-GB"/>
        </w:rPr>
        <w:t>Import der Flutter-Bibliothek</w:t>
      </w:r>
      <w:r w:rsidR="00584D09">
        <w:rPr>
          <w:b/>
          <w:bCs/>
          <w:lang w:val="en-GB"/>
        </w:rPr>
        <w:t>:</w:t>
      </w:r>
    </w:p>
    <w:p w14:paraId="0A25C3BF" w14:textId="77777777" w:rsidR="00F35CBC" w:rsidRPr="00F35CBC" w:rsidRDefault="00F35CBC" w:rsidP="00F35CBC">
      <w:pPr>
        <w:pStyle w:val="SuSQuellcode"/>
      </w:pPr>
      <w:r w:rsidRPr="00F35CBC">
        <w:t>import 'package:flutter/material.dart';</w:t>
      </w:r>
    </w:p>
    <w:p w14:paraId="309C6BBE" w14:textId="77777777" w:rsidR="00F35CBC" w:rsidRPr="00F35CBC" w:rsidRDefault="00F35CBC" w:rsidP="00F35CBC">
      <w:pPr>
        <w:pStyle w:val="SuSAufzaehlunggegliedert"/>
      </w:pPr>
      <w:r w:rsidRPr="00F35CBC">
        <w:t>Dies importiert die Material Design-Bibliothek von Flutter.</w:t>
      </w:r>
    </w:p>
    <w:p w14:paraId="05263F79" w14:textId="651EFDB3" w:rsidR="00F35CBC" w:rsidRPr="00F35CBC" w:rsidRDefault="00F35CBC" w:rsidP="00F35CBC">
      <w:pPr>
        <w:pStyle w:val="SuSAufzaehlunggegliedert"/>
      </w:pPr>
      <w:r w:rsidRPr="00F35CBC">
        <w:t>Diese Bibliothek enthält eine Vielzahl vorgefertigter Widgets für User Interface-Elemente wie Buttons, Texte, Layouts und vieles mehr.</w:t>
      </w:r>
    </w:p>
    <w:p w14:paraId="3E07BB53" w14:textId="187C873F" w:rsidR="00F35CBC" w:rsidRDefault="00F35CBC" w:rsidP="00F35CBC">
      <w:pPr>
        <w:pStyle w:val="SuSAufzaehlunggegliedert"/>
      </w:pPr>
      <w:r w:rsidRPr="00F35CBC">
        <w:t>Alle Flutter-Apps basieren auf Widgets aus diesem oder einem anderen User Interface-</w:t>
      </w:r>
      <w:r w:rsidR="00312F16">
        <w:t>F</w:t>
      </w:r>
      <w:r w:rsidRPr="00F35CBC">
        <w:t>ramework (Cupertino für iOS-Designs).</w:t>
      </w:r>
    </w:p>
    <w:p w14:paraId="4F49499E" w14:textId="70A22AE4" w:rsidR="00F35CBC" w:rsidRPr="00F35CBC" w:rsidRDefault="00F35CBC" w:rsidP="00F35CBC">
      <w:pPr>
        <w:pStyle w:val="SuSAufzaehlunggegliedert"/>
        <w:numPr>
          <w:ilvl w:val="0"/>
          <w:numId w:val="0"/>
        </w:numPr>
      </w:pPr>
      <w:r w:rsidRPr="00F35CBC">
        <w:rPr>
          <w:b/>
          <w:bCs/>
        </w:rPr>
        <w:t>Die main-Funktion – Einstiegspunkt der App</w:t>
      </w:r>
      <w:r w:rsidR="00584D09">
        <w:rPr>
          <w:b/>
          <w:bCs/>
        </w:rPr>
        <w:t>:</w:t>
      </w:r>
    </w:p>
    <w:p w14:paraId="499A08A4" w14:textId="77777777" w:rsidR="00F35CBC" w:rsidRPr="00F35CBC" w:rsidRDefault="00F35CBC" w:rsidP="00F35CBC">
      <w:pPr>
        <w:pStyle w:val="SuSQuellcode"/>
      </w:pPr>
      <w:r w:rsidRPr="00F35CBC">
        <w:t>void main() {</w:t>
      </w:r>
    </w:p>
    <w:p w14:paraId="354A580A" w14:textId="77777777" w:rsidR="00F35CBC" w:rsidRPr="00F35CBC" w:rsidRDefault="00F35CBC" w:rsidP="00F35CBC">
      <w:pPr>
        <w:pStyle w:val="SuSQuellcode"/>
      </w:pPr>
      <w:r w:rsidRPr="00F35CBC">
        <w:t xml:space="preserve">  runApp(MyApp());</w:t>
      </w:r>
    </w:p>
    <w:p w14:paraId="00205705" w14:textId="77777777" w:rsidR="00F35CBC" w:rsidRPr="00F35CBC" w:rsidRDefault="00F35CBC" w:rsidP="00F35CBC">
      <w:pPr>
        <w:pStyle w:val="SuSQuellcode"/>
      </w:pPr>
      <w:r w:rsidRPr="00F35CBC">
        <w:t>}</w:t>
      </w:r>
    </w:p>
    <w:p w14:paraId="2589F25A" w14:textId="77777777" w:rsidR="00F35CBC" w:rsidRPr="00F35CBC" w:rsidRDefault="00F35CBC" w:rsidP="00F35CBC">
      <w:pPr>
        <w:pStyle w:val="SuSAufzaehlunggegliedert"/>
      </w:pPr>
      <w:r w:rsidRPr="00F35CBC">
        <w:t>Dies ist der Einstiegspunkt jeder Dart- und Flutter-Anwendung.</w:t>
      </w:r>
    </w:p>
    <w:p w14:paraId="576CB5CD" w14:textId="77777777" w:rsidR="00F35CBC" w:rsidRPr="00F35CBC" w:rsidRDefault="00F35CBC" w:rsidP="00F35CBC">
      <w:pPr>
        <w:pStyle w:val="SuSAufzaehlunggegliedert"/>
      </w:pPr>
      <w:r w:rsidRPr="00F35CBC">
        <w:t xml:space="preserve">Die </w:t>
      </w:r>
      <w:r w:rsidRPr="00F35CBC">
        <w:rPr>
          <w:i/>
        </w:rPr>
        <w:t>main</w:t>
      </w:r>
      <w:r w:rsidRPr="00F35CBC">
        <w:t>-Funktion wird als Erstes ausgeführt, wenn die App startet.</w:t>
      </w:r>
    </w:p>
    <w:p w14:paraId="797FC17F" w14:textId="77777777" w:rsidR="00F35CBC" w:rsidRPr="00F35CBC" w:rsidRDefault="00F35CBC" w:rsidP="00F35CBC">
      <w:pPr>
        <w:pStyle w:val="SuSAufzaehlunggegliedert"/>
      </w:pPr>
      <w:r w:rsidRPr="00F35CBC">
        <w:t xml:space="preserve">Die Funktion </w:t>
      </w:r>
      <w:r w:rsidRPr="00F35CBC">
        <w:rPr>
          <w:i/>
          <w:iCs/>
        </w:rPr>
        <w:t>runApp()</w:t>
      </w:r>
      <w:r w:rsidRPr="00F35CBC">
        <w:t xml:space="preserve"> startet die Anwendung und übergibt das Haupt-Widget (</w:t>
      </w:r>
      <w:r w:rsidRPr="00F35CBC">
        <w:rPr>
          <w:i/>
          <w:iCs/>
        </w:rPr>
        <w:t>MyApp</w:t>
      </w:r>
      <w:r w:rsidRPr="00F35CBC">
        <w:t>).</w:t>
      </w:r>
    </w:p>
    <w:p w14:paraId="41924FB3" w14:textId="07844CB7" w:rsidR="00F35CBC" w:rsidRPr="00F35CBC" w:rsidRDefault="00F35CBC" w:rsidP="00F35CBC">
      <w:pPr>
        <w:pStyle w:val="SuSAufzaehlunggegliedert"/>
      </w:pPr>
      <w:r w:rsidRPr="00F35CBC">
        <w:rPr>
          <w:i/>
          <w:iCs/>
        </w:rPr>
        <w:t>MyApp</w:t>
      </w:r>
      <w:r w:rsidRPr="00F35CBC">
        <w:t xml:space="preserve"> ist das Haupt-Widget der App, das die gesamte Benutzeroberfläche definiert.</w:t>
      </w:r>
    </w:p>
    <w:p w14:paraId="38CD1A4A" w14:textId="77777777" w:rsidR="004236DD" w:rsidRPr="00FF32A6" w:rsidRDefault="004236DD" w:rsidP="004236DD">
      <w:pPr>
        <w:pStyle w:val="SuSMengentext"/>
        <w:ind w:firstLine="0"/>
        <w:rPr>
          <w:color w:val="FF0000"/>
        </w:rPr>
      </w:pPr>
    </w:p>
    <w:p w14:paraId="4F666165" w14:textId="759D8F0D" w:rsidR="00F35CBC" w:rsidRPr="004236DD" w:rsidRDefault="00F35CBC" w:rsidP="004236DD">
      <w:pPr>
        <w:pStyle w:val="SuSMengentext"/>
        <w:ind w:firstLine="0"/>
        <w:rPr>
          <w:b/>
          <w:bCs/>
        </w:rPr>
      </w:pPr>
      <w:r w:rsidRPr="004236DD">
        <w:rPr>
          <w:b/>
          <w:bCs/>
        </w:rPr>
        <w:t>Das Haupt-Widget MyApp (eine StatelessWidget-Klasse)</w:t>
      </w:r>
      <w:r w:rsidR="00584D09">
        <w:rPr>
          <w:b/>
          <w:bCs/>
        </w:rPr>
        <w:t>:</w:t>
      </w:r>
    </w:p>
    <w:p w14:paraId="25B33DF4" w14:textId="77777777" w:rsidR="00F35CBC" w:rsidRPr="00F35CBC" w:rsidRDefault="00F35CBC" w:rsidP="004236DD">
      <w:pPr>
        <w:pStyle w:val="SuSQuellcode"/>
      </w:pPr>
      <w:r w:rsidRPr="00F35CBC">
        <w:t>class MyApp extends StatelessWidget {</w:t>
      </w:r>
    </w:p>
    <w:p w14:paraId="685C8072" w14:textId="77777777" w:rsidR="00F35CBC" w:rsidRPr="00F35CBC" w:rsidRDefault="00F35CBC" w:rsidP="004236DD">
      <w:pPr>
        <w:pStyle w:val="SuSQuellcode"/>
      </w:pPr>
      <w:r w:rsidRPr="00F35CBC">
        <w:t xml:space="preserve">  @override</w:t>
      </w:r>
    </w:p>
    <w:p w14:paraId="3FB88834" w14:textId="77777777" w:rsidR="00F35CBC" w:rsidRPr="00F35CBC" w:rsidRDefault="00F35CBC" w:rsidP="004236DD">
      <w:pPr>
        <w:pStyle w:val="SuSQuellcode"/>
      </w:pPr>
      <w:r w:rsidRPr="00F35CBC">
        <w:lastRenderedPageBreak/>
        <w:t xml:space="preserve">  Widget build(BuildContext context) {</w:t>
      </w:r>
    </w:p>
    <w:p w14:paraId="254E1739" w14:textId="77777777" w:rsidR="00F35CBC" w:rsidRPr="00F35CBC" w:rsidRDefault="00F35CBC" w:rsidP="004236DD">
      <w:pPr>
        <w:pStyle w:val="SuSQuellcode"/>
      </w:pPr>
      <w:r w:rsidRPr="00F35CBC">
        <w:t xml:space="preserve">    return MaterialApp(</w:t>
      </w:r>
    </w:p>
    <w:p w14:paraId="3FDDA180" w14:textId="77777777" w:rsidR="00F35CBC" w:rsidRPr="00F35CBC" w:rsidRDefault="00F35CBC" w:rsidP="004236DD">
      <w:pPr>
        <w:pStyle w:val="SuSQuellcode"/>
      </w:pPr>
      <w:r w:rsidRPr="00F35CBC">
        <w:t xml:space="preserve">      home: Scaffold(</w:t>
      </w:r>
    </w:p>
    <w:p w14:paraId="34898364" w14:textId="77777777" w:rsidR="00F35CBC" w:rsidRPr="00F35CBC" w:rsidRDefault="00F35CBC" w:rsidP="004236DD">
      <w:pPr>
        <w:pStyle w:val="SuSQuellcode"/>
      </w:pPr>
      <w:r w:rsidRPr="00F35CBC">
        <w:t xml:space="preserve">        appBar: AppBar(title: Text('Flutter App')),</w:t>
      </w:r>
    </w:p>
    <w:p w14:paraId="1A826FA4" w14:textId="77777777" w:rsidR="00F35CBC" w:rsidRPr="00F35CBC" w:rsidRDefault="00F35CBC" w:rsidP="004236DD">
      <w:pPr>
        <w:pStyle w:val="SuSQuellcode"/>
      </w:pPr>
      <w:r w:rsidRPr="00F35CBC">
        <w:t xml:space="preserve">        body: Center(child: Text('Hallo, Flutter!')),</w:t>
      </w:r>
    </w:p>
    <w:p w14:paraId="1901B807" w14:textId="77777777" w:rsidR="00F35CBC" w:rsidRPr="00F35CBC" w:rsidRDefault="00F35CBC" w:rsidP="004236DD">
      <w:pPr>
        <w:pStyle w:val="SuSQuellcode"/>
      </w:pPr>
      <w:r w:rsidRPr="00F35CBC">
        <w:t xml:space="preserve">      ),</w:t>
      </w:r>
    </w:p>
    <w:p w14:paraId="71FDA906" w14:textId="77777777" w:rsidR="00F35CBC" w:rsidRPr="00F35CBC" w:rsidRDefault="00F35CBC" w:rsidP="004236DD">
      <w:pPr>
        <w:pStyle w:val="SuSQuellcode"/>
      </w:pPr>
      <w:r w:rsidRPr="00F35CBC">
        <w:t xml:space="preserve">    );</w:t>
      </w:r>
    </w:p>
    <w:p w14:paraId="2B4A4C22" w14:textId="77777777" w:rsidR="00F35CBC" w:rsidRPr="00F35CBC" w:rsidRDefault="00F35CBC" w:rsidP="004236DD">
      <w:pPr>
        <w:pStyle w:val="SuSQuellcode"/>
      </w:pPr>
      <w:r w:rsidRPr="00F35CBC">
        <w:t xml:space="preserve">  }</w:t>
      </w:r>
    </w:p>
    <w:p w14:paraId="514C45BC" w14:textId="77777777" w:rsidR="004236DD" w:rsidRDefault="00F35CBC" w:rsidP="004236DD">
      <w:pPr>
        <w:pStyle w:val="SuSQuellcode"/>
      </w:pPr>
      <w:r w:rsidRPr="00F35CBC">
        <w:t>}</w:t>
      </w:r>
    </w:p>
    <w:p w14:paraId="19109DA9" w14:textId="77777777" w:rsidR="004236DD" w:rsidRPr="004236DD" w:rsidRDefault="00F35CBC" w:rsidP="004236DD">
      <w:pPr>
        <w:pStyle w:val="SuSAufzaehlunggegliedert"/>
      </w:pPr>
      <w:r w:rsidRPr="004236DD">
        <w:rPr>
          <w:i/>
          <w:iCs/>
        </w:rPr>
        <w:t>MyApp</w:t>
      </w:r>
      <w:r w:rsidRPr="00F35CBC">
        <w:t xml:space="preserve"> ist ein </w:t>
      </w:r>
      <w:r w:rsidRPr="004236DD">
        <w:rPr>
          <w:i/>
          <w:iCs/>
        </w:rPr>
        <w:t>Stateless Widget</w:t>
      </w:r>
      <w:r w:rsidRPr="00F35CBC">
        <w:t xml:space="preserve"> (unveränderliches Widget)</w:t>
      </w:r>
      <w:r w:rsidRPr="004236DD">
        <w:t>.</w:t>
      </w:r>
    </w:p>
    <w:p w14:paraId="6F11C510" w14:textId="77777777" w:rsidR="004236DD" w:rsidRPr="004236DD" w:rsidRDefault="00F35CBC" w:rsidP="004236DD">
      <w:pPr>
        <w:pStyle w:val="SuSAufzaehlunggegliedert"/>
      </w:pPr>
      <w:r w:rsidRPr="004236DD">
        <w:t xml:space="preserve">Es erbt von </w:t>
      </w:r>
      <w:r w:rsidRPr="004236DD">
        <w:rPr>
          <w:i/>
          <w:iCs/>
        </w:rPr>
        <w:t>StatelessWidget</w:t>
      </w:r>
      <w:r w:rsidRPr="004236DD">
        <w:t>, was bedeutet, dass es keinen internen Zustand hat.</w:t>
      </w:r>
    </w:p>
    <w:p w14:paraId="0817DC86" w14:textId="705150A5" w:rsidR="00584D09" w:rsidRPr="00A41572" w:rsidRDefault="00F35CBC" w:rsidP="00A41572">
      <w:pPr>
        <w:pStyle w:val="SuSAufzaehlunggegliedert"/>
      </w:pPr>
      <w:r w:rsidRPr="004236DD">
        <w:rPr>
          <w:i/>
          <w:iCs/>
        </w:rPr>
        <w:t>@override</w:t>
      </w:r>
      <w:r w:rsidR="004236DD" w:rsidRPr="004236DD">
        <w:t xml:space="preserve">: </w:t>
      </w:r>
      <w:r w:rsidRPr="00F35CBC">
        <w:t xml:space="preserve">Überschreibt die Methode </w:t>
      </w:r>
      <w:r w:rsidRPr="00F35CBC">
        <w:rPr>
          <w:i/>
          <w:iCs/>
        </w:rPr>
        <w:t>build(),</w:t>
      </w:r>
      <w:r w:rsidRPr="00F35CBC">
        <w:t xml:space="preserve"> </w:t>
      </w:r>
      <w:r w:rsidR="00312F16">
        <w:t xml:space="preserve">welche das </w:t>
      </w:r>
      <w:r w:rsidRPr="00F35CBC">
        <w:t>U</w:t>
      </w:r>
      <w:r w:rsidR="00584D09">
        <w:t>ser Interface</w:t>
      </w:r>
      <w:r w:rsidRPr="00F35CBC">
        <w:t xml:space="preserve"> des Widgets definiert.</w:t>
      </w:r>
    </w:p>
    <w:p w14:paraId="67956043" w14:textId="1673B98E" w:rsidR="00F35CBC" w:rsidRPr="00F35CBC" w:rsidRDefault="00F35CBC" w:rsidP="00584D09">
      <w:pPr>
        <w:pStyle w:val="SuSMengentext"/>
        <w:ind w:firstLine="0"/>
        <w:rPr>
          <w:b/>
          <w:bCs/>
          <w:lang w:val="en-GB"/>
        </w:rPr>
      </w:pPr>
      <w:r w:rsidRPr="00F35CBC">
        <w:rPr>
          <w:b/>
          <w:bCs/>
          <w:lang w:val="en-GB"/>
        </w:rPr>
        <w:t>Das build-Methoden-Widget</w:t>
      </w:r>
      <w:r w:rsidR="00584D09" w:rsidRPr="00584D09">
        <w:rPr>
          <w:b/>
          <w:bCs/>
          <w:lang w:val="en-GB"/>
        </w:rPr>
        <w:t>:</w:t>
      </w:r>
    </w:p>
    <w:p w14:paraId="689ACE38" w14:textId="77777777" w:rsidR="00F35CBC" w:rsidRPr="00F35CBC" w:rsidRDefault="00F35CBC" w:rsidP="00584D09">
      <w:pPr>
        <w:pStyle w:val="SuSQuellcode"/>
      </w:pPr>
      <w:r w:rsidRPr="00F35CBC">
        <w:t>@override</w:t>
      </w:r>
    </w:p>
    <w:p w14:paraId="15E6190E" w14:textId="77777777" w:rsidR="00F35CBC" w:rsidRPr="00F35CBC" w:rsidRDefault="00F35CBC" w:rsidP="00584D09">
      <w:pPr>
        <w:pStyle w:val="SuSQuellcode"/>
      </w:pPr>
      <w:r w:rsidRPr="00F35CBC">
        <w:t>Widget build(BuildContext context) {</w:t>
      </w:r>
    </w:p>
    <w:p w14:paraId="375BF857" w14:textId="77777777" w:rsidR="00F35CBC" w:rsidRPr="00F35CBC" w:rsidRDefault="00F35CBC" w:rsidP="00584D09">
      <w:pPr>
        <w:pStyle w:val="SuSQuellcode"/>
      </w:pPr>
      <w:r w:rsidRPr="00F35CBC">
        <w:t xml:space="preserve">  return MaterialApp(</w:t>
      </w:r>
    </w:p>
    <w:p w14:paraId="5E52FBAB" w14:textId="77777777" w:rsidR="00F35CBC" w:rsidRPr="00F35CBC" w:rsidRDefault="00F35CBC" w:rsidP="00584D09">
      <w:pPr>
        <w:pStyle w:val="SuSQuellcode"/>
      </w:pPr>
      <w:r w:rsidRPr="00F35CBC">
        <w:t xml:space="preserve">    home: Scaffold(</w:t>
      </w:r>
    </w:p>
    <w:p w14:paraId="308DB5B3" w14:textId="77777777" w:rsidR="00F35CBC" w:rsidRPr="00F35CBC" w:rsidRDefault="00F35CBC" w:rsidP="00584D09">
      <w:pPr>
        <w:pStyle w:val="SuSQuellcode"/>
      </w:pPr>
      <w:r w:rsidRPr="00F35CBC">
        <w:t xml:space="preserve">      appBar: AppBar(title: Text('Flutter App')),</w:t>
      </w:r>
    </w:p>
    <w:p w14:paraId="4780610E" w14:textId="77777777" w:rsidR="00F35CBC" w:rsidRPr="00F35CBC" w:rsidRDefault="00F35CBC" w:rsidP="00584D09">
      <w:pPr>
        <w:pStyle w:val="SuSQuellcode"/>
      </w:pPr>
      <w:r w:rsidRPr="00F35CBC">
        <w:t xml:space="preserve">      body: Center(child: Text('Hallo, Flutter!')),</w:t>
      </w:r>
    </w:p>
    <w:p w14:paraId="23182570" w14:textId="77777777" w:rsidR="00F35CBC" w:rsidRPr="00F35CBC" w:rsidRDefault="00F35CBC" w:rsidP="00584D09">
      <w:pPr>
        <w:pStyle w:val="SuSQuellcode"/>
        <w:rPr>
          <w:lang w:val="de-DE"/>
        </w:rPr>
      </w:pPr>
      <w:r w:rsidRPr="00F35CBC">
        <w:t xml:space="preserve">    </w:t>
      </w:r>
      <w:r w:rsidRPr="00F35CBC">
        <w:rPr>
          <w:lang w:val="de-DE"/>
        </w:rPr>
        <w:t>),</w:t>
      </w:r>
    </w:p>
    <w:p w14:paraId="7060FADF" w14:textId="77777777" w:rsidR="00F35CBC" w:rsidRPr="00F35CBC" w:rsidRDefault="00F35CBC" w:rsidP="00584D09">
      <w:pPr>
        <w:pStyle w:val="SuSQuellcode"/>
        <w:rPr>
          <w:lang w:val="de-DE"/>
        </w:rPr>
      </w:pPr>
      <w:r w:rsidRPr="00F35CBC">
        <w:rPr>
          <w:lang w:val="de-DE"/>
        </w:rPr>
        <w:t xml:space="preserve">  );</w:t>
      </w:r>
    </w:p>
    <w:p w14:paraId="1CFC4342" w14:textId="77777777" w:rsidR="00584D09" w:rsidRDefault="00F35CBC" w:rsidP="00584D09">
      <w:pPr>
        <w:pStyle w:val="SuSQuellcode"/>
        <w:rPr>
          <w:lang w:val="de-DE"/>
        </w:rPr>
      </w:pPr>
      <w:r w:rsidRPr="00F35CBC">
        <w:rPr>
          <w:lang w:val="de-DE"/>
        </w:rPr>
        <w:t>}</w:t>
      </w:r>
    </w:p>
    <w:p w14:paraId="0E64142C" w14:textId="77777777" w:rsidR="00584D09" w:rsidRPr="00584D09" w:rsidRDefault="00F35CBC" w:rsidP="00584D09">
      <w:pPr>
        <w:pStyle w:val="SuSAufzaehlunggegliedert"/>
      </w:pPr>
      <w:r w:rsidRPr="00584D09">
        <w:t xml:space="preserve">Diese Methode wird von Flutter aufgerufen, um das </w:t>
      </w:r>
      <w:r w:rsidR="00584D09" w:rsidRPr="00584D09">
        <w:t>User Interface</w:t>
      </w:r>
      <w:r w:rsidRPr="00584D09">
        <w:t>-Layout der App zu erstellen.</w:t>
      </w:r>
    </w:p>
    <w:p w14:paraId="363480F8" w14:textId="4FE56A9B" w:rsidR="00F35CBC" w:rsidRPr="00A41572" w:rsidRDefault="00F35CBC" w:rsidP="00A41572">
      <w:pPr>
        <w:pStyle w:val="SuSAufzaehlunggegliedert"/>
      </w:pPr>
      <w:r w:rsidRPr="00584D09">
        <w:t>Sie gibt ein Widget zurück, das die Struktur der App definiert.</w:t>
      </w:r>
    </w:p>
    <w:p w14:paraId="174484FC" w14:textId="2C8C7705" w:rsidR="00F35CBC" w:rsidRPr="00F35CBC" w:rsidRDefault="00F35CBC" w:rsidP="00584D09">
      <w:pPr>
        <w:pStyle w:val="SuSMengentext"/>
        <w:ind w:firstLine="0"/>
        <w:rPr>
          <w:b/>
          <w:bCs/>
          <w:lang w:val="en-GB"/>
        </w:rPr>
      </w:pPr>
      <w:r w:rsidRPr="00F35CBC">
        <w:rPr>
          <w:b/>
          <w:bCs/>
          <w:lang w:val="en-GB"/>
        </w:rPr>
        <w:t>Das MaterialApp-Widget</w:t>
      </w:r>
      <w:r w:rsidR="00584D09" w:rsidRPr="00584D09">
        <w:rPr>
          <w:b/>
          <w:bCs/>
          <w:lang w:val="en-GB"/>
        </w:rPr>
        <w:t>:</w:t>
      </w:r>
    </w:p>
    <w:p w14:paraId="3AAE77B0" w14:textId="77777777" w:rsidR="00F35CBC" w:rsidRPr="00584D09" w:rsidRDefault="00F35CBC" w:rsidP="00584D09">
      <w:pPr>
        <w:pStyle w:val="SuSQuellcode"/>
      </w:pPr>
      <w:r w:rsidRPr="00584D09">
        <w:t>return MaterialApp(</w:t>
      </w:r>
    </w:p>
    <w:p w14:paraId="3CBB75C5" w14:textId="77777777" w:rsidR="00584D09" w:rsidRPr="00584D09" w:rsidRDefault="00F35CBC" w:rsidP="00584D09">
      <w:pPr>
        <w:pStyle w:val="SuSQuellcode"/>
      </w:pPr>
      <w:r w:rsidRPr="00584D09">
        <w:t xml:space="preserve">  home: Scaffold(</w:t>
      </w:r>
    </w:p>
    <w:p w14:paraId="09A11E96" w14:textId="77777777" w:rsidR="00584D09" w:rsidRPr="00584D09" w:rsidRDefault="00F35CBC" w:rsidP="00584D09">
      <w:pPr>
        <w:pStyle w:val="SuSAufzaehlunggegliedert"/>
      </w:pPr>
      <w:r w:rsidRPr="00584D09">
        <w:rPr>
          <w:i/>
          <w:iCs/>
        </w:rPr>
        <w:t>MaterialApp</w:t>
      </w:r>
      <w:r w:rsidR="00584D09" w:rsidRPr="00584D09">
        <w:rPr>
          <w:i/>
          <w:iCs/>
        </w:rPr>
        <w:t>:</w:t>
      </w:r>
      <w:r w:rsidR="00584D09" w:rsidRPr="00584D09">
        <w:t xml:space="preserve"> </w:t>
      </w:r>
      <w:r w:rsidRPr="00584D09">
        <w:t>Dies ist das Haupt-Widget für jede Flutter-App, die das Material-Design-Framework verwendet.</w:t>
      </w:r>
    </w:p>
    <w:p w14:paraId="3CC22762" w14:textId="77777777" w:rsidR="00584D09" w:rsidRPr="00584D09" w:rsidRDefault="00F35CBC" w:rsidP="00584D09">
      <w:pPr>
        <w:pStyle w:val="SuSAufzaehlunggegliedert"/>
      </w:pPr>
      <w:r w:rsidRPr="00584D09">
        <w:t xml:space="preserve">Es stellt grundlegende </w:t>
      </w:r>
      <w:r w:rsidR="00584D09" w:rsidRPr="00F35CBC">
        <w:t>U</w:t>
      </w:r>
      <w:r w:rsidR="00584D09" w:rsidRPr="00584D09">
        <w:t>ser Interface</w:t>
      </w:r>
      <w:r w:rsidRPr="00584D09">
        <w:t>-Funktionen bereit, wie Navigation, Themes und Lokalisierung.</w:t>
      </w:r>
    </w:p>
    <w:p w14:paraId="05782B14" w14:textId="07DAB13B" w:rsidR="00584D09" w:rsidRDefault="00F35CBC" w:rsidP="00A41572">
      <w:pPr>
        <w:pStyle w:val="SuSAufzaehlunggegliedert"/>
      </w:pPr>
      <w:r w:rsidRPr="00584D09">
        <w:t xml:space="preserve">Das </w:t>
      </w:r>
      <w:r w:rsidRPr="00584D09">
        <w:rPr>
          <w:i/>
          <w:iCs/>
        </w:rPr>
        <w:t>home</w:t>
      </w:r>
      <w:r w:rsidRPr="00584D09">
        <w:t xml:space="preserve">-Attribut gibt das Haupt-Widget der App an (hier </w:t>
      </w:r>
      <w:r w:rsidRPr="00312F16">
        <w:rPr>
          <w:i/>
          <w:iCs/>
        </w:rPr>
        <w:t>Scaffold</w:t>
      </w:r>
      <w:r w:rsidRPr="00584D09">
        <w:t>).</w:t>
      </w:r>
    </w:p>
    <w:p w14:paraId="06EB471C" w14:textId="2509D68A" w:rsidR="00F35CBC" w:rsidRPr="00584D09" w:rsidRDefault="00F35CBC" w:rsidP="00584D09">
      <w:pPr>
        <w:pStyle w:val="SuSAufzaehlunggegliedert"/>
        <w:numPr>
          <w:ilvl w:val="0"/>
          <w:numId w:val="0"/>
        </w:numPr>
        <w:rPr>
          <w:b/>
          <w:bCs/>
        </w:rPr>
      </w:pPr>
      <w:r w:rsidRPr="00584D09">
        <w:rPr>
          <w:b/>
          <w:bCs/>
        </w:rPr>
        <w:t>Das Scaffold-Widget – Das Grundgerüst der App</w:t>
      </w:r>
    </w:p>
    <w:p w14:paraId="0B13AE67" w14:textId="77777777" w:rsidR="00F35CBC" w:rsidRPr="00F35CBC" w:rsidRDefault="00F35CBC" w:rsidP="00584D09">
      <w:pPr>
        <w:pStyle w:val="SuSQuellcode"/>
      </w:pPr>
      <w:r w:rsidRPr="00F35CBC">
        <w:t>Scaffold(</w:t>
      </w:r>
    </w:p>
    <w:p w14:paraId="0D1665DC" w14:textId="77777777" w:rsidR="00F35CBC" w:rsidRPr="00F35CBC" w:rsidRDefault="00F35CBC" w:rsidP="00584D09">
      <w:pPr>
        <w:pStyle w:val="SuSQuellcode"/>
      </w:pPr>
      <w:r w:rsidRPr="00F35CBC">
        <w:t xml:space="preserve">  appBar: AppBar(title: Text('Flutter App')),</w:t>
      </w:r>
    </w:p>
    <w:p w14:paraId="2F4E647E" w14:textId="77777777" w:rsidR="00F35CBC" w:rsidRPr="00F35CBC" w:rsidRDefault="00F35CBC" w:rsidP="00584D09">
      <w:pPr>
        <w:pStyle w:val="SuSQuellcode"/>
      </w:pPr>
      <w:r w:rsidRPr="00F35CBC">
        <w:t xml:space="preserve">  body: Center(child: Text('Hallo, Flutter!')),</w:t>
      </w:r>
    </w:p>
    <w:p w14:paraId="11105B20" w14:textId="77777777" w:rsidR="00584D09" w:rsidRDefault="00F35CBC" w:rsidP="00584D09">
      <w:pPr>
        <w:pStyle w:val="SuSQuellcode"/>
      </w:pPr>
      <w:r w:rsidRPr="00F35CBC">
        <w:t>),</w:t>
      </w:r>
    </w:p>
    <w:p w14:paraId="397BDF7B" w14:textId="77777777" w:rsidR="00584D09" w:rsidRPr="00584D09" w:rsidRDefault="00F35CBC" w:rsidP="00584D09">
      <w:pPr>
        <w:pStyle w:val="SuSAufzaehlunggegliedert"/>
      </w:pPr>
      <w:r w:rsidRPr="00584D09">
        <w:rPr>
          <w:i/>
          <w:iCs/>
        </w:rPr>
        <w:t>Scaffold</w:t>
      </w:r>
      <w:r w:rsidR="00584D09" w:rsidRPr="00584D09">
        <w:t xml:space="preserve">: </w:t>
      </w:r>
      <w:r w:rsidRPr="00584D09">
        <w:t>Stellt das Grundgerüst der App bereit</w:t>
      </w:r>
      <w:r w:rsidR="00584D09" w:rsidRPr="00584D09">
        <w:t>; e</w:t>
      </w:r>
      <w:r w:rsidRPr="00584D09">
        <w:t>nthält typische Layout-Elemente wie die App-Leiste (</w:t>
      </w:r>
      <w:r w:rsidRPr="00584D09">
        <w:rPr>
          <w:i/>
          <w:iCs/>
        </w:rPr>
        <w:t>AppBar</w:t>
      </w:r>
      <w:r w:rsidRPr="00584D09">
        <w:t>) und den Body-Bereich.</w:t>
      </w:r>
    </w:p>
    <w:p w14:paraId="4F230B21" w14:textId="77777777" w:rsidR="00584D09" w:rsidRPr="00584D09" w:rsidRDefault="00F35CBC" w:rsidP="00584D09">
      <w:pPr>
        <w:pStyle w:val="SuSAufzaehlunggegliedert"/>
      </w:pPr>
      <w:r w:rsidRPr="00584D09">
        <w:rPr>
          <w:i/>
          <w:iCs/>
        </w:rPr>
        <w:t>appBar</w:t>
      </w:r>
      <w:r w:rsidRPr="00584D09">
        <w:t xml:space="preserve">: </w:t>
      </w:r>
      <w:r w:rsidRPr="00584D09">
        <w:rPr>
          <w:i/>
          <w:iCs/>
        </w:rPr>
        <w:t>AppBar(title: Text('Flutter App'))</w:t>
      </w:r>
      <w:r w:rsidR="00584D09" w:rsidRPr="00584D09">
        <w:rPr>
          <w:i/>
          <w:iCs/>
        </w:rPr>
        <w:t xml:space="preserve">: </w:t>
      </w:r>
      <w:r w:rsidRPr="00F35CBC">
        <w:t>Erstellt eine App-Leiste mit dem Titel "</w:t>
      </w:r>
      <w:r w:rsidRPr="00312F16">
        <w:rPr>
          <w:i/>
          <w:iCs/>
        </w:rPr>
        <w:t>Flutter App</w:t>
      </w:r>
      <w:r w:rsidRPr="00F35CBC">
        <w:t>"</w:t>
      </w:r>
      <w:r w:rsidR="00584D09" w:rsidRPr="00584D09">
        <w:t xml:space="preserve">; </w:t>
      </w:r>
      <w:r w:rsidRPr="00584D09">
        <w:rPr>
          <w:i/>
          <w:iCs/>
        </w:rPr>
        <w:t>AppBar</w:t>
      </w:r>
      <w:r w:rsidRPr="00584D09">
        <w:t xml:space="preserve"> ist ein vordefiniertes Widget, das eine Titelleiste im Material-Design-Stil anzeigt.</w:t>
      </w:r>
    </w:p>
    <w:p w14:paraId="69A59427" w14:textId="68C9B5CE" w:rsidR="00F35CBC" w:rsidRPr="00584D09" w:rsidRDefault="00F35CBC" w:rsidP="00584D09">
      <w:pPr>
        <w:pStyle w:val="SuSAufzaehlunggegliedert"/>
      </w:pPr>
      <w:r w:rsidRPr="00584D09">
        <w:rPr>
          <w:i/>
          <w:iCs/>
        </w:rPr>
        <w:t>body: Center(child: Text('Hallo, Flutter!'))</w:t>
      </w:r>
      <w:r w:rsidR="00584D09" w:rsidRPr="00584D09">
        <w:rPr>
          <w:i/>
          <w:iCs/>
        </w:rPr>
        <w:t xml:space="preserve">: </w:t>
      </w:r>
      <w:r w:rsidRPr="00F35CBC">
        <w:t>Definiert den Hauptinhalt der App</w:t>
      </w:r>
      <w:r w:rsidR="00584D09" w:rsidRPr="00584D09">
        <w:t xml:space="preserve">; </w:t>
      </w:r>
      <w:r w:rsidRPr="00F35CBC">
        <w:rPr>
          <w:i/>
          <w:iCs/>
        </w:rPr>
        <w:t>Center</w:t>
      </w:r>
      <w:r w:rsidRPr="00F35CBC">
        <w:t xml:space="preserve"> ist ein Layout-Widget, das den enthaltenen Inhalt in der Mitte des Bildschirms platziert.</w:t>
      </w:r>
      <w:r w:rsidR="00584D09" w:rsidRPr="00584D09">
        <w:t xml:space="preserve"> </w:t>
      </w:r>
      <w:r w:rsidRPr="00584D09">
        <w:rPr>
          <w:i/>
          <w:iCs/>
        </w:rPr>
        <w:t>Text('Hallo, Flutter!')</w:t>
      </w:r>
      <w:r w:rsidRPr="00584D09">
        <w:t xml:space="preserve"> zeigt eine einfache Textnachricht in der Mitte des Bildschirms an.</w:t>
      </w:r>
    </w:p>
    <w:p w14:paraId="103196C1" w14:textId="5B3900A6" w:rsidR="00F35CBC" w:rsidRPr="00FF32A6" w:rsidRDefault="00F35CBC" w:rsidP="00F35CBC">
      <w:pPr>
        <w:pStyle w:val="SuSMengentext"/>
        <w:rPr>
          <w:color w:val="FF0000"/>
        </w:rPr>
      </w:pPr>
    </w:p>
    <w:p w14:paraId="05E6DF0C" w14:textId="2BAAA545" w:rsidR="00167719" w:rsidRPr="00F35CBC" w:rsidRDefault="00F35CBC" w:rsidP="00167719">
      <w:pPr>
        <w:pStyle w:val="SuSMengentext"/>
      </w:pPr>
      <w:r w:rsidRPr="00F35CBC">
        <w:lastRenderedPageBreak/>
        <w:t>Dieser Code erstellt eine minimale Flutter-App mit folgenden Elementen:</w:t>
      </w:r>
      <w:r w:rsidR="00167719">
        <w:t xml:space="preserve"> </w:t>
      </w:r>
      <w:r w:rsidRPr="00F35CBC">
        <w:rPr>
          <w:i/>
          <w:iCs/>
        </w:rPr>
        <w:t>MaterialApp</w:t>
      </w:r>
      <w:r w:rsidRPr="00F35CBC">
        <w:t xml:space="preserve"> </w:t>
      </w:r>
      <w:r w:rsidR="00167719">
        <w:t>(</w:t>
      </w:r>
      <w:r w:rsidRPr="00F35CBC">
        <w:t>als Container für die gesamte Anwendung</w:t>
      </w:r>
      <w:r w:rsidR="00167719">
        <w:t xml:space="preserve">); </w:t>
      </w:r>
      <w:r w:rsidRPr="00F35CBC">
        <w:rPr>
          <w:i/>
        </w:rPr>
        <w:t>Scaffold</w:t>
      </w:r>
      <w:r w:rsidRPr="00F35CBC">
        <w:t xml:space="preserve"> </w:t>
      </w:r>
      <w:r w:rsidR="00167719">
        <w:t>(</w:t>
      </w:r>
      <w:r w:rsidRPr="00F35CBC">
        <w:t>als Grundstruktur der Benutzeroberfläche</w:t>
      </w:r>
      <w:r w:rsidR="00167719">
        <w:t xml:space="preserve">); </w:t>
      </w:r>
      <w:r w:rsidRPr="00F35CBC">
        <w:t xml:space="preserve">AppBar </w:t>
      </w:r>
      <w:r w:rsidR="00167719">
        <w:t>(</w:t>
      </w:r>
      <w:r w:rsidRPr="00F35CBC">
        <w:t>für die obere Titelleiste mit "</w:t>
      </w:r>
      <w:r w:rsidRPr="00F35CBC">
        <w:rPr>
          <w:i/>
          <w:iCs/>
        </w:rPr>
        <w:t>Flutter App</w:t>
      </w:r>
      <w:r w:rsidRPr="00F35CBC">
        <w:t>"</w:t>
      </w:r>
      <w:r w:rsidR="00167719">
        <w:t xml:space="preserve">) und einen </w:t>
      </w:r>
      <w:r w:rsidRPr="00F35CBC">
        <w:t>zentrierte</w:t>
      </w:r>
      <w:r w:rsidR="00167719">
        <w:t>n</w:t>
      </w:r>
      <w:r w:rsidRPr="00F35CBC">
        <w:t xml:space="preserve"> Text (</w:t>
      </w:r>
      <w:r w:rsidRPr="00F35CBC">
        <w:rPr>
          <w:i/>
          <w:iCs/>
        </w:rPr>
        <w:t>Text('Hallo, Flutter!'</w:t>
      </w:r>
      <w:r w:rsidRPr="00F35CBC">
        <w:t>)) als Hauptinhalt der App.</w:t>
      </w:r>
      <w:r w:rsidR="00312F16">
        <w:t xml:space="preserve"> </w:t>
      </w:r>
      <w:r w:rsidR="00167719">
        <w:t>Im nächsten Schritt erweitern wir dieses „</w:t>
      </w:r>
      <w:r w:rsidR="00167719" w:rsidRPr="00167719">
        <w:rPr>
          <w:i/>
          <w:iCs/>
        </w:rPr>
        <w:t>Hello World</w:t>
      </w:r>
      <w:r w:rsidR="00167719">
        <w:t xml:space="preserve">“-Beispiel. Wir ergänzen einen </w:t>
      </w:r>
      <w:r w:rsidR="00167719" w:rsidRPr="00167719">
        <w:rPr>
          <w:i/>
          <w:iCs/>
        </w:rPr>
        <w:t>Button</w:t>
      </w:r>
      <w:r w:rsidR="00167719">
        <w:t xml:space="preserve"> im Screen</w:t>
      </w:r>
      <w:r w:rsidR="0097601F">
        <w:t>.</w:t>
      </w:r>
      <w:r w:rsidR="00167719">
        <w:t xml:space="preserve"> Dazu modifizieren wir den Quellcode wie folgt:</w:t>
      </w:r>
    </w:p>
    <w:p w14:paraId="06B872C7" w14:textId="0507840A" w:rsidR="00F35CBC" w:rsidRPr="00F35CBC" w:rsidRDefault="00F35CBC" w:rsidP="00167719">
      <w:pPr>
        <w:pStyle w:val="SuSQuellcode"/>
      </w:pPr>
      <w:r w:rsidRPr="00F35CBC">
        <w:t>import 'package:flutter/material.dart';</w:t>
      </w:r>
    </w:p>
    <w:p w14:paraId="6D17E666" w14:textId="77777777" w:rsidR="00F35CBC" w:rsidRPr="00F35CBC" w:rsidRDefault="00F35CBC" w:rsidP="00167719">
      <w:pPr>
        <w:pStyle w:val="SuSQuellcode"/>
      </w:pPr>
      <w:r w:rsidRPr="00F35CBC">
        <w:t>void main() {</w:t>
      </w:r>
    </w:p>
    <w:p w14:paraId="48EEDA67" w14:textId="77777777" w:rsidR="00F35CBC" w:rsidRPr="00F35CBC" w:rsidRDefault="00F35CBC" w:rsidP="00167719">
      <w:pPr>
        <w:pStyle w:val="SuSQuellcode"/>
      </w:pPr>
      <w:r w:rsidRPr="00F35CBC">
        <w:t xml:space="preserve">  runApp(MyApp());</w:t>
      </w:r>
    </w:p>
    <w:p w14:paraId="6A1588F8" w14:textId="0C611B59" w:rsidR="00F35CBC" w:rsidRPr="00F35CBC" w:rsidRDefault="00F35CBC" w:rsidP="00167719">
      <w:pPr>
        <w:pStyle w:val="SuSQuellcode"/>
      </w:pPr>
      <w:r w:rsidRPr="00F35CBC">
        <w:t>}</w:t>
      </w:r>
    </w:p>
    <w:p w14:paraId="5734924C" w14:textId="77777777" w:rsidR="00F35CBC" w:rsidRPr="00F35CBC" w:rsidRDefault="00F35CBC" w:rsidP="00167719">
      <w:pPr>
        <w:pStyle w:val="SuSQuellcode"/>
      </w:pPr>
      <w:r w:rsidRPr="00F35CBC">
        <w:t>class MyApp extends StatelessWidget {</w:t>
      </w:r>
    </w:p>
    <w:p w14:paraId="16DD3F49" w14:textId="77777777" w:rsidR="00F35CBC" w:rsidRPr="00F35CBC" w:rsidRDefault="00F35CBC" w:rsidP="00167719">
      <w:pPr>
        <w:pStyle w:val="SuSQuellcode"/>
      </w:pPr>
      <w:r w:rsidRPr="00F35CBC">
        <w:t xml:space="preserve">  @override</w:t>
      </w:r>
    </w:p>
    <w:p w14:paraId="40D1868C" w14:textId="77777777" w:rsidR="00F35CBC" w:rsidRPr="00F35CBC" w:rsidRDefault="00F35CBC" w:rsidP="00167719">
      <w:pPr>
        <w:pStyle w:val="SuSQuellcode"/>
      </w:pPr>
      <w:r w:rsidRPr="00F35CBC">
        <w:t xml:space="preserve">  Widget build(BuildContext context) {</w:t>
      </w:r>
    </w:p>
    <w:p w14:paraId="41237716" w14:textId="77777777" w:rsidR="00F35CBC" w:rsidRPr="00F35CBC" w:rsidRDefault="00F35CBC" w:rsidP="00167719">
      <w:pPr>
        <w:pStyle w:val="SuSQuellcode"/>
      </w:pPr>
      <w:r w:rsidRPr="00F35CBC">
        <w:t xml:space="preserve">    return MaterialApp(</w:t>
      </w:r>
    </w:p>
    <w:p w14:paraId="089C52C0" w14:textId="77777777" w:rsidR="00F35CBC" w:rsidRPr="00F35CBC" w:rsidRDefault="00F35CBC" w:rsidP="00167719">
      <w:pPr>
        <w:pStyle w:val="SuSQuellcode"/>
      </w:pPr>
      <w:r w:rsidRPr="00F35CBC">
        <w:t xml:space="preserve">      home: Scaffold(</w:t>
      </w:r>
    </w:p>
    <w:p w14:paraId="701F355D" w14:textId="77777777" w:rsidR="00F35CBC" w:rsidRPr="00F35CBC" w:rsidRDefault="00F35CBC" w:rsidP="00167719">
      <w:pPr>
        <w:pStyle w:val="SuSQuellcode"/>
      </w:pPr>
      <w:r w:rsidRPr="00F35CBC">
        <w:t xml:space="preserve">        appBar: AppBar(title: Text('Flutter App')),</w:t>
      </w:r>
    </w:p>
    <w:p w14:paraId="784F11AA" w14:textId="77777777" w:rsidR="00F35CBC" w:rsidRPr="00F35CBC" w:rsidRDefault="00F35CBC" w:rsidP="00167719">
      <w:pPr>
        <w:pStyle w:val="SuSQuellcode"/>
      </w:pPr>
      <w:r w:rsidRPr="00F35CBC">
        <w:t xml:space="preserve">        body: Center(</w:t>
      </w:r>
    </w:p>
    <w:p w14:paraId="0C65A1B8" w14:textId="77777777" w:rsidR="00F35CBC" w:rsidRPr="00F35CBC" w:rsidRDefault="00F35CBC" w:rsidP="00167719">
      <w:pPr>
        <w:pStyle w:val="SuSQuellcode"/>
      </w:pPr>
      <w:r w:rsidRPr="00F35CBC">
        <w:t xml:space="preserve">          child: Column(</w:t>
      </w:r>
    </w:p>
    <w:p w14:paraId="31F9C62B" w14:textId="77777777" w:rsidR="00F35CBC" w:rsidRPr="00F35CBC" w:rsidRDefault="00F35CBC" w:rsidP="00167719">
      <w:pPr>
        <w:pStyle w:val="SuSQuellcode"/>
      </w:pPr>
      <w:r w:rsidRPr="00F35CBC">
        <w:t xml:space="preserve">            mainAxisAlignment: MainAxisAlignment.center,</w:t>
      </w:r>
    </w:p>
    <w:p w14:paraId="56342D8C" w14:textId="77777777" w:rsidR="00F35CBC" w:rsidRPr="00F35CBC" w:rsidRDefault="00F35CBC" w:rsidP="00167719">
      <w:pPr>
        <w:pStyle w:val="SuSQuellcode"/>
      </w:pPr>
      <w:r w:rsidRPr="00F35CBC">
        <w:t xml:space="preserve">            children: [</w:t>
      </w:r>
    </w:p>
    <w:p w14:paraId="2AC42A1A" w14:textId="77777777" w:rsidR="00F35CBC" w:rsidRPr="00F35CBC" w:rsidRDefault="00F35CBC" w:rsidP="00167719">
      <w:pPr>
        <w:pStyle w:val="SuSQuellcode"/>
      </w:pPr>
      <w:r w:rsidRPr="00F35CBC">
        <w:t xml:space="preserve">              Text('Hallo, Flutter!'),</w:t>
      </w:r>
    </w:p>
    <w:p w14:paraId="429003E8" w14:textId="77777777" w:rsidR="00F35CBC" w:rsidRPr="00F35CBC" w:rsidRDefault="00F35CBC" w:rsidP="00167719">
      <w:pPr>
        <w:pStyle w:val="SuSQuellcode"/>
        <w:rPr>
          <w:lang w:val="de-DE"/>
        </w:rPr>
      </w:pPr>
      <w:r w:rsidRPr="00F35CBC">
        <w:t xml:space="preserve">              </w:t>
      </w:r>
      <w:r w:rsidRPr="00F35CBC">
        <w:rPr>
          <w:lang w:val="de-DE"/>
        </w:rPr>
        <w:t>SizedBox(height: 20),  // Abstand zwischen den Widgets</w:t>
      </w:r>
    </w:p>
    <w:p w14:paraId="29F2BAAB" w14:textId="77777777" w:rsidR="00F35CBC" w:rsidRPr="00F35CBC" w:rsidRDefault="00F35CBC" w:rsidP="00167719">
      <w:pPr>
        <w:pStyle w:val="SuSQuellcode"/>
        <w:rPr>
          <w:lang w:val="de-DE"/>
        </w:rPr>
      </w:pPr>
      <w:r w:rsidRPr="00F35CBC">
        <w:rPr>
          <w:lang w:val="de-DE"/>
        </w:rPr>
        <w:t xml:space="preserve">              ElevatedButton(</w:t>
      </w:r>
    </w:p>
    <w:p w14:paraId="5FEFEE5D" w14:textId="77777777" w:rsidR="00F35CBC" w:rsidRPr="00F35CBC" w:rsidRDefault="00F35CBC" w:rsidP="00167719">
      <w:pPr>
        <w:pStyle w:val="SuSQuellcode"/>
        <w:rPr>
          <w:lang w:val="de-DE"/>
        </w:rPr>
      </w:pPr>
      <w:r w:rsidRPr="00F35CBC">
        <w:rPr>
          <w:lang w:val="de-DE"/>
        </w:rPr>
        <w:t xml:space="preserve">                onPressed: () {</w:t>
      </w:r>
    </w:p>
    <w:p w14:paraId="12984120" w14:textId="77777777" w:rsidR="00F35CBC" w:rsidRPr="00F35CBC" w:rsidRDefault="00F35CBC" w:rsidP="00167719">
      <w:pPr>
        <w:pStyle w:val="SuSQuellcode"/>
        <w:rPr>
          <w:lang w:val="de-DE"/>
        </w:rPr>
      </w:pPr>
      <w:r w:rsidRPr="00F35CBC">
        <w:rPr>
          <w:lang w:val="de-DE"/>
        </w:rPr>
        <w:t xml:space="preserve">                  print('Button geklickt!');</w:t>
      </w:r>
    </w:p>
    <w:p w14:paraId="76072C35" w14:textId="77777777" w:rsidR="00F35CBC" w:rsidRPr="00F35CBC" w:rsidRDefault="00F35CBC" w:rsidP="00167719">
      <w:pPr>
        <w:pStyle w:val="SuSQuellcode"/>
        <w:rPr>
          <w:lang w:val="de-DE"/>
        </w:rPr>
      </w:pPr>
      <w:r w:rsidRPr="00F35CBC">
        <w:rPr>
          <w:lang w:val="de-DE"/>
        </w:rPr>
        <w:t xml:space="preserve">                },</w:t>
      </w:r>
    </w:p>
    <w:p w14:paraId="0C37E751" w14:textId="77777777" w:rsidR="00F35CBC" w:rsidRPr="00F35CBC" w:rsidRDefault="00F35CBC" w:rsidP="00167719">
      <w:pPr>
        <w:pStyle w:val="SuSQuellcode"/>
        <w:rPr>
          <w:lang w:val="de-DE"/>
        </w:rPr>
      </w:pPr>
      <w:r w:rsidRPr="00F35CBC">
        <w:rPr>
          <w:lang w:val="de-DE"/>
        </w:rPr>
        <w:t xml:space="preserve">                child: Text('Klick mich!'),</w:t>
      </w:r>
    </w:p>
    <w:p w14:paraId="57B1BDDB" w14:textId="77777777" w:rsidR="00F35CBC" w:rsidRPr="00F35CBC" w:rsidRDefault="00F35CBC" w:rsidP="00167719">
      <w:pPr>
        <w:pStyle w:val="SuSQuellcode"/>
        <w:rPr>
          <w:lang w:val="de-DE"/>
        </w:rPr>
      </w:pPr>
      <w:r w:rsidRPr="00F35CBC">
        <w:rPr>
          <w:lang w:val="de-DE"/>
        </w:rPr>
        <w:t xml:space="preserve">              ),</w:t>
      </w:r>
    </w:p>
    <w:p w14:paraId="58CD5392" w14:textId="77777777" w:rsidR="00F35CBC" w:rsidRPr="00F35CBC" w:rsidRDefault="00F35CBC" w:rsidP="00167719">
      <w:pPr>
        <w:pStyle w:val="SuSQuellcode"/>
        <w:rPr>
          <w:lang w:val="de-DE"/>
        </w:rPr>
      </w:pPr>
      <w:r w:rsidRPr="00F35CBC">
        <w:rPr>
          <w:lang w:val="de-DE"/>
        </w:rPr>
        <w:t xml:space="preserve">            ],</w:t>
      </w:r>
    </w:p>
    <w:p w14:paraId="580C0026" w14:textId="77777777" w:rsidR="00F35CBC" w:rsidRPr="00F35CBC" w:rsidRDefault="00F35CBC" w:rsidP="00167719">
      <w:pPr>
        <w:pStyle w:val="SuSQuellcode"/>
        <w:rPr>
          <w:lang w:val="de-DE"/>
        </w:rPr>
      </w:pPr>
      <w:r w:rsidRPr="00F35CBC">
        <w:rPr>
          <w:lang w:val="de-DE"/>
        </w:rPr>
        <w:t xml:space="preserve">          ),</w:t>
      </w:r>
    </w:p>
    <w:p w14:paraId="5F6E9229" w14:textId="77777777" w:rsidR="00F35CBC" w:rsidRPr="00F35CBC" w:rsidRDefault="00F35CBC" w:rsidP="00167719">
      <w:pPr>
        <w:pStyle w:val="SuSQuellcode"/>
        <w:rPr>
          <w:lang w:val="de-DE"/>
        </w:rPr>
      </w:pPr>
      <w:r w:rsidRPr="00F35CBC">
        <w:rPr>
          <w:lang w:val="de-DE"/>
        </w:rPr>
        <w:t xml:space="preserve">        ),</w:t>
      </w:r>
    </w:p>
    <w:p w14:paraId="2FEA1F5D" w14:textId="77777777" w:rsidR="00F35CBC" w:rsidRPr="00F35CBC" w:rsidRDefault="00F35CBC" w:rsidP="00167719">
      <w:pPr>
        <w:pStyle w:val="SuSQuellcode"/>
        <w:rPr>
          <w:lang w:val="de-DE"/>
        </w:rPr>
      </w:pPr>
      <w:r w:rsidRPr="00F35CBC">
        <w:rPr>
          <w:lang w:val="de-DE"/>
        </w:rPr>
        <w:t xml:space="preserve">      ),</w:t>
      </w:r>
    </w:p>
    <w:p w14:paraId="43C1FEEA" w14:textId="77777777" w:rsidR="00F35CBC" w:rsidRPr="00F35CBC" w:rsidRDefault="00F35CBC" w:rsidP="00167719">
      <w:pPr>
        <w:pStyle w:val="SuSQuellcode"/>
        <w:rPr>
          <w:lang w:val="de-DE"/>
        </w:rPr>
      </w:pPr>
      <w:r w:rsidRPr="00F35CBC">
        <w:rPr>
          <w:lang w:val="de-DE"/>
        </w:rPr>
        <w:t xml:space="preserve">    );</w:t>
      </w:r>
    </w:p>
    <w:p w14:paraId="045D1F78" w14:textId="77777777" w:rsidR="00F35CBC" w:rsidRPr="00F35CBC" w:rsidRDefault="00F35CBC" w:rsidP="00167719">
      <w:pPr>
        <w:pStyle w:val="SuSQuellcode"/>
        <w:rPr>
          <w:lang w:val="de-DE"/>
        </w:rPr>
      </w:pPr>
      <w:r w:rsidRPr="00F35CBC">
        <w:rPr>
          <w:lang w:val="de-DE"/>
        </w:rPr>
        <w:t xml:space="preserve">  }</w:t>
      </w:r>
    </w:p>
    <w:p w14:paraId="038CE483" w14:textId="77777777" w:rsidR="00F35CBC" w:rsidRPr="00F35CBC" w:rsidRDefault="00F35CBC" w:rsidP="00167719">
      <w:pPr>
        <w:pStyle w:val="SuSQuellcode"/>
        <w:rPr>
          <w:lang w:val="de-DE"/>
        </w:rPr>
      </w:pPr>
      <w:r w:rsidRPr="00F35CBC">
        <w:rPr>
          <w:lang w:val="de-DE"/>
        </w:rPr>
        <w:t>}</w:t>
      </w:r>
    </w:p>
    <w:p w14:paraId="5A5A003A" w14:textId="77777777" w:rsidR="00167719" w:rsidRDefault="00F35CBC" w:rsidP="00167719">
      <w:pPr>
        <w:pStyle w:val="SuSMengentext"/>
      </w:pPr>
      <w:r w:rsidRPr="00F35CBC">
        <w:t>Was wurde geändert?</w:t>
      </w:r>
    </w:p>
    <w:p w14:paraId="4174C211" w14:textId="77777777" w:rsidR="00167719" w:rsidRPr="00167719" w:rsidRDefault="00F35CBC" w:rsidP="00167719">
      <w:pPr>
        <w:pStyle w:val="SuSAufzaehlunggegliedert"/>
      </w:pPr>
      <w:r w:rsidRPr="00167719">
        <w:rPr>
          <w:i/>
          <w:iCs/>
        </w:rPr>
        <w:t>Column</w:t>
      </w:r>
      <w:r w:rsidRPr="00167719">
        <w:t>-Widget wurde hinzugefügt, um Text und Button untereinander anzuordnen.</w:t>
      </w:r>
    </w:p>
    <w:p w14:paraId="3E8C082E" w14:textId="77777777" w:rsidR="00167719" w:rsidRPr="00167719" w:rsidRDefault="00F35CBC" w:rsidP="00167719">
      <w:pPr>
        <w:pStyle w:val="SuSAufzaehlunggegliedert"/>
      </w:pPr>
      <w:r w:rsidRPr="00167719">
        <w:rPr>
          <w:i/>
          <w:iCs/>
        </w:rPr>
        <w:t>ElevatedButton</w:t>
      </w:r>
      <w:r w:rsidRPr="00167719">
        <w:t xml:space="preserve"> wurde hinzugefügt, um Interaktion zu ermöglichen.</w:t>
      </w:r>
    </w:p>
    <w:p w14:paraId="30F4469E" w14:textId="001643AA" w:rsidR="00167719" w:rsidRPr="00A41572" w:rsidRDefault="00F35CBC" w:rsidP="00A41572">
      <w:pPr>
        <w:pStyle w:val="SuSAufzaehlunggegliedert"/>
      </w:pPr>
      <w:r w:rsidRPr="00167719">
        <w:rPr>
          <w:i/>
          <w:iCs/>
        </w:rPr>
        <w:t>print('Button geklickt!')</w:t>
      </w:r>
      <w:r w:rsidRPr="00167719">
        <w:t xml:space="preserve"> gibt beim Klicken eine Nachricht in der Konsole aus.</w:t>
      </w:r>
    </w:p>
    <w:p w14:paraId="3BB12655" w14:textId="631C7A29" w:rsidR="008274C6" w:rsidRPr="00167719" w:rsidRDefault="00167719" w:rsidP="00167719">
      <w:pPr>
        <w:pStyle w:val="SuSMengentext"/>
        <w:rPr>
          <w:color w:val="FF0000"/>
        </w:rPr>
      </w:pPr>
      <w:r w:rsidRPr="00167719">
        <w:t>D</w:t>
      </w:r>
      <w:r w:rsidR="00F35CBC" w:rsidRPr="00F35CBC">
        <w:t>ieser Code definiert eine einfache Flutter-App mit einer Titelleiste und einem Text.</w:t>
      </w:r>
      <w:r w:rsidRPr="00167719">
        <w:t xml:space="preserve"> D</w:t>
      </w:r>
      <w:r w:rsidR="00F35CBC" w:rsidRPr="00F35CBC">
        <w:t xml:space="preserve">ie Struktur basiert auf Material Design mit </w:t>
      </w:r>
      <w:r w:rsidR="00F35CBC" w:rsidRPr="00F35CBC">
        <w:rPr>
          <w:i/>
          <w:iCs/>
        </w:rPr>
        <w:t>MaterialApp</w:t>
      </w:r>
      <w:r w:rsidR="00F35CBC" w:rsidRPr="00F35CBC">
        <w:t xml:space="preserve">, </w:t>
      </w:r>
      <w:r w:rsidR="00F35CBC" w:rsidRPr="00F35CBC">
        <w:rPr>
          <w:i/>
          <w:iCs/>
        </w:rPr>
        <w:t>Scaffold</w:t>
      </w:r>
      <w:r w:rsidR="00F35CBC" w:rsidRPr="00F35CBC">
        <w:t xml:space="preserve"> und </w:t>
      </w:r>
      <w:r w:rsidR="00F35CBC" w:rsidRPr="00F35CBC">
        <w:rPr>
          <w:i/>
          <w:iCs/>
        </w:rPr>
        <w:t>AppBar</w:t>
      </w:r>
      <w:r w:rsidRPr="00167719">
        <w:t>. D</w:t>
      </w:r>
      <w:r w:rsidR="00F35CBC" w:rsidRPr="00F35CBC">
        <w:t xml:space="preserve">ie Benutzeroberfläche besteht aus einem zentrierten Text in einem </w:t>
      </w:r>
      <w:r w:rsidR="00F35CBC" w:rsidRPr="00312F16">
        <w:rPr>
          <w:i/>
          <w:iCs/>
        </w:rPr>
        <w:t>Center</w:t>
      </w:r>
      <w:r w:rsidR="00F35CBC" w:rsidRPr="00F35CBC">
        <w:t>-Widget.</w:t>
      </w:r>
      <w:r w:rsidRPr="00167719">
        <w:t xml:space="preserve"> </w:t>
      </w:r>
      <w:r w:rsidR="00F35CBC" w:rsidRPr="00F35CBC">
        <w:t>Die App kann leicht erweitert werden, indem interaktive Elemente wie Buttons oder Layouts hinzugefügt werden.</w:t>
      </w:r>
      <w:r>
        <w:rPr>
          <w:color w:val="FF0000"/>
        </w:rPr>
        <w:t xml:space="preserve"> </w:t>
      </w:r>
      <w:r w:rsidR="00F35CBC" w:rsidRPr="00F35CBC">
        <w:t xml:space="preserve">Fassen wir diese ersten </w:t>
      </w:r>
      <w:r w:rsidR="00312F16">
        <w:t>Erk</w:t>
      </w:r>
      <w:r w:rsidR="00F35CBC" w:rsidRPr="00F35CBC">
        <w:t xml:space="preserve">enntnisse zusammen: </w:t>
      </w:r>
      <w:r w:rsidR="008274C6" w:rsidRPr="00F35CBC">
        <w:t>Nach der Einrichtung der Entwicklungsumgebung kann mit der Entwicklung von Flutter-Apps begonnen werden. Flutter bietet eine leistungsstarke CLI, mit der sich Projekte einfach verwalten lassen. Durch die Nutzung des `</w:t>
      </w:r>
      <w:r w:rsidR="008274C6" w:rsidRPr="00F35CBC">
        <w:rPr>
          <w:i/>
          <w:iCs/>
        </w:rPr>
        <w:t>flutter doctor</w:t>
      </w:r>
      <w:r w:rsidR="008274C6" w:rsidRPr="00F35CBC">
        <w:t xml:space="preserve">`-Befehls können </w:t>
      </w:r>
      <w:r w:rsidR="008274C6" w:rsidRPr="00F35CBC">
        <w:lastRenderedPageBreak/>
        <w:t>Installationsprobleme schnell erkannt und behoben werden.</w:t>
      </w:r>
      <w:r w:rsidR="00F35CBC" w:rsidRPr="00F35CBC">
        <w:t xml:space="preserve"> Der Code wird dabei in der Programmiersprache Dart geschrieben. </w:t>
      </w:r>
      <w:r w:rsidR="008274C6" w:rsidRPr="00F35CBC">
        <w:t>Im nächsten Abschnitt geht es um die Flutter-Widgets, die für die Gestaltung der Benutzeroberfläche einer App verwendet werden</w:t>
      </w:r>
      <w:r w:rsidR="00F35CBC" w:rsidRPr="00F35CBC">
        <w:t>. Auch diese werden in Dart programmiert.</w:t>
      </w:r>
    </w:p>
    <w:p w14:paraId="44970DAF" w14:textId="77187E60" w:rsidR="00047DA7" w:rsidRPr="0097601F" w:rsidRDefault="00047DA7" w:rsidP="0097601F">
      <w:pPr>
        <w:pStyle w:val="SuSAbsatzheadline"/>
      </w:pPr>
      <w:r w:rsidRPr="00047DA7">
        <w:t>Die Grundlagen von Flutter-Widgets</w:t>
      </w:r>
    </w:p>
    <w:p w14:paraId="473ED6C0" w14:textId="1E251DAC" w:rsidR="00047DA7" w:rsidRPr="00F53729" w:rsidRDefault="00047DA7" w:rsidP="00F53729">
      <w:pPr>
        <w:pStyle w:val="SuSMengentext"/>
      </w:pPr>
      <w:r w:rsidRPr="0097601F">
        <w:t xml:space="preserve">Widgets sind das Herzstück einer jeden Flutter-Anwendung. Sie definieren die Benutzeroberfläche und bestimmen, wie sich eine App visuell darstellt und interaktiv verhält. Flutter folgt einem vollständig widgetbasierten </w:t>
      </w:r>
      <w:r w:rsidRPr="00F53729">
        <w:t>Ansatz, bei dem nahezu alles – von einfachen Texten bis hin zu komplexen Layouts – als Widget behandelt wird.</w:t>
      </w:r>
      <w:r w:rsidR="0097601F" w:rsidRPr="00F53729">
        <w:t xml:space="preserve"> Mit anderen Worten: „</w:t>
      </w:r>
      <w:r w:rsidR="0097601F" w:rsidRPr="00F53729">
        <w:rPr>
          <w:i/>
          <w:iCs/>
        </w:rPr>
        <w:t>Alles ist ein Widget</w:t>
      </w:r>
      <w:r w:rsidR="0097601F" w:rsidRPr="00F53729">
        <w:t>“.</w:t>
      </w:r>
    </w:p>
    <w:p w14:paraId="3DE70553" w14:textId="77777777" w:rsidR="00F53729" w:rsidRDefault="00047DA7" w:rsidP="00F53729">
      <w:pPr>
        <w:pStyle w:val="SuSMengentext"/>
      </w:pPr>
      <w:r w:rsidRPr="00F53729">
        <w:t>Widgets sind die Bausteine einer Flutter-Anwendung und bilden die gesamte Benutzeroberfläche ab. Es gibt drei Arten von Widgets</w:t>
      </w:r>
      <w:r w:rsidR="00F53729" w:rsidRPr="00F53729">
        <w:t xml:space="preserve"> in Bezug auf Ihre Funktion.</w:t>
      </w:r>
      <w:r w:rsidRPr="00F53729">
        <w:t xml:space="preserve">  </w:t>
      </w:r>
    </w:p>
    <w:p w14:paraId="6E86FE08" w14:textId="77777777" w:rsidR="00F53729" w:rsidRPr="00F53729" w:rsidRDefault="00047DA7" w:rsidP="00F53729">
      <w:pPr>
        <w:pStyle w:val="SuSAufzaehlunggegliedert"/>
      </w:pPr>
      <w:r w:rsidRPr="00F53729">
        <w:rPr>
          <w:i/>
          <w:iCs/>
        </w:rPr>
        <w:t>Struktur-Widgets</w:t>
      </w:r>
      <w:r w:rsidRPr="00047DA7">
        <w:t>: Bestimmen das grundle</w:t>
      </w:r>
      <w:r w:rsidRPr="00F53729">
        <w:t>gende Layout der App (z. B. `Scaffold`, `AppBar`).</w:t>
      </w:r>
    </w:p>
    <w:p w14:paraId="27A6114D" w14:textId="450F169A" w:rsidR="00F53729" w:rsidRPr="00F53729" w:rsidRDefault="00047DA7" w:rsidP="00F53729">
      <w:pPr>
        <w:pStyle w:val="SuSAufzaehlunggegliedert"/>
      </w:pPr>
      <w:r w:rsidRPr="00F53729">
        <w:rPr>
          <w:i/>
          <w:iCs/>
        </w:rPr>
        <w:t>Steuer-Widgets</w:t>
      </w:r>
      <w:r w:rsidRPr="00F53729">
        <w:t>: Ermöglichen Interaktionen (z. B. `</w:t>
      </w:r>
      <w:r w:rsidRPr="00F53729">
        <w:rPr>
          <w:i/>
          <w:iCs/>
        </w:rPr>
        <w:t>Button</w:t>
      </w:r>
      <w:r w:rsidRPr="00F53729">
        <w:t>`, `</w:t>
      </w:r>
      <w:r w:rsidRPr="00F53729">
        <w:rPr>
          <w:i/>
          <w:iCs/>
        </w:rPr>
        <w:t>TextField</w:t>
      </w:r>
      <w:r w:rsidRPr="00F53729">
        <w:t xml:space="preserve">`).  </w:t>
      </w:r>
    </w:p>
    <w:p w14:paraId="239D1E2E" w14:textId="0ACC9710" w:rsidR="00047DA7" w:rsidRPr="00D1437D" w:rsidRDefault="00791560" w:rsidP="00D1437D">
      <w:pPr>
        <w:pStyle w:val="SuSAufzaehlunggegliedert"/>
      </w:pPr>
      <w:r w:rsidRPr="00F53729">
        <w:rPr>
          <w:i/>
          <w:iCs/>
        </w:rPr>
        <w:t>Widgets</w:t>
      </w:r>
      <w:r>
        <w:rPr>
          <w:i/>
          <w:iCs/>
        </w:rPr>
        <w:t xml:space="preserve"> für die Anzeige</w:t>
      </w:r>
      <w:r w:rsidR="00047DA7" w:rsidRPr="00F53729">
        <w:t>: Statische oder dynamische Anzeige von Inhalten (z. B. `</w:t>
      </w:r>
      <w:r w:rsidR="00047DA7" w:rsidRPr="00F53729">
        <w:rPr>
          <w:i/>
          <w:iCs/>
        </w:rPr>
        <w:t>Text</w:t>
      </w:r>
      <w:r w:rsidR="00047DA7" w:rsidRPr="00F53729">
        <w:t>`, `</w:t>
      </w:r>
      <w:r w:rsidR="00047DA7" w:rsidRPr="00F53729">
        <w:rPr>
          <w:i/>
          <w:iCs/>
        </w:rPr>
        <w:t>Image</w:t>
      </w:r>
      <w:r w:rsidR="00047DA7" w:rsidRPr="00F53729">
        <w:t xml:space="preserve">`).  </w:t>
      </w:r>
    </w:p>
    <w:p w14:paraId="326CDBCA" w14:textId="4C803F3F" w:rsidR="00047DA7" w:rsidRPr="00773EF1" w:rsidRDefault="00047DA7" w:rsidP="00773EF1">
      <w:pPr>
        <w:pStyle w:val="SuSMengentext"/>
      </w:pPr>
      <w:r w:rsidRPr="00773EF1">
        <w:t xml:space="preserve">Ein einfaches Beispiel für ein Widget ist die Anzeige eines Textes:  </w:t>
      </w:r>
    </w:p>
    <w:p w14:paraId="24C24AE5" w14:textId="6785E570" w:rsidR="00047DA7" w:rsidRPr="00047DA7" w:rsidRDefault="00047DA7" w:rsidP="00773EF1">
      <w:pPr>
        <w:pStyle w:val="SuSQuellcode"/>
      </w:pPr>
      <w:r w:rsidRPr="00047DA7">
        <w:t>import 'package:flutter/material.dart';</w:t>
      </w:r>
    </w:p>
    <w:p w14:paraId="4CBFF2CE" w14:textId="77777777" w:rsidR="00047DA7" w:rsidRPr="00047DA7" w:rsidRDefault="00047DA7" w:rsidP="00773EF1">
      <w:pPr>
        <w:pStyle w:val="SuSQuellcode"/>
      </w:pPr>
      <w:r w:rsidRPr="00047DA7">
        <w:t>void main() {</w:t>
      </w:r>
    </w:p>
    <w:p w14:paraId="7AD2AAD7" w14:textId="77777777" w:rsidR="00047DA7" w:rsidRPr="00047DA7" w:rsidRDefault="00047DA7" w:rsidP="00773EF1">
      <w:pPr>
        <w:pStyle w:val="SuSQuellcode"/>
      </w:pPr>
      <w:r w:rsidRPr="00047DA7">
        <w:t xml:space="preserve">  runApp(</w:t>
      </w:r>
    </w:p>
    <w:p w14:paraId="7EF0EA6B" w14:textId="77777777" w:rsidR="00047DA7" w:rsidRPr="00047DA7" w:rsidRDefault="00047DA7" w:rsidP="00773EF1">
      <w:pPr>
        <w:pStyle w:val="SuSQuellcode"/>
      </w:pPr>
      <w:r w:rsidRPr="00047DA7">
        <w:t xml:space="preserve">    MaterialApp(</w:t>
      </w:r>
    </w:p>
    <w:p w14:paraId="7B5E15DC" w14:textId="77777777" w:rsidR="00047DA7" w:rsidRPr="00047DA7" w:rsidRDefault="00047DA7" w:rsidP="00773EF1">
      <w:pPr>
        <w:pStyle w:val="SuSQuellcode"/>
      </w:pPr>
      <w:r w:rsidRPr="00047DA7">
        <w:t xml:space="preserve">      home: Scaffold(</w:t>
      </w:r>
    </w:p>
    <w:p w14:paraId="63799706" w14:textId="77777777" w:rsidR="00047DA7" w:rsidRPr="00047DA7" w:rsidRDefault="00047DA7" w:rsidP="00773EF1">
      <w:pPr>
        <w:pStyle w:val="SuSQuellcode"/>
      </w:pPr>
      <w:r w:rsidRPr="00047DA7">
        <w:t xml:space="preserve">        body: Center(</w:t>
      </w:r>
    </w:p>
    <w:p w14:paraId="4AA3B5FE" w14:textId="77777777" w:rsidR="00047DA7" w:rsidRPr="00047DA7" w:rsidRDefault="00047DA7" w:rsidP="00773EF1">
      <w:pPr>
        <w:pStyle w:val="SuSQuellcode"/>
      </w:pPr>
      <w:r w:rsidRPr="00047DA7">
        <w:t xml:space="preserve">          child: Text('Hallo, Flutter!'),</w:t>
      </w:r>
    </w:p>
    <w:p w14:paraId="0589B1EF" w14:textId="77777777" w:rsidR="00047DA7" w:rsidRPr="00FF32A6" w:rsidRDefault="00047DA7" w:rsidP="00773EF1">
      <w:pPr>
        <w:pStyle w:val="SuSQuellcode"/>
        <w:rPr>
          <w:lang w:val="de-DE"/>
        </w:rPr>
      </w:pPr>
      <w:r w:rsidRPr="00047DA7">
        <w:t xml:space="preserve">        </w:t>
      </w:r>
      <w:r w:rsidRPr="00FF32A6">
        <w:rPr>
          <w:lang w:val="de-DE"/>
        </w:rPr>
        <w:t>),</w:t>
      </w:r>
    </w:p>
    <w:p w14:paraId="0E7BDD71" w14:textId="77777777" w:rsidR="00047DA7" w:rsidRPr="00FF32A6" w:rsidRDefault="00047DA7" w:rsidP="00773EF1">
      <w:pPr>
        <w:pStyle w:val="SuSQuellcode"/>
        <w:rPr>
          <w:lang w:val="de-DE"/>
        </w:rPr>
      </w:pPr>
      <w:r w:rsidRPr="00FF32A6">
        <w:rPr>
          <w:lang w:val="de-DE"/>
        </w:rPr>
        <w:t xml:space="preserve">      ),</w:t>
      </w:r>
    </w:p>
    <w:p w14:paraId="40EAF3B2" w14:textId="77777777" w:rsidR="00047DA7" w:rsidRPr="00FF32A6" w:rsidRDefault="00047DA7" w:rsidP="00773EF1">
      <w:pPr>
        <w:pStyle w:val="SuSQuellcode"/>
        <w:rPr>
          <w:lang w:val="de-DE"/>
        </w:rPr>
      </w:pPr>
      <w:r w:rsidRPr="00FF32A6">
        <w:rPr>
          <w:lang w:val="de-DE"/>
        </w:rPr>
        <w:t xml:space="preserve">    ),</w:t>
      </w:r>
    </w:p>
    <w:p w14:paraId="1093BD9F" w14:textId="77777777" w:rsidR="00047DA7" w:rsidRPr="00FF32A6" w:rsidRDefault="00047DA7" w:rsidP="00773EF1">
      <w:pPr>
        <w:pStyle w:val="SuSQuellcode"/>
        <w:rPr>
          <w:lang w:val="de-DE"/>
        </w:rPr>
      </w:pPr>
      <w:r w:rsidRPr="00FF32A6">
        <w:rPr>
          <w:lang w:val="de-DE"/>
        </w:rPr>
        <w:t xml:space="preserve">  );</w:t>
      </w:r>
    </w:p>
    <w:p w14:paraId="7E887356" w14:textId="41FCAF24" w:rsidR="00047DA7" w:rsidRPr="00D1437D" w:rsidRDefault="00047DA7" w:rsidP="00D1437D">
      <w:pPr>
        <w:pStyle w:val="SuSQuellcode"/>
        <w:rPr>
          <w:lang w:val="de-DE"/>
        </w:rPr>
      </w:pPr>
      <w:r w:rsidRPr="00FF32A6">
        <w:rPr>
          <w:lang w:val="de-DE"/>
        </w:rPr>
        <w:t>}</w:t>
      </w:r>
    </w:p>
    <w:p w14:paraId="12FFA44B" w14:textId="650B091E" w:rsidR="00047DA7" w:rsidRPr="00047DA7" w:rsidRDefault="00047DA7" w:rsidP="00047DA7">
      <w:pPr>
        <w:pStyle w:val="SuSMengentext"/>
        <w:rPr>
          <w:color w:val="548DD4" w:themeColor="text2" w:themeTint="99"/>
        </w:rPr>
      </w:pPr>
      <w:r w:rsidRPr="00047DA7">
        <w:t>Erklärung:</w:t>
      </w:r>
      <w:r w:rsidR="00773EF1">
        <w:t xml:space="preserve"> </w:t>
      </w:r>
      <w:r w:rsidRPr="00047DA7">
        <w:t>`</w:t>
      </w:r>
      <w:r w:rsidRPr="00773EF1">
        <w:rPr>
          <w:i/>
          <w:iCs/>
        </w:rPr>
        <w:t>MaterialApp</w:t>
      </w:r>
      <w:r w:rsidRPr="00773EF1">
        <w:t>`</w:t>
      </w:r>
      <w:r w:rsidR="00773EF1" w:rsidRPr="00773EF1">
        <w:t xml:space="preserve"> ist die </w:t>
      </w:r>
      <w:r w:rsidRPr="00773EF1">
        <w:t>App-Struktur mit Material-Design</w:t>
      </w:r>
      <w:r w:rsidR="00773EF1" w:rsidRPr="00773EF1">
        <w:t xml:space="preserve">; </w:t>
      </w:r>
      <w:r w:rsidRPr="00773EF1">
        <w:t>`</w:t>
      </w:r>
      <w:r w:rsidRPr="00773EF1">
        <w:rPr>
          <w:i/>
          <w:iCs/>
        </w:rPr>
        <w:t>Scaffold</w:t>
      </w:r>
      <w:r w:rsidR="00773EF1" w:rsidRPr="00773EF1">
        <w:t xml:space="preserve"> ist das </w:t>
      </w:r>
      <w:r w:rsidRPr="00773EF1">
        <w:t>Basislayout mit App-Bar, Body-Bereich usw</w:t>
      </w:r>
      <w:r w:rsidR="00773EF1" w:rsidRPr="00773EF1">
        <w:t xml:space="preserve">.; </w:t>
      </w:r>
      <w:r w:rsidRPr="00773EF1">
        <w:t>`</w:t>
      </w:r>
      <w:r w:rsidRPr="00773EF1">
        <w:rPr>
          <w:i/>
          <w:iCs/>
        </w:rPr>
        <w:t>Center</w:t>
      </w:r>
      <w:r w:rsidRPr="00773EF1">
        <w:t>`</w:t>
      </w:r>
      <w:r w:rsidR="00773EF1" w:rsidRPr="00773EF1">
        <w:t xml:space="preserve"> z</w:t>
      </w:r>
      <w:r w:rsidRPr="00773EF1">
        <w:t>entriert das darunterliegende Widget</w:t>
      </w:r>
      <w:r w:rsidR="00773EF1" w:rsidRPr="00773EF1">
        <w:t xml:space="preserve"> und </w:t>
      </w:r>
      <w:r w:rsidRPr="00773EF1">
        <w:t>`</w:t>
      </w:r>
      <w:r w:rsidRPr="00773EF1">
        <w:rPr>
          <w:i/>
          <w:iCs/>
        </w:rPr>
        <w:t>Text</w:t>
      </w:r>
      <w:r w:rsidRPr="00773EF1">
        <w:t>`</w:t>
      </w:r>
      <w:r w:rsidR="00773EF1" w:rsidRPr="00773EF1">
        <w:t xml:space="preserve"> ist ein </w:t>
      </w:r>
      <w:r w:rsidRPr="00773EF1">
        <w:t xml:space="preserve">einfaches Widget, das einen </w:t>
      </w:r>
      <w:r w:rsidRPr="00E076D1">
        <w:rPr>
          <w:i/>
          <w:iCs/>
        </w:rPr>
        <w:t>String</w:t>
      </w:r>
      <w:r w:rsidRPr="00773EF1">
        <w:t xml:space="preserve"> anzeigt.  </w:t>
      </w:r>
    </w:p>
    <w:p w14:paraId="3F771513" w14:textId="1C6F29F0" w:rsidR="004C4939" w:rsidRDefault="004C4939" w:rsidP="004C4939">
      <w:pPr>
        <w:pStyle w:val="SuSMengentext"/>
        <w:rPr>
          <w:color w:val="548DD4" w:themeColor="text2" w:themeTint="99"/>
        </w:rPr>
      </w:pPr>
      <w:r>
        <w:t xml:space="preserve">Ein weiteres Unterscheidungsmerkmal ist </w:t>
      </w:r>
      <w:r w:rsidRPr="004C4939">
        <w:t xml:space="preserve">die Unterteilung in </w:t>
      </w:r>
      <w:r w:rsidR="00791560" w:rsidRPr="004C4939">
        <w:rPr>
          <w:i/>
          <w:iCs/>
        </w:rPr>
        <w:t>Stiefel</w:t>
      </w:r>
      <w:r w:rsidR="00047DA7" w:rsidRPr="004C4939">
        <w:t xml:space="preserve"> </w:t>
      </w:r>
      <w:r w:rsidRPr="004C4939">
        <w:t>und</w:t>
      </w:r>
      <w:r w:rsidR="00047DA7" w:rsidRPr="004C4939">
        <w:t xml:space="preserve"> </w:t>
      </w:r>
      <w:r w:rsidR="00047DA7" w:rsidRPr="004C4939">
        <w:rPr>
          <w:i/>
          <w:iCs/>
        </w:rPr>
        <w:t>Stateless Widgets</w:t>
      </w:r>
      <w:r w:rsidRPr="004C4939">
        <w:t>:</w:t>
      </w:r>
    </w:p>
    <w:p w14:paraId="756B75B6" w14:textId="77777777" w:rsidR="004C4939" w:rsidRPr="004C4939" w:rsidRDefault="00047DA7" w:rsidP="004C4939">
      <w:pPr>
        <w:pStyle w:val="SuSAufzaehlunggegliedert"/>
      </w:pPr>
      <w:r w:rsidRPr="004C4939">
        <w:rPr>
          <w:i/>
          <w:iCs/>
        </w:rPr>
        <w:t>Stateless Widgets</w:t>
      </w:r>
      <w:r w:rsidR="004C4939" w:rsidRPr="004C4939">
        <w:rPr>
          <w:i/>
          <w:iCs/>
        </w:rPr>
        <w:t>:</w:t>
      </w:r>
      <w:r w:rsidR="004C4939" w:rsidRPr="004C4939">
        <w:t xml:space="preserve"> </w:t>
      </w:r>
      <w:r w:rsidRPr="004C4939">
        <w:t>Unveränderlich</w:t>
      </w:r>
      <w:r w:rsidR="004C4939" w:rsidRPr="004C4939">
        <w:t xml:space="preserve">, </w:t>
      </w:r>
      <w:r w:rsidRPr="004C4939">
        <w:t>keine dynamische Datenänderung</w:t>
      </w:r>
      <w:r w:rsidR="004C4939" w:rsidRPr="004C4939">
        <w:t>.</w:t>
      </w:r>
    </w:p>
    <w:p w14:paraId="0C8BBC4F" w14:textId="306E4080" w:rsidR="00047DA7" w:rsidRPr="004C4939" w:rsidRDefault="00791560" w:rsidP="004C4939">
      <w:pPr>
        <w:pStyle w:val="SuSAufzaehlunggegliedert"/>
      </w:pPr>
      <w:r w:rsidRPr="004C4939">
        <w:rPr>
          <w:i/>
          <w:iCs/>
        </w:rPr>
        <w:t>Stiefel</w:t>
      </w:r>
      <w:r w:rsidR="00047DA7" w:rsidRPr="004C4939">
        <w:rPr>
          <w:i/>
          <w:iCs/>
        </w:rPr>
        <w:t xml:space="preserve"> Widgets</w:t>
      </w:r>
      <w:r w:rsidR="004C4939" w:rsidRPr="004C4939">
        <w:rPr>
          <w:i/>
          <w:iCs/>
        </w:rPr>
        <w:t>:</w:t>
      </w:r>
      <w:r w:rsidR="004C4939" w:rsidRPr="004C4939">
        <w:t xml:space="preserve"> </w:t>
      </w:r>
      <w:r w:rsidR="00047DA7" w:rsidRPr="004C4939">
        <w:t>Besitzen einen internen Zustand, der sich ändern kann.</w:t>
      </w:r>
    </w:p>
    <w:p w14:paraId="5FBA057B" w14:textId="0E43544A" w:rsidR="00047DA7" w:rsidRPr="00047DA7" w:rsidRDefault="00047DA7" w:rsidP="004C4939">
      <w:pPr>
        <w:pStyle w:val="SuSAbsatzheadline"/>
      </w:pPr>
      <w:r w:rsidRPr="00047DA7">
        <w:t xml:space="preserve">Stateless Widgets </w:t>
      </w:r>
    </w:p>
    <w:p w14:paraId="6BF9CAF0" w14:textId="5E27FE41" w:rsidR="00047DA7" w:rsidRPr="004C4939" w:rsidRDefault="00047DA7" w:rsidP="004C4939">
      <w:pPr>
        <w:pStyle w:val="SuSMengentext"/>
      </w:pPr>
      <w:r w:rsidRPr="004C4939">
        <w:rPr>
          <w:i/>
          <w:iCs/>
        </w:rPr>
        <w:t>Stateless Widgets</w:t>
      </w:r>
      <w:r w:rsidRPr="004C4939">
        <w:t xml:space="preserve"> sind unveränderlich, d. h. sie enthalten keinen Zustand und zeigen immer die gleichen Inhalte an. </w:t>
      </w:r>
      <w:r w:rsidR="00E076D1">
        <w:t xml:space="preserve">Ein </w:t>
      </w:r>
      <w:r w:rsidRPr="004C4939">
        <w:t>Beispiel</w:t>
      </w:r>
      <w:r w:rsidR="004C4939" w:rsidRPr="004C4939">
        <w:t xml:space="preserve"> für ein </w:t>
      </w:r>
      <w:r w:rsidRPr="004C4939">
        <w:t>Stateless Widge</w:t>
      </w:r>
      <w:r w:rsidR="00E076D1">
        <w:t>t ist:</w:t>
      </w:r>
    </w:p>
    <w:p w14:paraId="7841972A" w14:textId="75EB2364" w:rsidR="00047DA7" w:rsidRPr="00E076D1" w:rsidRDefault="00047DA7" w:rsidP="004C4939">
      <w:pPr>
        <w:pStyle w:val="SuSQuellcode"/>
        <w:rPr>
          <w:lang w:val="en-GB"/>
        </w:rPr>
      </w:pPr>
      <w:r w:rsidRPr="00E076D1">
        <w:rPr>
          <w:lang w:val="en-GB"/>
        </w:rPr>
        <w:t>import '</w:t>
      </w:r>
      <w:r w:rsidR="00791560" w:rsidRPr="00E076D1">
        <w:rPr>
          <w:lang w:val="en-GB"/>
        </w:rPr>
        <w:t>package: flutter</w:t>
      </w:r>
      <w:r w:rsidRPr="00E076D1">
        <w:rPr>
          <w:lang w:val="en-GB"/>
        </w:rPr>
        <w:t>/</w:t>
      </w:r>
      <w:r w:rsidR="00791560" w:rsidRPr="00E076D1">
        <w:rPr>
          <w:lang w:val="en-GB"/>
        </w:rPr>
        <w:t>material. Dart</w:t>
      </w:r>
      <w:r w:rsidRPr="00E076D1">
        <w:rPr>
          <w:lang w:val="en-GB"/>
        </w:rPr>
        <w:t>';</w:t>
      </w:r>
    </w:p>
    <w:p w14:paraId="07512FE8" w14:textId="77777777" w:rsidR="00047DA7" w:rsidRPr="00047DA7" w:rsidRDefault="00047DA7" w:rsidP="004C4939">
      <w:pPr>
        <w:pStyle w:val="SuSQuellcode"/>
        <w:rPr>
          <w:lang w:val="en-GB"/>
        </w:rPr>
      </w:pPr>
      <w:r w:rsidRPr="00047DA7">
        <w:rPr>
          <w:lang w:val="en-GB"/>
        </w:rPr>
        <w:t>void main() {</w:t>
      </w:r>
    </w:p>
    <w:p w14:paraId="50A77E51" w14:textId="5CE326FE" w:rsidR="00047DA7" w:rsidRPr="00047DA7" w:rsidRDefault="00047DA7" w:rsidP="004C4939">
      <w:pPr>
        <w:pStyle w:val="SuSQuellcode"/>
        <w:rPr>
          <w:lang w:val="en-GB"/>
        </w:rPr>
      </w:pPr>
      <w:r w:rsidRPr="00047DA7">
        <w:rPr>
          <w:lang w:val="en-GB"/>
        </w:rPr>
        <w:t xml:space="preserve">  </w:t>
      </w:r>
      <w:r w:rsidR="00791560" w:rsidRPr="00047DA7">
        <w:rPr>
          <w:lang w:val="en-GB"/>
        </w:rPr>
        <w:t>rump</w:t>
      </w:r>
      <w:r w:rsidRPr="00047DA7">
        <w:rPr>
          <w:lang w:val="en-GB"/>
        </w:rPr>
        <w:t>(</w:t>
      </w:r>
      <w:r w:rsidR="00791560" w:rsidRPr="00047DA7">
        <w:rPr>
          <w:lang w:val="en-GB"/>
        </w:rPr>
        <w:t>Mapp</w:t>
      </w:r>
      <w:r w:rsidRPr="00047DA7">
        <w:rPr>
          <w:lang w:val="en-GB"/>
        </w:rPr>
        <w:t>());</w:t>
      </w:r>
    </w:p>
    <w:p w14:paraId="29E70F59" w14:textId="712E88F4" w:rsidR="00047DA7" w:rsidRPr="00047DA7" w:rsidRDefault="00047DA7" w:rsidP="00A41572">
      <w:pPr>
        <w:pStyle w:val="SuSQuellcode"/>
        <w:rPr>
          <w:lang w:val="en-GB"/>
        </w:rPr>
      </w:pPr>
      <w:r w:rsidRPr="00047DA7">
        <w:rPr>
          <w:lang w:val="en-GB"/>
        </w:rPr>
        <w:t>}</w:t>
      </w:r>
    </w:p>
    <w:p w14:paraId="20447FBB" w14:textId="08D249C5" w:rsidR="00047DA7" w:rsidRPr="00047DA7" w:rsidRDefault="00047DA7" w:rsidP="004C4939">
      <w:pPr>
        <w:pStyle w:val="SuSQuellcode"/>
        <w:rPr>
          <w:lang w:val="en-GB"/>
        </w:rPr>
      </w:pPr>
      <w:r w:rsidRPr="00047DA7">
        <w:rPr>
          <w:lang w:val="en-GB"/>
        </w:rPr>
        <w:t xml:space="preserve">class </w:t>
      </w:r>
      <w:r w:rsidR="00791560" w:rsidRPr="00047DA7">
        <w:rPr>
          <w:lang w:val="en-GB"/>
        </w:rPr>
        <w:t>Mapp</w:t>
      </w:r>
      <w:r w:rsidRPr="00047DA7">
        <w:rPr>
          <w:lang w:val="en-GB"/>
        </w:rPr>
        <w:t xml:space="preserve"> extends StatelessWidget {</w:t>
      </w:r>
    </w:p>
    <w:p w14:paraId="7EE4FDD3" w14:textId="77777777" w:rsidR="00047DA7" w:rsidRPr="00047DA7" w:rsidRDefault="00047DA7" w:rsidP="004C4939">
      <w:pPr>
        <w:pStyle w:val="SuSQuellcode"/>
        <w:rPr>
          <w:lang w:val="en-GB"/>
        </w:rPr>
      </w:pPr>
      <w:r w:rsidRPr="00047DA7">
        <w:rPr>
          <w:lang w:val="en-GB"/>
        </w:rPr>
        <w:t xml:space="preserve">  @override</w:t>
      </w:r>
    </w:p>
    <w:p w14:paraId="31EA8023" w14:textId="62284A1D" w:rsidR="00047DA7" w:rsidRPr="00047DA7" w:rsidRDefault="00047DA7" w:rsidP="004C4939">
      <w:pPr>
        <w:pStyle w:val="SuSQuellcode"/>
        <w:rPr>
          <w:lang w:val="en-GB"/>
        </w:rPr>
      </w:pPr>
      <w:r w:rsidRPr="00047DA7">
        <w:rPr>
          <w:lang w:val="en-GB"/>
        </w:rPr>
        <w:t xml:space="preserve">  Widget build(</w:t>
      </w:r>
      <w:r w:rsidR="00791560" w:rsidRPr="00047DA7">
        <w:rPr>
          <w:lang w:val="en-GB"/>
        </w:rPr>
        <w:t>Build Context</w:t>
      </w:r>
      <w:r w:rsidRPr="00047DA7">
        <w:rPr>
          <w:lang w:val="en-GB"/>
        </w:rPr>
        <w:t xml:space="preserve"> context) {</w:t>
      </w:r>
    </w:p>
    <w:p w14:paraId="0C429B8E" w14:textId="77777777" w:rsidR="00047DA7" w:rsidRPr="00047DA7" w:rsidRDefault="00047DA7" w:rsidP="004C4939">
      <w:pPr>
        <w:pStyle w:val="SuSQuellcode"/>
        <w:rPr>
          <w:lang w:val="en-GB"/>
        </w:rPr>
      </w:pPr>
      <w:r w:rsidRPr="00047DA7">
        <w:rPr>
          <w:lang w:val="en-GB"/>
        </w:rPr>
        <w:lastRenderedPageBreak/>
        <w:t xml:space="preserve">    return MaterialApp(</w:t>
      </w:r>
    </w:p>
    <w:p w14:paraId="72564C15" w14:textId="77777777" w:rsidR="00047DA7" w:rsidRPr="00047DA7" w:rsidRDefault="00047DA7" w:rsidP="004C4939">
      <w:pPr>
        <w:pStyle w:val="SuSQuellcode"/>
        <w:rPr>
          <w:lang w:val="en-GB"/>
        </w:rPr>
      </w:pPr>
      <w:r w:rsidRPr="00047DA7">
        <w:rPr>
          <w:lang w:val="en-GB"/>
        </w:rPr>
        <w:t xml:space="preserve">      home: Scaffold(</w:t>
      </w:r>
    </w:p>
    <w:p w14:paraId="73B1B5FD" w14:textId="77777777" w:rsidR="00047DA7" w:rsidRPr="00047DA7" w:rsidRDefault="00047DA7" w:rsidP="004C4939">
      <w:pPr>
        <w:pStyle w:val="SuSQuellcode"/>
        <w:rPr>
          <w:lang w:val="en-GB"/>
        </w:rPr>
      </w:pPr>
      <w:r w:rsidRPr="00047DA7">
        <w:rPr>
          <w:lang w:val="en-GB"/>
        </w:rPr>
        <w:t xml:space="preserve">        appBar: AppBar(title: Text('Stateless Widget')),</w:t>
      </w:r>
    </w:p>
    <w:p w14:paraId="039FAE90" w14:textId="77777777" w:rsidR="00047DA7" w:rsidRPr="00FF32A6" w:rsidRDefault="00047DA7" w:rsidP="004C4939">
      <w:pPr>
        <w:pStyle w:val="SuSQuellcode"/>
        <w:rPr>
          <w:lang w:val="de-DE"/>
        </w:rPr>
      </w:pPr>
      <w:r w:rsidRPr="00047DA7">
        <w:rPr>
          <w:lang w:val="en-GB"/>
        </w:rPr>
        <w:t xml:space="preserve">        </w:t>
      </w:r>
      <w:r w:rsidRPr="00FF32A6">
        <w:rPr>
          <w:lang w:val="de-DE"/>
        </w:rPr>
        <w:t>body: Center(child: Text('Ich bin statisch!')),</w:t>
      </w:r>
    </w:p>
    <w:p w14:paraId="1FF88356" w14:textId="77777777" w:rsidR="00047DA7" w:rsidRPr="00FF32A6" w:rsidRDefault="00047DA7" w:rsidP="004C4939">
      <w:pPr>
        <w:pStyle w:val="SuSQuellcode"/>
        <w:rPr>
          <w:lang w:val="de-DE"/>
        </w:rPr>
      </w:pPr>
      <w:r w:rsidRPr="00FF32A6">
        <w:rPr>
          <w:lang w:val="de-DE"/>
        </w:rPr>
        <w:t xml:space="preserve">      ),</w:t>
      </w:r>
    </w:p>
    <w:p w14:paraId="1BD3367D" w14:textId="77777777" w:rsidR="00047DA7" w:rsidRPr="00FF32A6" w:rsidRDefault="00047DA7" w:rsidP="004C4939">
      <w:pPr>
        <w:pStyle w:val="SuSQuellcode"/>
        <w:rPr>
          <w:lang w:val="de-DE"/>
        </w:rPr>
      </w:pPr>
      <w:r w:rsidRPr="00FF32A6">
        <w:rPr>
          <w:lang w:val="de-DE"/>
        </w:rPr>
        <w:t xml:space="preserve">    );</w:t>
      </w:r>
    </w:p>
    <w:p w14:paraId="10DE0E63" w14:textId="77777777" w:rsidR="00047DA7" w:rsidRPr="00FF32A6" w:rsidRDefault="00047DA7" w:rsidP="004C4939">
      <w:pPr>
        <w:pStyle w:val="SuSQuellcode"/>
        <w:rPr>
          <w:lang w:val="de-DE"/>
        </w:rPr>
      </w:pPr>
      <w:r w:rsidRPr="00FF32A6">
        <w:rPr>
          <w:lang w:val="de-DE"/>
        </w:rPr>
        <w:t xml:space="preserve">  }</w:t>
      </w:r>
    </w:p>
    <w:p w14:paraId="31DAAF8D" w14:textId="77777777" w:rsidR="00047DA7" w:rsidRPr="00FF32A6" w:rsidRDefault="00047DA7" w:rsidP="004C4939">
      <w:pPr>
        <w:pStyle w:val="SuSQuellcode"/>
        <w:rPr>
          <w:lang w:val="de-DE"/>
        </w:rPr>
      </w:pPr>
      <w:r w:rsidRPr="00FF32A6">
        <w:rPr>
          <w:lang w:val="de-DE"/>
        </w:rPr>
        <w:t>}</w:t>
      </w:r>
    </w:p>
    <w:p w14:paraId="6F88BD80" w14:textId="184601CF" w:rsidR="00047DA7" w:rsidRPr="004C4939" w:rsidRDefault="00047DA7" w:rsidP="004C4939">
      <w:pPr>
        <w:pStyle w:val="SuSMengentext"/>
      </w:pPr>
      <w:r w:rsidRPr="004C4939">
        <w:t>Erklärung: `</w:t>
      </w:r>
      <w:r w:rsidRPr="004C4939">
        <w:rPr>
          <w:i/>
          <w:iCs/>
        </w:rPr>
        <w:t>MyApp</w:t>
      </w:r>
      <w:r w:rsidRPr="004C4939">
        <w:t>` erbt von `</w:t>
      </w:r>
      <w:r w:rsidRPr="004C4939">
        <w:rPr>
          <w:i/>
          <w:iCs/>
        </w:rPr>
        <w:t>StatelessWidget</w:t>
      </w:r>
      <w:r w:rsidRPr="004C4939">
        <w:t xml:space="preserve">`, weil sich der Inhalt nicht ändern kann. Das Widget bleibt unverändert, egal wie oft es aufgerufen wird.  </w:t>
      </w:r>
    </w:p>
    <w:p w14:paraId="43BD5B25" w14:textId="08CE4CB6" w:rsidR="00047DA7" w:rsidRPr="00047DA7" w:rsidRDefault="00047DA7" w:rsidP="004C4939">
      <w:pPr>
        <w:pStyle w:val="SuSAbsatzheadline"/>
      </w:pPr>
      <w:r w:rsidRPr="00047DA7">
        <w:t>Stateful Widgets</w:t>
      </w:r>
    </w:p>
    <w:p w14:paraId="05CC5B26" w14:textId="77777777" w:rsidR="004C4939" w:rsidRDefault="00047DA7" w:rsidP="004C4939">
      <w:pPr>
        <w:pStyle w:val="SuSMengentext"/>
      </w:pPr>
      <w:r w:rsidRPr="004C4939">
        <w:rPr>
          <w:i/>
          <w:iCs/>
        </w:rPr>
        <w:t>Stateful Widgets</w:t>
      </w:r>
      <w:r w:rsidRPr="004C4939">
        <w:t xml:space="preserve"> speichern und verwalten einen internen Zustand, der sich ändern kann. Sie bestehen aus zwei Klassen:  </w:t>
      </w:r>
    </w:p>
    <w:p w14:paraId="3A29C868" w14:textId="77777777" w:rsidR="004C4939" w:rsidRPr="004C4939" w:rsidRDefault="00047DA7" w:rsidP="004C4939">
      <w:pPr>
        <w:pStyle w:val="SuSAufzaehlunggegliedert"/>
      </w:pPr>
      <w:r w:rsidRPr="00047DA7">
        <w:t>Die Haupt</w:t>
      </w:r>
      <w:r w:rsidRPr="004C4939">
        <w:t>klasse (`</w:t>
      </w:r>
      <w:r w:rsidRPr="004C4939">
        <w:rPr>
          <w:i/>
          <w:iCs/>
        </w:rPr>
        <w:t>MyStatefulWidget</w:t>
      </w:r>
      <w:r w:rsidRPr="004C4939">
        <w:t xml:space="preserve">`): Erstellt das Widget.  </w:t>
      </w:r>
    </w:p>
    <w:p w14:paraId="21251D66" w14:textId="65E54D12" w:rsidR="00047DA7" w:rsidRPr="004C4939" w:rsidRDefault="00047DA7" w:rsidP="004C4939">
      <w:pPr>
        <w:pStyle w:val="SuSAufzaehlunggegliedert"/>
      </w:pPr>
      <w:r w:rsidRPr="004C4939">
        <w:t>Der zugehörige Zustand (`</w:t>
      </w:r>
      <w:r w:rsidRPr="004C4939">
        <w:rPr>
          <w:i/>
          <w:iCs/>
        </w:rPr>
        <w:t>_MyStatefulWidgetState</w:t>
      </w:r>
      <w:r w:rsidRPr="004C4939">
        <w:t xml:space="preserve">`): Verwaltet die Änderungen.  </w:t>
      </w:r>
    </w:p>
    <w:p w14:paraId="14E8E2D1" w14:textId="3F51EDB6" w:rsidR="004C4939" w:rsidRPr="00E076D1" w:rsidRDefault="004C4939" w:rsidP="00E076D1">
      <w:pPr>
        <w:pStyle w:val="SuSMengentext"/>
      </w:pPr>
      <w:r w:rsidRPr="004C4939">
        <w:t xml:space="preserve">Ein </w:t>
      </w:r>
      <w:r w:rsidR="00047DA7" w:rsidRPr="004C4939">
        <w:t>Beispiel</w:t>
      </w:r>
      <w:r w:rsidRPr="004C4939">
        <w:t xml:space="preserve"> für ein</w:t>
      </w:r>
      <w:r w:rsidR="00047DA7" w:rsidRPr="004C4939">
        <w:t xml:space="preserve"> Stateful Widget mit Zähler-Button</w:t>
      </w:r>
      <w:r w:rsidRPr="004C4939">
        <w:t>:</w:t>
      </w:r>
      <w:r w:rsidR="00047DA7" w:rsidRPr="004C4939">
        <w:t xml:space="preserve">  </w:t>
      </w:r>
    </w:p>
    <w:p w14:paraId="5DE502FF" w14:textId="78948D8D" w:rsidR="00047DA7" w:rsidRPr="00047DA7" w:rsidRDefault="00047DA7" w:rsidP="004C4939">
      <w:pPr>
        <w:pStyle w:val="SuSQuellcode"/>
      </w:pPr>
      <w:r w:rsidRPr="00047DA7">
        <w:t>import 'package:flutter/material.dart';</w:t>
      </w:r>
    </w:p>
    <w:p w14:paraId="35B0D976" w14:textId="77777777" w:rsidR="00047DA7" w:rsidRPr="00047DA7" w:rsidRDefault="00047DA7" w:rsidP="004C4939">
      <w:pPr>
        <w:pStyle w:val="SuSQuellcode"/>
      </w:pPr>
      <w:r w:rsidRPr="00047DA7">
        <w:t>void main() {</w:t>
      </w:r>
    </w:p>
    <w:p w14:paraId="5C936220" w14:textId="77777777" w:rsidR="00047DA7" w:rsidRPr="00047DA7" w:rsidRDefault="00047DA7" w:rsidP="004C4939">
      <w:pPr>
        <w:pStyle w:val="SuSQuellcode"/>
      </w:pPr>
      <w:r w:rsidRPr="00047DA7">
        <w:t xml:space="preserve">  runApp(MyApp());</w:t>
      </w:r>
    </w:p>
    <w:p w14:paraId="2EFD288A" w14:textId="451940C0" w:rsidR="00047DA7" w:rsidRPr="00047DA7" w:rsidRDefault="00047DA7" w:rsidP="00E076D1">
      <w:pPr>
        <w:pStyle w:val="SuSQuellcode"/>
      </w:pPr>
      <w:r w:rsidRPr="00047DA7">
        <w:t>}</w:t>
      </w:r>
    </w:p>
    <w:p w14:paraId="4108F419" w14:textId="77777777" w:rsidR="00047DA7" w:rsidRPr="00047DA7" w:rsidRDefault="00047DA7" w:rsidP="004C4939">
      <w:pPr>
        <w:pStyle w:val="SuSQuellcode"/>
      </w:pPr>
      <w:r w:rsidRPr="00047DA7">
        <w:t>class MyApp extends StatelessWidget {</w:t>
      </w:r>
    </w:p>
    <w:p w14:paraId="0F89453E" w14:textId="77777777" w:rsidR="00047DA7" w:rsidRPr="00047DA7" w:rsidRDefault="00047DA7" w:rsidP="004C4939">
      <w:pPr>
        <w:pStyle w:val="SuSQuellcode"/>
      </w:pPr>
      <w:r w:rsidRPr="00047DA7">
        <w:t xml:space="preserve">  @override</w:t>
      </w:r>
    </w:p>
    <w:p w14:paraId="20320D0E" w14:textId="77777777" w:rsidR="00047DA7" w:rsidRPr="00047DA7" w:rsidRDefault="00047DA7" w:rsidP="004C4939">
      <w:pPr>
        <w:pStyle w:val="SuSQuellcode"/>
      </w:pPr>
      <w:r w:rsidRPr="00047DA7">
        <w:t xml:space="preserve">  Widget build(BuildContext context) {</w:t>
      </w:r>
    </w:p>
    <w:p w14:paraId="3B2B8809" w14:textId="77777777" w:rsidR="00047DA7" w:rsidRPr="00047DA7" w:rsidRDefault="00047DA7" w:rsidP="004C4939">
      <w:pPr>
        <w:pStyle w:val="SuSQuellcode"/>
      </w:pPr>
      <w:r w:rsidRPr="00047DA7">
        <w:t xml:space="preserve">    return MaterialApp(</w:t>
      </w:r>
    </w:p>
    <w:p w14:paraId="100E92B8" w14:textId="77777777" w:rsidR="00047DA7" w:rsidRPr="00047DA7" w:rsidRDefault="00047DA7" w:rsidP="004C4939">
      <w:pPr>
        <w:pStyle w:val="SuSQuellcode"/>
      </w:pPr>
      <w:r w:rsidRPr="00047DA7">
        <w:t xml:space="preserve">      home: CounterWidget(),</w:t>
      </w:r>
    </w:p>
    <w:p w14:paraId="1A1F6155" w14:textId="77777777" w:rsidR="00047DA7" w:rsidRPr="00047DA7" w:rsidRDefault="00047DA7" w:rsidP="004C4939">
      <w:pPr>
        <w:pStyle w:val="SuSQuellcode"/>
      </w:pPr>
      <w:r w:rsidRPr="00047DA7">
        <w:t xml:space="preserve">    );</w:t>
      </w:r>
    </w:p>
    <w:p w14:paraId="40E5AE1B" w14:textId="77777777" w:rsidR="00047DA7" w:rsidRPr="00047DA7" w:rsidRDefault="00047DA7" w:rsidP="004C4939">
      <w:pPr>
        <w:pStyle w:val="SuSQuellcode"/>
      </w:pPr>
      <w:r w:rsidRPr="00047DA7">
        <w:t xml:space="preserve">  }</w:t>
      </w:r>
    </w:p>
    <w:p w14:paraId="47CAFB3B" w14:textId="74D5D339" w:rsidR="00047DA7" w:rsidRPr="00047DA7" w:rsidRDefault="00047DA7" w:rsidP="00E076D1">
      <w:pPr>
        <w:pStyle w:val="SuSQuellcode"/>
      </w:pPr>
      <w:r w:rsidRPr="00047DA7">
        <w:t>}</w:t>
      </w:r>
    </w:p>
    <w:p w14:paraId="5114D868" w14:textId="77777777" w:rsidR="00047DA7" w:rsidRPr="00047DA7" w:rsidRDefault="00047DA7" w:rsidP="004C4939">
      <w:pPr>
        <w:pStyle w:val="SuSQuellcode"/>
      </w:pPr>
      <w:r w:rsidRPr="00047DA7">
        <w:t>class CounterWidget extends StatefulWidget {</w:t>
      </w:r>
    </w:p>
    <w:p w14:paraId="27BEDCAF" w14:textId="77777777" w:rsidR="00047DA7" w:rsidRPr="00047DA7" w:rsidRDefault="00047DA7" w:rsidP="004C4939">
      <w:pPr>
        <w:pStyle w:val="SuSQuellcode"/>
      </w:pPr>
      <w:r w:rsidRPr="00047DA7">
        <w:t xml:space="preserve">  @override</w:t>
      </w:r>
    </w:p>
    <w:p w14:paraId="6024E350" w14:textId="77777777" w:rsidR="00047DA7" w:rsidRPr="00047DA7" w:rsidRDefault="00047DA7" w:rsidP="004C4939">
      <w:pPr>
        <w:pStyle w:val="SuSQuellcode"/>
      </w:pPr>
      <w:r w:rsidRPr="00047DA7">
        <w:t xml:space="preserve">  _CounterWidgetState createState() =&gt; _CounterWidgetState();</w:t>
      </w:r>
    </w:p>
    <w:p w14:paraId="3C633C1A" w14:textId="4A152ADE" w:rsidR="00047DA7" w:rsidRPr="00047DA7" w:rsidRDefault="00047DA7" w:rsidP="00E076D1">
      <w:pPr>
        <w:pStyle w:val="SuSQuellcode"/>
      </w:pPr>
      <w:r w:rsidRPr="00047DA7">
        <w:t>}</w:t>
      </w:r>
    </w:p>
    <w:p w14:paraId="46058CA3" w14:textId="77777777" w:rsidR="00047DA7" w:rsidRPr="00047DA7" w:rsidRDefault="00047DA7" w:rsidP="004C4939">
      <w:pPr>
        <w:pStyle w:val="SuSQuellcode"/>
      </w:pPr>
      <w:r w:rsidRPr="00047DA7">
        <w:t>class _CounterWidgetState extends State&lt;CounterWidget&gt; {</w:t>
      </w:r>
    </w:p>
    <w:p w14:paraId="5DF115DD" w14:textId="77777777" w:rsidR="00047DA7" w:rsidRPr="00047DA7" w:rsidRDefault="00047DA7" w:rsidP="004C4939">
      <w:pPr>
        <w:pStyle w:val="SuSQuellcode"/>
      </w:pPr>
      <w:r w:rsidRPr="00047DA7">
        <w:t xml:space="preserve">  int counter = 0;</w:t>
      </w:r>
    </w:p>
    <w:p w14:paraId="04E0B886" w14:textId="77777777" w:rsidR="00047DA7" w:rsidRPr="00047DA7" w:rsidRDefault="00047DA7" w:rsidP="004C4939">
      <w:pPr>
        <w:pStyle w:val="SuSQuellcode"/>
      </w:pPr>
    </w:p>
    <w:p w14:paraId="3C139C1C" w14:textId="77777777" w:rsidR="00047DA7" w:rsidRPr="00047DA7" w:rsidRDefault="00047DA7" w:rsidP="004C4939">
      <w:pPr>
        <w:pStyle w:val="SuSQuellcode"/>
      </w:pPr>
      <w:r w:rsidRPr="00047DA7">
        <w:t xml:space="preserve">  void increment() {</w:t>
      </w:r>
    </w:p>
    <w:p w14:paraId="5758B730" w14:textId="77777777" w:rsidR="00047DA7" w:rsidRPr="00047DA7" w:rsidRDefault="00047DA7" w:rsidP="004C4939">
      <w:pPr>
        <w:pStyle w:val="SuSQuellcode"/>
      </w:pPr>
      <w:r w:rsidRPr="00047DA7">
        <w:t xml:space="preserve">    setState(() {</w:t>
      </w:r>
    </w:p>
    <w:p w14:paraId="01787E30" w14:textId="77777777" w:rsidR="00047DA7" w:rsidRPr="00047DA7" w:rsidRDefault="00047DA7" w:rsidP="004C4939">
      <w:pPr>
        <w:pStyle w:val="SuSQuellcode"/>
      </w:pPr>
      <w:r w:rsidRPr="00047DA7">
        <w:t xml:space="preserve">      counter++;</w:t>
      </w:r>
    </w:p>
    <w:p w14:paraId="068DB170" w14:textId="77777777" w:rsidR="00047DA7" w:rsidRPr="00047DA7" w:rsidRDefault="00047DA7" w:rsidP="004C4939">
      <w:pPr>
        <w:pStyle w:val="SuSQuellcode"/>
      </w:pPr>
      <w:r w:rsidRPr="00047DA7">
        <w:t xml:space="preserve">    });</w:t>
      </w:r>
    </w:p>
    <w:p w14:paraId="22C28896" w14:textId="291A558D" w:rsidR="00047DA7" w:rsidRPr="00047DA7" w:rsidRDefault="00047DA7" w:rsidP="00E076D1">
      <w:pPr>
        <w:pStyle w:val="SuSQuellcode"/>
      </w:pPr>
      <w:r w:rsidRPr="00047DA7">
        <w:t xml:space="preserve">  }</w:t>
      </w:r>
    </w:p>
    <w:p w14:paraId="1BFEB1F8" w14:textId="77777777" w:rsidR="00047DA7" w:rsidRPr="00047DA7" w:rsidRDefault="00047DA7" w:rsidP="004C4939">
      <w:pPr>
        <w:pStyle w:val="SuSQuellcode"/>
      </w:pPr>
      <w:r w:rsidRPr="00047DA7">
        <w:t xml:space="preserve">  @override</w:t>
      </w:r>
    </w:p>
    <w:p w14:paraId="14FE4672" w14:textId="77777777" w:rsidR="00047DA7" w:rsidRPr="00047DA7" w:rsidRDefault="00047DA7" w:rsidP="004C4939">
      <w:pPr>
        <w:pStyle w:val="SuSQuellcode"/>
      </w:pPr>
      <w:r w:rsidRPr="00047DA7">
        <w:t xml:space="preserve">  Widget build(BuildContext context) {</w:t>
      </w:r>
    </w:p>
    <w:p w14:paraId="79E14499" w14:textId="77777777" w:rsidR="00047DA7" w:rsidRPr="00047DA7" w:rsidRDefault="00047DA7" w:rsidP="004C4939">
      <w:pPr>
        <w:pStyle w:val="SuSQuellcode"/>
      </w:pPr>
      <w:r w:rsidRPr="00047DA7">
        <w:t xml:space="preserve">    return Scaffold(</w:t>
      </w:r>
    </w:p>
    <w:p w14:paraId="5211A2D5" w14:textId="77777777" w:rsidR="00047DA7" w:rsidRPr="00047DA7" w:rsidRDefault="00047DA7" w:rsidP="004C4939">
      <w:pPr>
        <w:pStyle w:val="SuSQuellcode"/>
      </w:pPr>
      <w:r w:rsidRPr="00047DA7">
        <w:t xml:space="preserve">      appBar: AppBar(title: Text('Stateful Widget')),</w:t>
      </w:r>
    </w:p>
    <w:p w14:paraId="09A0ABF6" w14:textId="77777777" w:rsidR="00047DA7" w:rsidRPr="00047DA7" w:rsidRDefault="00047DA7" w:rsidP="004C4939">
      <w:pPr>
        <w:pStyle w:val="SuSQuellcode"/>
      </w:pPr>
      <w:r w:rsidRPr="00047DA7">
        <w:lastRenderedPageBreak/>
        <w:t xml:space="preserve">      body: Center(</w:t>
      </w:r>
    </w:p>
    <w:p w14:paraId="73F1A307" w14:textId="77777777" w:rsidR="00047DA7" w:rsidRPr="00047DA7" w:rsidRDefault="00047DA7" w:rsidP="004C4939">
      <w:pPr>
        <w:pStyle w:val="SuSQuellcode"/>
      </w:pPr>
      <w:r w:rsidRPr="00047DA7">
        <w:t xml:space="preserve">        child: Column(</w:t>
      </w:r>
    </w:p>
    <w:p w14:paraId="18083942" w14:textId="77777777" w:rsidR="00047DA7" w:rsidRPr="00047DA7" w:rsidRDefault="00047DA7" w:rsidP="004C4939">
      <w:pPr>
        <w:pStyle w:val="SuSQuellcode"/>
      </w:pPr>
      <w:r w:rsidRPr="00047DA7">
        <w:t xml:space="preserve">          mainAxisAlignment: MainAxisAlignment.center,</w:t>
      </w:r>
    </w:p>
    <w:p w14:paraId="0E895A3E" w14:textId="77777777" w:rsidR="00047DA7" w:rsidRPr="00047DA7" w:rsidRDefault="00047DA7" w:rsidP="004C4939">
      <w:pPr>
        <w:pStyle w:val="SuSQuellcode"/>
      </w:pPr>
      <w:r w:rsidRPr="00047DA7">
        <w:t xml:space="preserve">          children: [</w:t>
      </w:r>
    </w:p>
    <w:p w14:paraId="4657B804" w14:textId="77777777" w:rsidR="00047DA7" w:rsidRPr="00047DA7" w:rsidRDefault="00047DA7" w:rsidP="004C4939">
      <w:pPr>
        <w:pStyle w:val="SuSQuellcode"/>
      </w:pPr>
      <w:r w:rsidRPr="00047DA7">
        <w:t xml:space="preserve">            Text('Zähler: $counter', style: TextStyle(fontSize: 24)),</w:t>
      </w:r>
    </w:p>
    <w:p w14:paraId="2E3B53D6" w14:textId="77777777" w:rsidR="00047DA7" w:rsidRPr="00047DA7" w:rsidRDefault="00047DA7" w:rsidP="004C4939">
      <w:pPr>
        <w:pStyle w:val="SuSQuellcode"/>
      </w:pPr>
      <w:r w:rsidRPr="00047DA7">
        <w:t xml:space="preserve">            ElevatedButton(</w:t>
      </w:r>
    </w:p>
    <w:p w14:paraId="350BFF2D" w14:textId="77777777" w:rsidR="00047DA7" w:rsidRPr="00047DA7" w:rsidRDefault="00047DA7" w:rsidP="004C4939">
      <w:pPr>
        <w:pStyle w:val="SuSQuellcode"/>
      </w:pPr>
      <w:r w:rsidRPr="00047DA7">
        <w:t xml:space="preserve">              onPressed: increment,</w:t>
      </w:r>
    </w:p>
    <w:p w14:paraId="2849314C" w14:textId="77777777" w:rsidR="00047DA7" w:rsidRPr="00047DA7" w:rsidRDefault="00047DA7" w:rsidP="004C4939">
      <w:pPr>
        <w:pStyle w:val="SuSQuellcode"/>
      </w:pPr>
      <w:r w:rsidRPr="00047DA7">
        <w:t xml:space="preserve">              child: Text('Erhöhen'),</w:t>
      </w:r>
    </w:p>
    <w:p w14:paraId="1AF5032F" w14:textId="77777777" w:rsidR="00047DA7" w:rsidRPr="00FF32A6" w:rsidRDefault="00047DA7" w:rsidP="004C4939">
      <w:pPr>
        <w:pStyle w:val="SuSQuellcode"/>
        <w:rPr>
          <w:lang w:val="de-DE"/>
        </w:rPr>
      </w:pPr>
      <w:r w:rsidRPr="00047DA7">
        <w:t xml:space="preserve">            </w:t>
      </w:r>
      <w:r w:rsidRPr="00FF32A6">
        <w:rPr>
          <w:lang w:val="de-DE"/>
        </w:rPr>
        <w:t>),</w:t>
      </w:r>
    </w:p>
    <w:p w14:paraId="4487DBFE" w14:textId="77777777" w:rsidR="00047DA7" w:rsidRPr="00FF32A6" w:rsidRDefault="00047DA7" w:rsidP="004C4939">
      <w:pPr>
        <w:pStyle w:val="SuSQuellcode"/>
        <w:rPr>
          <w:lang w:val="de-DE"/>
        </w:rPr>
      </w:pPr>
      <w:r w:rsidRPr="00FF32A6">
        <w:rPr>
          <w:lang w:val="de-DE"/>
        </w:rPr>
        <w:t xml:space="preserve">          ],</w:t>
      </w:r>
    </w:p>
    <w:p w14:paraId="2B0F88C6" w14:textId="77777777" w:rsidR="00047DA7" w:rsidRPr="00FF32A6" w:rsidRDefault="00047DA7" w:rsidP="004C4939">
      <w:pPr>
        <w:pStyle w:val="SuSQuellcode"/>
        <w:rPr>
          <w:lang w:val="de-DE"/>
        </w:rPr>
      </w:pPr>
      <w:r w:rsidRPr="00FF32A6">
        <w:rPr>
          <w:lang w:val="de-DE"/>
        </w:rPr>
        <w:t xml:space="preserve">        ),</w:t>
      </w:r>
    </w:p>
    <w:p w14:paraId="0DFEE42E" w14:textId="77777777" w:rsidR="00047DA7" w:rsidRPr="00FF32A6" w:rsidRDefault="00047DA7" w:rsidP="004C4939">
      <w:pPr>
        <w:pStyle w:val="SuSQuellcode"/>
        <w:rPr>
          <w:lang w:val="de-DE"/>
        </w:rPr>
      </w:pPr>
      <w:r w:rsidRPr="00FF32A6">
        <w:rPr>
          <w:lang w:val="de-DE"/>
        </w:rPr>
        <w:t xml:space="preserve">      ),</w:t>
      </w:r>
    </w:p>
    <w:p w14:paraId="068480CC" w14:textId="77777777" w:rsidR="00047DA7" w:rsidRPr="00FF32A6" w:rsidRDefault="00047DA7" w:rsidP="004C4939">
      <w:pPr>
        <w:pStyle w:val="SuSQuellcode"/>
        <w:rPr>
          <w:lang w:val="de-DE"/>
        </w:rPr>
      </w:pPr>
      <w:r w:rsidRPr="00FF32A6">
        <w:rPr>
          <w:lang w:val="de-DE"/>
        </w:rPr>
        <w:t xml:space="preserve">    );</w:t>
      </w:r>
    </w:p>
    <w:p w14:paraId="244DBB8C" w14:textId="77777777" w:rsidR="00047DA7" w:rsidRPr="00FF32A6" w:rsidRDefault="00047DA7" w:rsidP="004C4939">
      <w:pPr>
        <w:pStyle w:val="SuSQuellcode"/>
        <w:rPr>
          <w:lang w:val="de-DE"/>
        </w:rPr>
      </w:pPr>
      <w:r w:rsidRPr="00FF32A6">
        <w:rPr>
          <w:lang w:val="de-DE"/>
        </w:rPr>
        <w:t xml:space="preserve">  }</w:t>
      </w:r>
    </w:p>
    <w:p w14:paraId="5520AE7E" w14:textId="77777777" w:rsidR="00047DA7" w:rsidRPr="00FF32A6" w:rsidRDefault="00047DA7" w:rsidP="004C4939">
      <w:pPr>
        <w:pStyle w:val="SuSQuellcode"/>
        <w:rPr>
          <w:lang w:val="de-DE"/>
        </w:rPr>
      </w:pPr>
      <w:r w:rsidRPr="00FF32A6">
        <w:rPr>
          <w:lang w:val="de-DE"/>
        </w:rPr>
        <w:t>}</w:t>
      </w:r>
    </w:p>
    <w:p w14:paraId="76BF4C5B" w14:textId="77777777" w:rsidR="00047DA7" w:rsidRDefault="00047DA7" w:rsidP="00047DA7">
      <w:pPr>
        <w:pStyle w:val="SuSMengentext"/>
        <w:rPr>
          <w:color w:val="548DD4" w:themeColor="text2" w:themeTint="99"/>
        </w:rPr>
      </w:pPr>
    </w:p>
    <w:p w14:paraId="12E3037D" w14:textId="62CEC786" w:rsidR="00047DA7" w:rsidRPr="00FF32A6" w:rsidRDefault="00047DA7" w:rsidP="00FF32A6">
      <w:pPr>
        <w:pStyle w:val="SuSMengentext"/>
      </w:pPr>
      <w:r w:rsidRPr="00FF32A6">
        <w:t>Erklärung:</w:t>
      </w:r>
      <w:r w:rsidR="00FF32A6" w:rsidRPr="00FF32A6">
        <w:t xml:space="preserve"> </w:t>
      </w:r>
      <w:r w:rsidRPr="00FF32A6">
        <w:t>Die Klasse `</w:t>
      </w:r>
      <w:r w:rsidRPr="00FF32A6">
        <w:rPr>
          <w:i/>
          <w:iCs/>
        </w:rPr>
        <w:t>CounterWidget</w:t>
      </w:r>
      <w:r w:rsidRPr="00FF32A6">
        <w:t>` verwaltet ihren eigenen Zustand (`</w:t>
      </w:r>
      <w:r w:rsidRPr="00FF32A6">
        <w:rPr>
          <w:i/>
          <w:iCs/>
        </w:rPr>
        <w:t>counter</w:t>
      </w:r>
      <w:r w:rsidRPr="00FF32A6">
        <w:t xml:space="preserve">`). </w:t>
      </w:r>
    </w:p>
    <w:p w14:paraId="5F693BF4" w14:textId="77777777" w:rsidR="00FF32A6" w:rsidRPr="00FF32A6" w:rsidRDefault="00047DA7" w:rsidP="00FF32A6">
      <w:pPr>
        <w:pStyle w:val="SuSAufzaehlunggegliedert"/>
      </w:pPr>
      <w:r w:rsidRPr="00FF32A6">
        <w:rPr>
          <w:i/>
          <w:iCs/>
        </w:rPr>
        <w:t>`setState()`:</w:t>
      </w:r>
      <w:r w:rsidRPr="00FF32A6">
        <w:t xml:space="preserve"> Wird aufgerufen, um den Zustand zu ändern und </w:t>
      </w:r>
      <w:r w:rsidR="00FF32A6" w:rsidRPr="00FF32A6">
        <w:t>das User Interface</w:t>
      </w:r>
      <w:r w:rsidRPr="00FF32A6">
        <w:t xml:space="preserve"> zu aktualisieren.  </w:t>
      </w:r>
    </w:p>
    <w:p w14:paraId="495C92E8" w14:textId="1BA9F3B0" w:rsidR="00047DA7" w:rsidRPr="00FF32A6" w:rsidRDefault="00FF32A6" w:rsidP="00FF32A6">
      <w:pPr>
        <w:pStyle w:val="SuSAufzaehlunggegliedert"/>
      </w:pPr>
      <w:r w:rsidRPr="00FF32A6">
        <w:rPr>
          <w:i/>
          <w:iCs/>
        </w:rPr>
        <w:t>‘onPressed()‘:</w:t>
      </w:r>
      <w:r w:rsidRPr="00FF32A6">
        <w:t xml:space="preserve"> </w:t>
      </w:r>
      <w:r w:rsidR="00047DA7" w:rsidRPr="00FF32A6">
        <w:t xml:space="preserve">Erhöht den Zähler und aktualisiert den Bildschirm.  </w:t>
      </w:r>
    </w:p>
    <w:p w14:paraId="2461871F" w14:textId="6444730A" w:rsidR="00047DA7" w:rsidRPr="00FF32A6" w:rsidRDefault="00FF32A6" w:rsidP="00FF32A6">
      <w:pPr>
        <w:pStyle w:val="SuSAbsatzheadline"/>
      </w:pPr>
      <w:r>
        <w:t>Eine Frage des Designs</w:t>
      </w:r>
    </w:p>
    <w:p w14:paraId="2552941A" w14:textId="4B0AE960" w:rsidR="00FF32A6" w:rsidRPr="00FF32A6" w:rsidRDefault="00047DA7" w:rsidP="00FF32A6">
      <w:pPr>
        <w:pStyle w:val="SuSMengentext"/>
      </w:pPr>
      <w:r w:rsidRPr="00FF32A6">
        <w:t>Flutter bietet zwei Stile für Benutzeroberflächen</w:t>
      </w:r>
      <w:r w:rsidR="00E076D1">
        <w:t>. Das sind</w:t>
      </w:r>
      <w:r w:rsidR="00FF32A6" w:rsidRPr="00FF32A6">
        <w:t xml:space="preserve">: </w:t>
      </w:r>
    </w:p>
    <w:p w14:paraId="131F7D60" w14:textId="2DBA86CB" w:rsidR="00FF32A6" w:rsidRPr="00FF32A6" w:rsidRDefault="00047DA7" w:rsidP="00FF32A6">
      <w:pPr>
        <w:pStyle w:val="SuSAufzaehlunggegliedert"/>
        <w:rPr>
          <w:lang w:val="en-GB"/>
        </w:rPr>
      </w:pPr>
      <w:r w:rsidRPr="00FF32A6">
        <w:rPr>
          <w:lang w:val="en-GB"/>
        </w:rPr>
        <w:t>Material Design</w:t>
      </w:r>
      <w:r w:rsidR="00204B6F">
        <w:rPr>
          <w:lang w:val="en-GB"/>
        </w:rPr>
        <w:t xml:space="preserve"> </w:t>
      </w:r>
      <w:r w:rsidRPr="00FF32A6">
        <w:rPr>
          <w:lang w:val="en-GB"/>
        </w:rPr>
        <w:t>(Google)</w:t>
      </w:r>
      <w:r w:rsidR="00FF32A6" w:rsidRPr="00FF32A6">
        <w:rPr>
          <w:lang w:val="en-GB"/>
        </w:rPr>
        <w:t>:</w:t>
      </w:r>
      <w:r w:rsidRPr="00FF32A6">
        <w:rPr>
          <w:lang w:val="en-GB"/>
        </w:rPr>
        <w:t xml:space="preserve"> `</w:t>
      </w:r>
      <w:r w:rsidRPr="00FF32A6">
        <w:rPr>
          <w:i/>
          <w:iCs/>
          <w:lang w:val="en-GB"/>
        </w:rPr>
        <w:t>AppBar</w:t>
      </w:r>
      <w:r w:rsidRPr="00FF32A6">
        <w:rPr>
          <w:lang w:val="en-GB"/>
        </w:rPr>
        <w:t>`, `</w:t>
      </w:r>
      <w:r w:rsidRPr="00FF32A6">
        <w:rPr>
          <w:i/>
          <w:iCs/>
          <w:lang w:val="en-GB"/>
        </w:rPr>
        <w:t>FloatingActionButton</w:t>
      </w:r>
      <w:r w:rsidRPr="00FF32A6">
        <w:rPr>
          <w:lang w:val="en-GB"/>
        </w:rPr>
        <w:t>`, `</w:t>
      </w:r>
      <w:r w:rsidRPr="00FF32A6">
        <w:rPr>
          <w:i/>
          <w:iCs/>
          <w:lang w:val="en-GB"/>
        </w:rPr>
        <w:t>TextField</w:t>
      </w:r>
      <w:r w:rsidRPr="00FF32A6">
        <w:rPr>
          <w:lang w:val="en-GB"/>
        </w:rPr>
        <w:t>`</w:t>
      </w:r>
    </w:p>
    <w:p w14:paraId="51E92D87" w14:textId="2227F3B3" w:rsidR="00047DA7" w:rsidRPr="00FF32A6" w:rsidRDefault="00047DA7" w:rsidP="00FF32A6">
      <w:pPr>
        <w:pStyle w:val="SuSAufzaehlunggegliedert"/>
        <w:rPr>
          <w:lang w:val="en-GB"/>
        </w:rPr>
      </w:pPr>
      <w:r w:rsidRPr="00FF32A6">
        <w:rPr>
          <w:lang w:val="en-GB"/>
        </w:rPr>
        <w:t>Cupertino</w:t>
      </w:r>
      <w:r w:rsidR="00FF32A6" w:rsidRPr="00FF32A6">
        <w:rPr>
          <w:lang w:val="en-GB"/>
        </w:rPr>
        <w:t xml:space="preserve"> </w:t>
      </w:r>
      <w:r w:rsidRPr="00FF32A6">
        <w:rPr>
          <w:lang w:val="en-GB"/>
        </w:rPr>
        <w:t>(Apple)</w:t>
      </w:r>
      <w:r w:rsidR="00FF32A6" w:rsidRPr="00FF32A6">
        <w:rPr>
          <w:lang w:val="en-GB"/>
        </w:rPr>
        <w:t>:</w:t>
      </w:r>
      <w:r w:rsidRPr="00FF32A6">
        <w:rPr>
          <w:lang w:val="en-GB"/>
        </w:rPr>
        <w:t xml:space="preserve"> `</w:t>
      </w:r>
      <w:r w:rsidRPr="00FF32A6">
        <w:rPr>
          <w:i/>
          <w:iCs/>
          <w:lang w:val="en-GB"/>
        </w:rPr>
        <w:t>CupertinoButton</w:t>
      </w:r>
      <w:r w:rsidRPr="00FF32A6">
        <w:rPr>
          <w:lang w:val="en-GB"/>
        </w:rPr>
        <w:t>`, `</w:t>
      </w:r>
      <w:r w:rsidRPr="00FF32A6">
        <w:rPr>
          <w:i/>
          <w:iCs/>
          <w:lang w:val="en-GB"/>
        </w:rPr>
        <w:t>CupertinoNavigationBar</w:t>
      </w:r>
      <w:r w:rsidRPr="00FF32A6">
        <w:rPr>
          <w:lang w:val="en-GB"/>
        </w:rPr>
        <w:t>`, `</w:t>
      </w:r>
      <w:r w:rsidRPr="00FF32A6">
        <w:rPr>
          <w:i/>
          <w:iCs/>
          <w:lang w:val="en-GB"/>
        </w:rPr>
        <w:t>CupertinoAlertDialog</w:t>
      </w:r>
      <w:r w:rsidRPr="00FF32A6">
        <w:rPr>
          <w:lang w:val="en-GB"/>
        </w:rPr>
        <w:t>`</w:t>
      </w:r>
    </w:p>
    <w:p w14:paraId="5FDBD16E" w14:textId="67D1DAB5" w:rsidR="00FF32A6" w:rsidRPr="00204B6F" w:rsidRDefault="00FF32A6" w:rsidP="00204B6F">
      <w:pPr>
        <w:pStyle w:val="SuSMengentext"/>
      </w:pPr>
      <w:r w:rsidRPr="00FF32A6">
        <w:t>Seh</w:t>
      </w:r>
      <w:r>
        <w:t>e</w:t>
      </w:r>
      <w:r w:rsidRPr="00FF32A6">
        <w:t xml:space="preserve">n wir uns das an einem Beispiel an. Einen </w:t>
      </w:r>
      <w:r w:rsidR="00047DA7" w:rsidRPr="00FF32A6">
        <w:t>Material Design Button</w:t>
      </w:r>
      <w:r w:rsidRPr="00FF32A6">
        <w:t xml:space="preserve"> definieren wir mit folgenden Quellcodezeilen in Dart:</w:t>
      </w:r>
    </w:p>
    <w:p w14:paraId="6C72E17E" w14:textId="77777777" w:rsidR="00047DA7" w:rsidRPr="00047DA7" w:rsidRDefault="00047DA7" w:rsidP="00FF32A6">
      <w:pPr>
        <w:pStyle w:val="SuSQuellcode"/>
      </w:pPr>
      <w:r w:rsidRPr="00047DA7">
        <w:t>ElevatedButton(</w:t>
      </w:r>
    </w:p>
    <w:p w14:paraId="0E418E6C" w14:textId="77777777" w:rsidR="00047DA7" w:rsidRPr="00047DA7" w:rsidRDefault="00047DA7" w:rsidP="00FF32A6">
      <w:pPr>
        <w:pStyle w:val="SuSQuellcode"/>
      </w:pPr>
      <w:r w:rsidRPr="00047DA7">
        <w:t xml:space="preserve">  onPressed: () =&gt; print('Button geklickt'),</w:t>
      </w:r>
    </w:p>
    <w:p w14:paraId="04016B3A" w14:textId="77777777" w:rsidR="00047DA7" w:rsidRPr="002024BB" w:rsidRDefault="00047DA7" w:rsidP="00FF32A6">
      <w:pPr>
        <w:pStyle w:val="SuSQuellcode"/>
        <w:rPr>
          <w:lang w:val="de-DE"/>
        </w:rPr>
      </w:pPr>
      <w:r w:rsidRPr="00047DA7">
        <w:t xml:space="preserve">  </w:t>
      </w:r>
      <w:r w:rsidRPr="002024BB">
        <w:rPr>
          <w:lang w:val="de-DE"/>
        </w:rPr>
        <w:t>child: Text('Material Button'),</w:t>
      </w:r>
    </w:p>
    <w:p w14:paraId="457B4711" w14:textId="77777777" w:rsidR="00047DA7" w:rsidRPr="002024BB" w:rsidRDefault="00047DA7" w:rsidP="00FF32A6">
      <w:pPr>
        <w:pStyle w:val="SuSQuellcode"/>
        <w:rPr>
          <w:lang w:val="de-DE"/>
        </w:rPr>
      </w:pPr>
      <w:r w:rsidRPr="002024BB">
        <w:rPr>
          <w:lang w:val="de-DE"/>
        </w:rPr>
        <w:t>)</w:t>
      </w:r>
    </w:p>
    <w:p w14:paraId="55C1A6DD" w14:textId="4F01F84E" w:rsidR="00047DA7" w:rsidRPr="00FF32A6" w:rsidRDefault="00FF32A6" w:rsidP="00FF32A6">
      <w:pPr>
        <w:pStyle w:val="SuSMengentext"/>
      </w:pPr>
      <w:r w:rsidRPr="00FF32A6">
        <w:t xml:space="preserve">Einen Button mit identischer Funktionalität, jedoch im Stil eines </w:t>
      </w:r>
      <w:r w:rsidR="00047DA7" w:rsidRPr="00FF32A6">
        <w:t>Cupertino Butto</w:t>
      </w:r>
      <w:r w:rsidRPr="00FF32A6">
        <w:t>ns wird durch folgenden Quellcode beschrieben:</w:t>
      </w:r>
    </w:p>
    <w:p w14:paraId="76029637" w14:textId="77777777" w:rsidR="00047DA7" w:rsidRPr="00FF32A6" w:rsidRDefault="00047DA7" w:rsidP="00FF32A6">
      <w:pPr>
        <w:pStyle w:val="SuSQuellcode"/>
      </w:pPr>
      <w:r w:rsidRPr="00FF32A6">
        <w:t>CupertinoButton(</w:t>
      </w:r>
    </w:p>
    <w:p w14:paraId="5C49A82D" w14:textId="77777777" w:rsidR="00047DA7" w:rsidRPr="00FF32A6" w:rsidRDefault="00047DA7" w:rsidP="00FF32A6">
      <w:pPr>
        <w:pStyle w:val="SuSQuellcode"/>
      </w:pPr>
      <w:r w:rsidRPr="00FF32A6">
        <w:t xml:space="preserve">  onPressed: () =&gt; print('Button geklickt'),</w:t>
      </w:r>
    </w:p>
    <w:p w14:paraId="10C5B6D1" w14:textId="77777777" w:rsidR="00047DA7" w:rsidRPr="002024BB" w:rsidRDefault="00047DA7" w:rsidP="00FF32A6">
      <w:pPr>
        <w:pStyle w:val="SuSQuellcode"/>
        <w:rPr>
          <w:lang w:val="de-DE"/>
        </w:rPr>
      </w:pPr>
      <w:r w:rsidRPr="00FF32A6">
        <w:t xml:space="preserve">  </w:t>
      </w:r>
      <w:r w:rsidRPr="002024BB">
        <w:rPr>
          <w:lang w:val="de-DE"/>
        </w:rPr>
        <w:t>child: Text('Cupertino Button'),</w:t>
      </w:r>
    </w:p>
    <w:p w14:paraId="0C033C0E" w14:textId="77777777" w:rsidR="00047DA7" w:rsidRPr="002024BB" w:rsidRDefault="00047DA7" w:rsidP="00FF32A6">
      <w:pPr>
        <w:pStyle w:val="SuSQuellcode"/>
        <w:rPr>
          <w:lang w:val="de-DE"/>
        </w:rPr>
      </w:pPr>
      <w:r w:rsidRPr="002024BB">
        <w:rPr>
          <w:lang w:val="de-DE"/>
        </w:rPr>
        <w:t>)</w:t>
      </w:r>
    </w:p>
    <w:p w14:paraId="693E2F5C" w14:textId="7D6EE9A8" w:rsidR="00047DA7" w:rsidRPr="00E57393" w:rsidRDefault="00E57393" w:rsidP="00047DA7">
      <w:pPr>
        <w:pStyle w:val="SuSMengentext"/>
      </w:pPr>
      <w:r w:rsidRPr="00E57393">
        <w:t>Welche Unterschiede bzw. Gemeinsamkeiten gibt es in Fragen des Design</w:t>
      </w:r>
      <w:r w:rsidR="00CB541F">
        <w:t>s</w:t>
      </w:r>
      <w:r w:rsidRPr="00E57393">
        <w:t xml:space="preserve">? </w:t>
      </w:r>
      <w:r w:rsidR="00047DA7" w:rsidRPr="00E57393">
        <w:t>Material Design Widgets</w:t>
      </w:r>
      <w:r w:rsidRPr="00E57393">
        <w:t xml:space="preserve"> </w:t>
      </w:r>
      <w:r w:rsidR="00047DA7" w:rsidRPr="00E57393">
        <w:t>passen sich optisch an Android und iOS an</w:t>
      </w:r>
      <w:r w:rsidRPr="00E57393">
        <w:t xml:space="preserve">, d.h. wir können diese grundsätzlich auf beiden Systemen einsetzen. Auch eine Verwendung in Desktop- und Web-Apps ist problemlos möglich. </w:t>
      </w:r>
      <w:r w:rsidR="00047DA7" w:rsidRPr="00E57393">
        <w:t xml:space="preserve">Cupertino Widgets bieten natives iOS-Design, werden jedoch nicht automatisch für Android optimiert.  </w:t>
      </w:r>
    </w:p>
    <w:p w14:paraId="686D2951" w14:textId="6CB47C0D" w:rsidR="00047DA7" w:rsidRPr="00E57393" w:rsidRDefault="00047DA7" w:rsidP="00E57393">
      <w:pPr>
        <w:pStyle w:val="SuSAbsatzheadline"/>
      </w:pPr>
      <w:r w:rsidRPr="00047DA7">
        <w:t xml:space="preserve">Strukturierung einer App mit Scaffold, AppBar, Buttons und Layouts  </w:t>
      </w:r>
    </w:p>
    <w:p w14:paraId="106C2C5F" w14:textId="58CE1847" w:rsidR="00047DA7" w:rsidRPr="00047DA7" w:rsidRDefault="00047DA7" w:rsidP="00E57393">
      <w:pPr>
        <w:pStyle w:val="SuSMengentext"/>
        <w:rPr>
          <w:color w:val="548DD4" w:themeColor="text2" w:themeTint="99"/>
        </w:rPr>
      </w:pPr>
      <w:r w:rsidRPr="00E57393">
        <w:lastRenderedPageBreak/>
        <w:t>Ein Flutter-Layout besteht aus mehreren grundlegenden Widgets, die zusammen eine vollständige App bilden.</w:t>
      </w:r>
      <w:r w:rsidR="00E57393" w:rsidRPr="00E57393">
        <w:t xml:space="preserve"> </w:t>
      </w:r>
      <w:r w:rsidRPr="00E57393">
        <w:t>Ein `</w:t>
      </w:r>
      <w:r w:rsidRPr="00E57393">
        <w:rPr>
          <w:i/>
          <w:iCs/>
        </w:rPr>
        <w:t>Scaffold</w:t>
      </w:r>
      <w:r w:rsidRPr="00E57393">
        <w:t xml:space="preserve">` ist das grundlegende Layout einer App, das typische Elemente wie </w:t>
      </w:r>
      <w:r w:rsidRPr="00E57393">
        <w:rPr>
          <w:i/>
          <w:iCs/>
        </w:rPr>
        <w:t>AppBar</w:t>
      </w:r>
      <w:r w:rsidRPr="00E57393">
        <w:t xml:space="preserve">, </w:t>
      </w:r>
      <w:r w:rsidRPr="00E57393">
        <w:rPr>
          <w:i/>
          <w:iCs/>
        </w:rPr>
        <w:t>FloatingActionButton</w:t>
      </w:r>
      <w:r w:rsidRPr="00E57393">
        <w:t xml:space="preserve"> und einen </w:t>
      </w:r>
      <w:r w:rsidRPr="00E57393">
        <w:rPr>
          <w:i/>
          <w:iCs/>
        </w:rPr>
        <w:t>Body</w:t>
      </w:r>
      <w:r w:rsidRPr="00E57393">
        <w:t xml:space="preserve"> enthält.</w:t>
      </w:r>
      <w:r w:rsidR="00E57393" w:rsidRPr="00E57393">
        <w:t xml:space="preserve"> Blicken wir in den Quellcode:</w:t>
      </w:r>
    </w:p>
    <w:p w14:paraId="078A09FA" w14:textId="77777777" w:rsidR="00047DA7" w:rsidRPr="002024BB" w:rsidRDefault="00047DA7" w:rsidP="00E57393">
      <w:pPr>
        <w:pStyle w:val="SuSQuellcode"/>
        <w:rPr>
          <w:lang w:val="de-DE"/>
        </w:rPr>
      </w:pPr>
      <w:r w:rsidRPr="002024BB">
        <w:rPr>
          <w:lang w:val="de-DE"/>
        </w:rPr>
        <w:t>Scaffold(</w:t>
      </w:r>
    </w:p>
    <w:p w14:paraId="55AD6687" w14:textId="77777777" w:rsidR="00047DA7" w:rsidRPr="002024BB" w:rsidRDefault="00047DA7" w:rsidP="00E57393">
      <w:pPr>
        <w:pStyle w:val="SuSQuellcode"/>
        <w:rPr>
          <w:lang w:val="de-DE"/>
        </w:rPr>
      </w:pPr>
      <w:r w:rsidRPr="002024BB">
        <w:rPr>
          <w:lang w:val="de-DE"/>
        </w:rPr>
        <w:t xml:space="preserve">  appBar: AppBar(title: Text('Meine App')),</w:t>
      </w:r>
    </w:p>
    <w:p w14:paraId="78433769" w14:textId="77777777" w:rsidR="00047DA7" w:rsidRPr="00047DA7" w:rsidRDefault="00047DA7" w:rsidP="00E57393">
      <w:pPr>
        <w:pStyle w:val="SuSQuellcode"/>
      </w:pPr>
      <w:r w:rsidRPr="002024BB">
        <w:rPr>
          <w:lang w:val="de-DE"/>
        </w:rPr>
        <w:t xml:space="preserve">  </w:t>
      </w:r>
      <w:r w:rsidRPr="00047DA7">
        <w:t>body: Center(child: Text('Hallo, Welt!')),</w:t>
      </w:r>
    </w:p>
    <w:p w14:paraId="45B1A657" w14:textId="77777777" w:rsidR="00047DA7" w:rsidRPr="00047DA7" w:rsidRDefault="00047DA7" w:rsidP="00E57393">
      <w:pPr>
        <w:pStyle w:val="SuSQuellcode"/>
      </w:pPr>
      <w:r w:rsidRPr="00047DA7">
        <w:t xml:space="preserve">  floatingActionButton: FloatingActionButton(</w:t>
      </w:r>
    </w:p>
    <w:p w14:paraId="4B47205C" w14:textId="77777777" w:rsidR="00047DA7" w:rsidRPr="00047DA7" w:rsidRDefault="00047DA7" w:rsidP="00E57393">
      <w:pPr>
        <w:pStyle w:val="SuSQuellcode"/>
      </w:pPr>
      <w:r w:rsidRPr="00047DA7">
        <w:t xml:space="preserve">    onPressed: () {},</w:t>
      </w:r>
    </w:p>
    <w:p w14:paraId="02B15194" w14:textId="77777777" w:rsidR="00047DA7" w:rsidRPr="00047DA7" w:rsidRDefault="00047DA7" w:rsidP="00E57393">
      <w:pPr>
        <w:pStyle w:val="SuSQuellcode"/>
      </w:pPr>
      <w:r w:rsidRPr="00047DA7">
        <w:t xml:space="preserve">    child: Icon(Icons.add),</w:t>
      </w:r>
    </w:p>
    <w:p w14:paraId="67933A4F" w14:textId="77777777" w:rsidR="00047DA7" w:rsidRPr="002024BB" w:rsidRDefault="00047DA7" w:rsidP="00E57393">
      <w:pPr>
        <w:pStyle w:val="SuSQuellcode"/>
        <w:rPr>
          <w:lang w:val="de-DE"/>
        </w:rPr>
      </w:pPr>
      <w:r w:rsidRPr="00047DA7">
        <w:t xml:space="preserve">  </w:t>
      </w:r>
      <w:r w:rsidRPr="002024BB">
        <w:rPr>
          <w:lang w:val="de-DE"/>
        </w:rPr>
        <w:t>),</w:t>
      </w:r>
    </w:p>
    <w:p w14:paraId="1630D49A" w14:textId="77777777" w:rsidR="00047DA7" w:rsidRPr="002024BB" w:rsidRDefault="00047DA7" w:rsidP="00E57393">
      <w:pPr>
        <w:pStyle w:val="SuSQuellcode"/>
        <w:rPr>
          <w:lang w:val="de-DE"/>
        </w:rPr>
      </w:pPr>
      <w:r w:rsidRPr="002024BB">
        <w:rPr>
          <w:lang w:val="de-DE"/>
        </w:rPr>
        <w:t>);</w:t>
      </w:r>
    </w:p>
    <w:p w14:paraId="06235599" w14:textId="20119714" w:rsidR="00047DA7" w:rsidRPr="00E57393" w:rsidRDefault="00E57393" w:rsidP="00047DA7">
      <w:pPr>
        <w:pStyle w:val="SuSMengentext"/>
      </w:pPr>
      <w:r w:rsidRPr="00E57393">
        <w:t xml:space="preserve">Wir haben es mit folgenden </w:t>
      </w:r>
      <w:r w:rsidR="00047DA7" w:rsidRPr="00E57393">
        <w:t>Bestandteile</w:t>
      </w:r>
      <w:r w:rsidRPr="00E57393">
        <w:t>n zu tun:</w:t>
      </w:r>
    </w:p>
    <w:p w14:paraId="47C2CC5C" w14:textId="77777777" w:rsidR="00E57393" w:rsidRPr="00E57393" w:rsidRDefault="00047DA7" w:rsidP="00E57393">
      <w:pPr>
        <w:pStyle w:val="SuSAufzaehlunggegliedert"/>
      </w:pPr>
      <w:r w:rsidRPr="00E57393">
        <w:t>`</w:t>
      </w:r>
      <w:r w:rsidRPr="00E57393">
        <w:rPr>
          <w:i/>
          <w:iCs/>
        </w:rPr>
        <w:t>AppBar</w:t>
      </w:r>
      <w:r w:rsidRPr="00E57393">
        <w:t xml:space="preserve">`: Die Titelleiste der Anwendung.  </w:t>
      </w:r>
    </w:p>
    <w:p w14:paraId="537D5A19" w14:textId="77777777" w:rsidR="00E57393" w:rsidRPr="00E57393" w:rsidRDefault="00047DA7" w:rsidP="00E57393">
      <w:pPr>
        <w:pStyle w:val="SuSAufzaehlunggegliedert"/>
      </w:pPr>
      <w:r w:rsidRPr="00E57393">
        <w:t>`</w:t>
      </w:r>
      <w:r w:rsidRPr="00E57393">
        <w:rPr>
          <w:i/>
          <w:iCs/>
        </w:rPr>
        <w:t>Body</w:t>
      </w:r>
      <w:r w:rsidRPr="00E57393">
        <w:t xml:space="preserve">`: Der Hauptinhalt der App.  </w:t>
      </w:r>
    </w:p>
    <w:p w14:paraId="75EC19B7" w14:textId="2913D813" w:rsidR="00047DA7" w:rsidRPr="00A41572" w:rsidRDefault="00047DA7" w:rsidP="00A41572">
      <w:pPr>
        <w:pStyle w:val="SuSAufzaehlunggegliedert"/>
      </w:pPr>
      <w:r w:rsidRPr="00E57393">
        <w:t>`</w:t>
      </w:r>
      <w:r w:rsidRPr="00E57393">
        <w:rPr>
          <w:i/>
          <w:iCs/>
        </w:rPr>
        <w:t>FloatingActionButton</w:t>
      </w:r>
      <w:r w:rsidRPr="00E57393">
        <w:t xml:space="preserve">`: Ein schwebender Aktionsknopf.  </w:t>
      </w:r>
    </w:p>
    <w:p w14:paraId="50A77A0E" w14:textId="0CDC9AB2" w:rsidR="00047DA7" w:rsidRPr="00E57393" w:rsidRDefault="00047DA7" w:rsidP="00047DA7">
      <w:pPr>
        <w:pStyle w:val="SuSMengentext"/>
      </w:pPr>
      <w:r w:rsidRPr="00E57393">
        <w:t>Flutter bietet mehrere Arten von Buttons</w:t>
      </w:r>
      <w:r w:rsidR="00E57393" w:rsidRPr="00E57393">
        <w:t xml:space="preserve">. Das sind der </w:t>
      </w:r>
      <w:r w:rsidRPr="00E57393">
        <w:rPr>
          <w:i/>
          <w:iCs/>
        </w:rPr>
        <w:t>ElevatedButton</w:t>
      </w:r>
      <w:r w:rsidR="00E57393" w:rsidRPr="00E57393">
        <w:t>, ein er</w:t>
      </w:r>
      <w:r w:rsidRPr="00E57393">
        <w:t>habener, klickbarer Button</w:t>
      </w:r>
      <w:r w:rsidR="00E57393" w:rsidRPr="00E57393">
        <w:t xml:space="preserve">; der </w:t>
      </w:r>
      <w:r w:rsidRPr="00E57393">
        <w:rPr>
          <w:i/>
          <w:iCs/>
        </w:rPr>
        <w:t>TextButton</w:t>
      </w:r>
      <w:r w:rsidR="00E57393" w:rsidRPr="00E57393">
        <w:t>, ein s</w:t>
      </w:r>
      <w:r w:rsidRPr="00E57393">
        <w:t>chlichter Textbutton ohne Hintergrund</w:t>
      </w:r>
      <w:r w:rsidR="00E57393" w:rsidRPr="00E57393">
        <w:t xml:space="preserve"> und ein </w:t>
      </w:r>
      <w:r w:rsidRPr="00E57393">
        <w:rPr>
          <w:i/>
          <w:iCs/>
        </w:rPr>
        <w:t>OutlinedButton</w:t>
      </w:r>
      <w:r w:rsidR="00E57393" w:rsidRPr="00E57393">
        <w:t xml:space="preserve">, d.h. ein </w:t>
      </w:r>
      <w:r w:rsidRPr="00E57393">
        <w:t xml:space="preserve">Button mit Rahmen. </w:t>
      </w:r>
      <w:r w:rsidR="00E57393" w:rsidRPr="00E57393">
        <w:t xml:space="preserve">Ein </w:t>
      </w:r>
      <w:r w:rsidRPr="00E57393">
        <w:t>Beispiel für verschiedene Buttons</w:t>
      </w:r>
      <w:r w:rsidR="00E57393" w:rsidRPr="00E57393">
        <w:t xml:space="preserve"> sieht wie folgt aus: </w:t>
      </w:r>
    </w:p>
    <w:p w14:paraId="2440BF1C" w14:textId="77777777" w:rsidR="00047DA7" w:rsidRPr="002024BB" w:rsidRDefault="00047DA7" w:rsidP="00E57393">
      <w:pPr>
        <w:pStyle w:val="SuSQuellcode"/>
        <w:rPr>
          <w:lang w:val="de-DE"/>
        </w:rPr>
      </w:pPr>
      <w:r w:rsidRPr="002024BB">
        <w:rPr>
          <w:lang w:val="de-DE"/>
        </w:rPr>
        <w:t>Column(</w:t>
      </w:r>
    </w:p>
    <w:p w14:paraId="62F063FF" w14:textId="77777777" w:rsidR="00047DA7" w:rsidRPr="00047DA7" w:rsidRDefault="00047DA7" w:rsidP="00E57393">
      <w:pPr>
        <w:pStyle w:val="SuSQuellcode"/>
        <w:rPr>
          <w:lang w:val="en-GB"/>
        </w:rPr>
      </w:pPr>
      <w:r w:rsidRPr="002024BB">
        <w:rPr>
          <w:lang w:val="de-DE"/>
        </w:rPr>
        <w:t xml:space="preserve">  </w:t>
      </w:r>
      <w:r w:rsidRPr="00047DA7">
        <w:rPr>
          <w:lang w:val="en-GB"/>
        </w:rPr>
        <w:t>children: [</w:t>
      </w:r>
    </w:p>
    <w:p w14:paraId="3B390AC6" w14:textId="77777777" w:rsidR="00047DA7" w:rsidRPr="00047DA7" w:rsidRDefault="00047DA7" w:rsidP="00E57393">
      <w:pPr>
        <w:pStyle w:val="SuSQuellcode"/>
        <w:rPr>
          <w:lang w:val="en-GB"/>
        </w:rPr>
      </w:pPr>
      <w:r w:rsidRPr="00047DA7">
        <w:rPr>
          <w:lang w:val="en-GB"/>
        </w:rPr>
        <w:t xml:space="preserve">    ElevatedButton(onPressed: () {}, child: Text('Elevated Button')),</w:t>
      </w:r>
    </w:p>
    <w:p w14:paraId="165F1F4E" w14:textId="77777777" w:rsidR="00047DA7" w:rsidRPr="00047DA7" w:rsidRDefault="00047DA7" w:rsidP="00E57393">
      <w:pPr>
        <w:pStyle w:val="SuSQuellcode"/>
        <w:rPr>
          <w:lang w:val="en-GB"/>
        </w:rPr>
      </w:pPr>
      <w:r w:rsidRPr="00047DA7">
        <w:rPr>
          <w:lang w:val="en-GB"/>
        </w:rPr>
        <w:t xml:space="preserve">    TextButton(onPressed: () {}, child: Text('Text Button')),</w:t>
      </w:r>
    </w:p>
    <w:p w14:paraId="5A40B0DA" w14:textId="77777777" w:rsidR="00047DA7" w:rsidRPr="00047DA7" w:rsidRDefault="00047DA7" w:rsidP="00E57393">
      <w:pPr>
        <w:pStyle w:val="SuSQuellcode"/>
        <w:rPr>
          <w:lang w:val="en-GB"/>
        </w:rPr>
      </w:pPr>
      <w:r w:rsidRPr="00047DA7">
        <w:rPr>
          <w:lang w:val="en-GB"/>
        </w:rPr>
        <w:t xml:space="preserve">    OutlinedButton(onPressed: () {}, child: Text('Outlined Button')),</w:t>
      </w:r>
    </w:p>
    <w:p w14:paraId="7ECD79E7" w14:textId="77777777" w:rsidR="00047DA7" w:rsidRPr="002024BB" w:rsidRDefault="00047DA7" w:rsidP="00E57393">
      <w:pPr>
        <w:pStyle w:val="SuSQuellcode"/>
        <w:rPr>
          <w:lang w:val="de-DE"/>
        </w:rPr>
      </w:pPr>
      <w:r w:rsidRPr="00047DA7">
        <w:rPr>
          <w:lang w:val="en-GB"/>
        </w:rPr>
        <w:t xml:space="preserve">  </w:t>
      </w:r>
      <w:r w:rsidRPr="002024BB">
        <w:rPr>
          <w:lang w:val="de-DE"/>
        </w:rPr>
        <w:t>],</w:t>
      </w:r>
    </w:p>
    <w:p w14:paraId="2BCA8389" w14:textId="77777777" w:rsidR="00047DA7" w:rsidRPr="002024BB" w:rsidRDefault="00047DA7" w:rsidP="00E57393">
      <w:pPr>
        <w:pStyle w:val="SuSQuellcode"/>
        <w:rPr>
          <w:lang w:val="de-DE"/>
        </w:rPr>
      </w:pPr>
      <w:r w:rsidRPr="002024BB">
        <w:rPr>
          <w:lang w:val="de-DE"/>
        </w:rPr>
        <w:t>)</w:t>
      </w:r>
    </w:p>
    <w:p w14:paraId="4AEF69F8" w14:textId="6F688277" w:rsidR="00047DA7" w:rsidRPr="004E7C2C" w:rsidRDefault="00047DA7" w:rsidP="004E7C2C">
      <w:pPr>
        <w:pStyle w:val="SuSMengentext"/>
      </w:pPr>
      <w:r w:rsidRPr="004E7C2C">
        <w:t xml:space="preserve">Um Widgets anzuordnen, gibt es </w:t>
      </w:r>
      <w:r w:rsidR="004E7C2C" w:rsidRPr="004E7C2C">
        <w:t>`</w:t>
      </w:r>
      <w:r w:rsidRPr="004E7C2C">
        <w:rPr>
          <w:i/>
          <w:iCs/>
        </w:rPr>
        <w:t>Column</w:t>
      </w:r>
      <w:r w:rsidR="004E7C2C" w:rsidRPr="004E7C2C">
        <w:t>`</w:t>
      </w:r>
      <w:r w:rsidRPr="004E7C2C">
        <w:t xml:space="preserve">, </w:t>
      </w:r>
      <w:r w:rsidR="004E7C2C" w:rsidRPr="004E7C2C">
        <w:t>`</w:t>
      </w:r>
      <w:r w:rsidRPr="004E7C2C">
        <w:rPr>
          <w:i/>
          <w:iCs/>
        </w:rPr>
        <w:t>Row</w:t>
      </w:r>
      <w:r w:rsidR="004E7C2C" w:rsidRPr="004E7C2C">
        <w:t>`</w:t>
      </w:r>
      <w:r w:rsidRPr="004E7C2C">
        <w:t xml:space="preserve"> und </w:t>
      </w:r>
      <w:r w:rsidR="004E7C2C" w:rsidRPr="004E7C2C">
        <w:t>`</w:t>
      </w:r>
      <w:r w:rsidRPr="004E7C2C">
        <w:rPr>
          <w:i/>
          <w:iCs/>
        </w:rPr>
        <w:t>Stack</w:t>
      </w:r>
      <w:r w:rsidR="004E7C2C" w:rsidRPr="004E7C2C">
        <w:t>`. Dabei gilt folgendes. Ein `</w:t>
      </w:r>
      <w:r w:rsidR="004E7C2C" w:rsidRPr="004E7C2C">
        <w:rPr>
          <w:i/>
          <w:iCs/>
        </w:rPr>
        <w:t>Column</w:t>
      </w:r>
      <w:r w:rsidR="004E7C2C" w:rsidRPr="004E7C2C">
        <w:t>` ordnet Widgets vertikal an, ein `</w:t>
      </w:r>
      <w:r w:rsidR="004E7C2C" w:rsidRPr="004E7C2C">
        <w:rPr>
          <w:i/>
          <w:iCs/>
        </w:rPr>
        <w:t>Row</w:t>
      </w:r>
      <w:r w:rsidR="004E7C2C" w:rsidRPr="004E7C2C">
        <w:t>` ordnet die Widgets horizontal an und ein `</w:t>
      </w:r>
      <w:r w:rsidR="004E7C2C" w:rsidRPr="004E7C2C">
        <w:rPr>
          <w:i/>
          <w:iCs/>
        </w:rPr>
        <w:t>Stack</w:t>
      </w:r>
      <w:r w:rsidR="004E7C2C" w:rsidRPr="004E7C2C">
        <w:t xml:space="preserve">` platziert Widgets überlappend. Betrachten Sie beispielhaft die Arbeit mit einem </w:t>
      </w:r>
      <w:r w:rsidR="004E7C2C" w:rsidRPr="009F19D1">
        <w:rPr>
          <w:i/>
          <w:iCs/>
        </w:rPr>
        <w:t>Column</w:t>
      </w:r>
      <w:r w:rsidR="004E7C2C" w:rsidRPr="004E7C2C">
        <w:t xml:space="preserve">: </w:t>
      </w:r>
    </w:p>
    <w:p w14:paraId="5834D482" w14:textId="77777777" w:rsidR="00047DA7" w:rsidRPr="002024BB" w:rsidRDefault="00047DA7" w:rsidP="004E7C2C">
      <w:pPr>
        <w:pStyle w:val="SuSQuellcode"/>
        <w:rPr>
          <w:lang w:val="de-DE"/>
        </w:rPr>
      </w:pPr>
      <w:r w:rsidRPr="002024BB">
        <w:rPr>
          <w:lang w:val="de-DE"/>
        </w:rPr>
        <w:t>Column(</w:t>
      </w:r>
    </w:p>
    <w:p w14:paraId="7DC974EF" w14:textId="77777777" w:rsidR="00047DA7" w:rsidRPr="002024BB" w:rsidRDefault="00047DA7" w:rsidP="004E7C2C">
      <w:pPr>
        <w:pStyle w:val="SuSQuellcode"/>
        <w:rPr>
          <w:lang w:val="de-DE"/>
        </w:rPr>
      </w:pPr>
      <w:r w:rsidRPr="002024BB">
        <w:rPr>
          <w:lang w:val="de-DE"/>
        </w:rPr>
        <w:t xml:space="preserve">  mainAxisAlignment: MainAxisAlignment.center,</w:t>
      </w:r>
    </w:p>
    <w:p w14:paraId="349802BD" w14:textId="77777777" w:rsidR="00047DA7" w:rsidRPr="002024BB" w:rsidRDefault="00047DA7" w:rsidP="004E7C2C">
      <w:pPr>
        <w:pStyle w:val="SuSQuellcode"/>
        <w:rPr>
          <w:lang w:val="de-DE"/>
        </w:rPr>
      </w:pPr>
      <w:r w:rsidRPr="002024BB">
        <w:rPr>
          <w:lang w:val="de-DE"/>
        </w:rPr>
        <w:t xml:space="preserve">  children: [</w:t>
      </w:r>
    </w:p>
    <w:p w14:paraId="46ADE7B3" w14:textId="77777777" w:rsidR="00047DA7" w:rsidRPr="002024BB" w:rsidRDefault="00047DA7" w:rsidP="004E7C2C">
      <w:pPr>
        <w:pStyle w:val="SuSQuellcode"/>
        <w:rPr>
          <w:lang w:val="de-DE"/>
        </w:rPr>
      </w:pPr>
      <w:r w:rsidRPr="002024BB">
        <w:rPr>
          <w:lang w:val="de-DE"/>
        </w:rPr>
        <w:t xml:space="preserve">    Text('Erstes Widget'),</w:t>
      </w:r>
    </w:p>
    <w:p w14:paraId="189E8C1B" w14:textId="77777777" w:rsidR="00047DA7" w:rsidRPr="002024BB" w:rsidRDefault="00047DA7" w:rsidP="004E7C2C">
      <w:pPr>
        <w:pStyle w:val="SuSQuellcode"/>
        <w:rPr>
          <w:lang w:val="de-DE"/>
        </w:rPr>
      </w:pPr>
      <w:r w:rsidRPr="002024BB">
        <w:rPr>
          <w:lang w:val="de-DE"/>
        </w:rPr>
        <w:t xml:space="preserve">    Text('Zweites Widget'),</w:t>
      </w:r>
    </w:p>
    <w:p w14:paraId="1571A5A1" w14:textId="77777777" w:rsidR="00047DA7" w:rsidRPr="002024BB" w:rsidRDefault="00047DA7" w:rsidP="004E7C2C">
      <w:pPr>
        <w:pStyle w:val="SuSQuellcode"/>
        <w:rPr>
          <w:lang w:val="de-DE"/>
        </w:rPr>
      </w:pPr>
      <w:r w:rsidRPr="002024BB">
        <w:rPr>
          <w:lang w:val="de-DE"/>
        </w:rPr>
        <w:t xml:space="preserve">  ],</w:t>
      </w:r>
    </w:p>
    <w:p w14:paraId="43EBBF58" w14:textId="77777777" w:rsidR="00047DA7" w:rsidRPr="002024BB" w:rsidRDefault="00047DA7" w:rsidP="004E7C2C">
      <w:pPr>
        <w:pStyle w:val="SuSQuellcode"/>
        <w:rPr>
          <w:lang w:val="de-DE"/>
        </w:rPr>
      </w:pPr>
      <w:r w:rsidRPr="002024BB">
        <w:rPr>
          <w:lang w:val="de-DE"/>
        </w:rPr>
        <w:t>)</w:t>
      </w:r>
    </w:p>
    <w:p w14:paraId="4618731A" w14:textId="1DA8CA60" w:rsidR="00047DA7" w:rsidRPr="002024BB" w:rsidRDefault="00047DA7" w:rsidP="00047DA7">
      <w:pPr>
        <w:pStyle w:val="SuSMengentext"/>
        <w:rPr>
          <w:color w:val="548DD4" w:themeColor="text2" w:themeTint="99"/>
        </w:rPr>
      </w:pPr>
    </w:p>
    <w:p w14:paraId="3FFDED76" w14:textId="694A26EE" w:rsidR="00047DA7" w:rsidRDefault="00C96F3C" w:rsidP="00047DA7">
      <w:pPr>
        <w:pStyle w:val="SuSMengentext"/>
      </w:pPr>
      <w:r w:rsidRPr="00FB7914">
        <w:t xml:space="preserve">Wir können sagen: </w:t>
      </w:r>
      <w:r w:rsidR="00047DA7" w:rsidRPr="00FB7914">
        <w:t>Widgets</w:t>
      </w:r>
      <w:r w:rsidR="00047DA7" w:rsidRPr="00C96F3C">
        <w:t xml:space="preserve"> sind die Grundlage jeder Flutter-App und können entweder statisch (`</w:t>
      </w:r>
      <w:r w:rsidR="00047DA7" w:rsidRPr="00C96F3C">
        <w:rPr>
          <w:i/>
          <w:iCs/>
        </w:rPr>
        <w:t>StatelessWidget</w:t>
      </w:r>
      <w:r w:rsidR="00047DA7" w:rsidRPr="00C96F3C">
        <w:t>`) oder dynamisch (`</w:t>
      </w:r>
      <w:r w:rsidR="00047DA7" w:rsidRPr="00C96F3C">
        <w:rPr>
          <w:i/>
          <w:iCs/>
        </w:rPr>
        <w:t>StatefulWidget</w:t>
      </w:r>
      <w:r w:rsidR="00047DA7" w:rsidRPr="00C96F3C">
        <w:t>`) sein. Flutter bietet eine breite Auswahl an vorgefertigten Widgets für Material Design (Android) und Cupertino (iOS), wodurch plattformübergreifende Entwicklung effizient möglich ist. Das Grundgerüst einer App besteht aus `</w:t>
      </w:r>
      <w:r w:rsidR="00047DA7" w:rsidRPr="00C96F3C">
        <w:rPr>
          <w:i/>
          <w:iCs/>
        </w:rPr>
        <w:t>Scaffold</w:t>
      </w:r>
      <w:r w:rsidR="00047DA7" w:rsidRPr="00C96F3C">
        <w:t>`, `</w:t>
      </w:r>
      <w:r w:rsidR="00047DA7" w:rsidRPr="00C96F3C">
        <w:rPr>
          <w:i/>
          <w:iCs/>
        </w:rPr>
        <w:t>AppBar</w:t>
      </w:r>
      <w:r w:rsidR="00047DA7" w:rsidRPr="00C96F3C">
        <w:t xml:space="preserve">`, </w:t>
      </w:r>
      <w:r w:rsidR="00047DA7" w:rsidRPr="00C96F3C">
        <w:rPr>
          <w:i/>
          <w:iCs/>
        </w:rPr>
        <w:t>Buttons</w:t>
      </w:r>
      <w:r w:rsidR="00047DA7" w:rsidRPr="00C96F3C">
        <w:t xml:space="preserve"> und </w:t>
      </w:r>
      <w:r w:rsidR="00047DA7" w:rsidRPr="00C96F3C">
        <w:rPr>
          <w:i/>
          <w:iCs/>
        </w:rPr>
        <w:t>Layouts</w:t>
      </w:r>
      <w:r w:rsidR="00047DA7" w:rsidRPr="00C96F3C">
        <w:t>, mit denen sich ansprechende Benutzeroberflächen gestalten lassen.</w:t>
      </w:r>
      <w:r>
        <w:t xml:space="preserve"> Eine kompakte Übersicht über wichtige Basis </w:t>
      </w:r>
      <w:r w:rsidRPr="00C96F3C">
        <w:t>Widgets</w:t>
      </w:r>
      <w:r>
        <w:t xml:space="preserve"> liefert </w:t>
      </w:r>
      <w:r w:rsidRPr="00C96F3C">
        <w:rPr>
          <w:i/>
          <w:iCs/>
          <w:color w:val="FF0000"/>
        </w:rPr>
        <w:t>Tabelle 1</w:t>
      </w:r>
      <w:r>
        <w:t>.</w:t>
      </w:r>
    </w:p>
    <w:p w14:paraId="7445523E" w14:textId="77777777" w:rsidR="00C96F3C" w:rsidRPr="00C96F3C" w:rsidRDefault="00C96F3C" w:rsidP="00047DA7">
      <w:pPr>
        <w:pStyle w:val="SuSMengentext"/>
        <w:rPr>
          <w:u w:val="words"/>
        </w:rPr>
      </w:pPr>
    </w:p>
    <w:tbl>
      <w:tblPr>
        <w:tblStyle w:val="Tabellenraster"/>
        <w:tblW w:w="0" w:type="auto"/>
        <w:tblLook w:val="04A0" w:firstRow="1" w:lastRow="0" w:firstColumn="1" w:lastColumn="0" w:noHBand="0" w:noVBand="1"/>
      </w:tblPr>
      <w:tblGrid>
        <w:gridCol w:w="1793"/>
        <w:gridCol w:w="2487"/>
        <w:gridCol w:w="3817"/>
      </w:tblGrid>
      <w:tr w:rsidR="005C16B0" w14:paraId="20BFACF6" w14:textId="77777777" w:rsidTr="00FB7914">
        <w:tc>
          <w:tcPr>
            <w:tcW w:w="1793" w:type="dxa"/>
          </w:tcPr>
          <w:p w14:paraId="6A03CBC0" w14:textId="77777777" w:rsidR="005C16B0" w:rsidRDefault="005C16B0" w:rsidP="005C16B0">
            <w:pPr>
              <w:pStyle w:val="SuSTabellenkopf"/>
            </w:pPr>
            <w:r>
              <w:t>Widget</w:t>
            </w:r>
          </w:p>
        </w:tc>
        <w:tc>
          <w:tcPr>
            <w:tcW w:w="2487" w:type="dxa"/>
          </w:tcPr>
          <w:p w14:paraId="2EAC700C" w14:textId="77777777" w:rsidR="005C16B0" w:rsidRDefault="005C16B0" w:rsidP="005C16B0">
            <w:pPr>
              <w:pStyle w:val="SuSTabellenkopf"/>
            </w:pPr>
            <w:r>
              <w:t>Beschreibung</w:t>
            </w:r>
          </w:p>
        </w:tc>
        <w:tc>
          <w:tcPr>
            <w:tcW w:w="3817" w:type="dxa"/>
          </w:tcPr>
          <w:p w14:paraId="28535A65" w14:textId="77777777" w:rsidR="005C16B0" w:rsidRDefault="005C16B0" w:rsidP="005C16B0">
            <w:pPr>
              <w:pStyle w:val="SuSTabellenkopf"/>
            </w:pPr>
            <w:r>
              <w:t>Quellcode</w:t>
            </w:r>
          </w:p>
        </w:tc>
      </w:tr>
      <w:tr w:rsidR="005C16B0" w14:paraId="45D8D8FB" w14:textId="77777777" w:rsidTr="00FB7914">
        <w:tc>
          <w:tcPr>
            <w:tcW w:w="1793" w:type="dxa"/>
          </w:tcPr>
          <w:p w14:paraId="745B0BCB" w14:textId="77777777" w:rsidR="005C16B0" w:rsidRDefault="005C16B0" w:rsidP="005C16B0">
            <w:pPr>
              <w:pStyle w:val="SuSTabellentext"/>
            </w:pPr>
            <w:r>
              <w:lastRenderedPageBreak/>
              <w:t>Text</w:t>
            </w:r>
          </w:p>
        </w:tc>
        <w:tc>
          <w:tcPr>
            <w:tcW w:w="2487" w:type="dxa"/>
          </w:tcPr>
          <w:p w14:paraId="63E04DF3" w14:textId="77777777" w:rsidR="005C16B0" w:rsidRDefault="005C16B0" w:rsidP="005C16B0">
            <w:pPr>
              <w:pStyle w:val="SuSTabellentext"/>
            </w:pPr>
            <w:r>
              <w:t>Zeigt Text auf dem Bildschirm an.</w:t>
            </w:r>
          </w:p>
        </w:tc>
        <w:tc>
          <w:tcPr>
            <w:tcW w:w="3817" w:type="dxa"/>
          </w:tcPr>
          <w:p w14:paraId="2F1B5000" w14:textId="77777777" w:rsidR="005C16B0" w:rsidRDefault="005C16B0" w:rsidP="005C16B0">
            <w:pPr>
              <w:pStyle w:val="SuSTabellentext"/>
            </w:pPr>
            <w:r>
              <w:t>Text('Hallo, Flutter!')</w:t>
            </w:r>
          </w:p>
        </w:tc>
      </w:tr>
      <w:tr w:rsidR="005C16B0" w:rsidRPr="00600D77" w14:paraId="67836E33" w14:textId="77777777" w:rsidTr="00FB7914">
        <w:tc>
          <w:tcPr>
            <w:tcW w:w="1793" w:type="dxa"/>
          </w:tcPr>
          <w:p w14:paraId="2B08EBE1" w14:textId="77777777" w:rsidR="005C16B0" w:rsidRDefault="005C16B0" w:rsidP="005C16B0">
            <w:pPr>
              <w:pStyle w:val="SuSTabellentext"/>
            </w:pPr>
            <w:r>
              <w:t>Icon</w:t>
            </w:r>
          </w:p>
        </w:tc>
        <w:tc>
          <w:tcPr>
            <w:tcW w:w="2487" w:type="dxa"/>
          </w:tcPr>
          <w:p w14:paraId="104DD049" w14:textId="77777777" w:rsidR="005C16B0" w:rsidRDefault="005C16B0" w:rsidP="005C16B0">
            <w:pPr>
              <w:pStyle w:val="SuSTabellentext"/>
            </w:pPr>
            <w:r>
              <w:t>Zeigt ein Symbol aus den Material Icons an.</w:t>
            </w:r>
          </w:p>
        </w:tc>
        <w:tc>
          <w:tcPr>
            <w:tcW w:w="3817" w:type="dxa"/>
          </w:tcPr>
          <w:p w14:paraId="143C472E" w14:textId="77777777" w:rsidR="005C16B0" w:rsidRPr="005C16B0" w:rsidRDefault="005C16B0" w:rsidP="005C16B0">
            <w:pPr>
              <w:pStyle w:val="SuSTabellentext"/>
              <w:rPr>
                <w:lang w:val="en-GB"/>
              </w:rPr>
            </w:pPr>
            <w:r w:rsidRPr="005C16B0">
              <w:rPr>
                <w:lang w:val="en-GB"/>
              </w:rPr>
              <w:t>Icon(Icons.star, size: 50, color: Colors.yellow)</w:t>
            </w:r>
          </w:p>
        </w:tc>
      </w:tr>
      <w:tr w:rsidR="005C16B0" w:rsidRPr="00600D77" w14:paraId="4BDC4421" w14:textId="77777777" w:rsidTr="00FB7914">
        <w:tc>
          <w:tcPr>
            <w:tcW w:w="1793" w:type="dxa"/>
          </w:tcPr>
          <w:p w14:paraId="38278719" w14:textId="77777777" w:rsidR="005C16B0" w:rsidRDefault="005C16B0" w:rsidP="005C16B0">
            <w:pPr>
              <w:pStyle w:val="SuSTabellentext"/>
            </w:pPr>
            <w:r>
              <w:t>Container</w:t>
            </w:r>
          </w:p>
        </w:tc>
        <w:tc>
          <w:tcPr>
            <w:tcW w:w="2487" w:type="dxa"/>
          </w:tcPr>
          <w:p w14:paraId="5F76AB7D" w14:textId="77777777" w:rsidR="005C16B0" w:rsidRDefault="005C16B0" w:rsidP="005C16B0">
            <w:pPr>
              <w:pStyle w:val="SuSTabellentext"/>
            </w:pPr>
            <w:r>
              <w:t>Ein flexibles Widget für Layout und Styling.</w:t>
            </w:r>
          </w:p>
        </w:tc>
        <w:tc>
          <w:tcPr>
            <w:tcW w:w="3817" w:type="dxa"/>
          </w:tcPr>
          <w:p w14:paraId="669DB958" w14:textId="77777777" w:rsidR="005C16B0" w:rsidRPr="005C16B0" w:rsidRDefault="005C16B0" w:rsidP="005C16B0">
            <w:pPr>
              <w:pStyle w:val="SuSTabellentext"/>
              <w:rPr>
                <w:lang w:val="en-GB"/>
              </w:rPr>
            </w:pPr>
            <w:r w:rsidRPr="005C16B0">
              <w:rPr>
                <w:lang w:val="en-GB"/>
              </w:rPr>
              <w:t>Container(</w:t>
            </w:r>
            <w:r w:rsidRPr="005C16B0">
              <w:rPr>
                <w:lang w:val="en-GB"/>
              </w:rPr>
              <w:br/>
              <w:t xml:space="preserve">  width: 100,</w:t>
            </w:r>
            <w:r w:rsidRPr="005C16B0">
              <w:rPr>
                <w:lang w:val="en-GB"/>
              </w:rPr>
              <w:br/>
              <w:t xml:space="preserve">  height: 100,</w:t>
            </w:r>
            <w:r w:rsidRPr="005C16B0">
              <w:rPr>
                <w:lang w:val="en-GB"/>
              </w:rPr>
              <w:br/>
              <w:t xml:space="preserve">  color: Colors.blue,</w:t>
            </w:r>
            <w:r w:rsidRPr="005C16B0">
              <w:rPr>
                <w:lang w:val="en-GB"/>
              </w:rPr>
              <w:br/>
              <w:t>)</w:t>
            </w:r>
          </w:p>
        </w:tc>
      </w:tr>
      <w:tr w:rsidR="005C16B0" w14:paraId="2C6499F8" w14:textId="77777777" w:rsidTr="00FB7914">
        <w:tc>
          <w:tcPr>
            <w:tcW w:w="1793" w:type="dxa"/>
          </w:tcPr>
          <w:p w14:paraId="5C2E73B0" w14:textId="77777777" w:rsidR="005C16B0" w:rsidRDefault="005C16B0" w:rsidP="005C16B0">
            <w:pPr>
              <w:pStyle w:val="SuSTabellentext"/>
            </w:pPr>
            <w:r>
              <w:t>SizedBox</w:t>
            </w:r>
          </w:p>
        </w:tc>
        <w:tc>
          <w:tcPr>
            <w:tcW w:w="2487" w:type="dxa"/>
          </w:tcPr>
          <w:p w14:paraId="7D190EA3" w14:textId="4F390FF1" w:rsidR="005C16B0" w:rsidRDefault="0011637F" w:rsidP="005C16B0">
            <w:pPr>
              <w:pStyle w:val="SuSTabellentext"/>
            </w:pPr>
            <w:r w:rsidRPr="0011637F">
              <w:t>Es ist eine einfache Box mit einer bestimmten Größe. Es kann verwendet werden, um Größenbeschränkungen für das untergeordnete Widget festzulegen</w:t>
            </w:r>
            <w:r>
              <w:t xml:space="preserve"> oder</w:t>
            </w:r>
            <w:r w:rsidRPr="0011637F">
              <w:t xml:space="preserve"> eine leere SizedBox zwischen die beiden Widgets zu setzen, um etwas Platz dazwischen zu schaffen,</w:t>
            </w:r>
          </w:p>
        </w:tc>
        <w:tc>
          <w:tcPr>
            <w:tcW w:w="3817" w:type="dxa"/>
          </w:tcPr>
          <w:p w14:paraId="45536C0A" w14:textId="77777777" w:rsidR="005C16B0" w:rsidRDefault="005C16B0" w:rsidP="005C16B0">
            <w:pPr>
              <w:pStyle w:val="SuSTabellentext"/>
            </w:pPr>
            <w:r>
              <w:t>SizedBox(width: 50, height: 20)</w:t>
            </w:r>
          </w:p>
        </w:tc>
      </w:tr>
      <w:tr w:rsidR="005C16B0" w14:paraId="27E87FA0" w14:textId="77777777" w:rsidTr="00FB7914">
        <w:tc>
          <w:tcPr>
            <w:tcW w:w="1793" w:type="dxa"/>
          </w:tcPr>
          <w:p w14:paraId="2A738CDF" w14:textId="77777777" w:rsidR="005C16B0" w:rsidRDefault="005C16B0" w:rsidP="005C16B0">
            <w:pPr>
              <w:pStyle w:val="SuSTabellentext"/>
            </w:pPr>
            <w:r>
              <w:t>Center</w:t>
            </w:r>
          </w:p>
        </w:tc>
        <w:tc>
          <w:tcPr>
            <w:tcW w:w="2487" w:type="dxa"/>
          </w:tcPr>
          <w:p w14:paraId="2DF00F52" w14:textId="77777777" w:rsidR="005C16B0" w:rsidRDefault="005C16B0" w:rsidP="005C16B0">
            <w:pPr>
              <w:pStyle w:val="SuSTabellentext"/>
            </w:pPr>
            <w:r>
              <w:t>Zentriert das enthaltene Widget.</w:t>
            </w:r>
          </w:p>
        </w:tc>
        <w:tc>
          <w:tcPr>
            <w:tcW w:w="3817" w:type="dxa"/>
          </w:tcPr>
          <w:p w14:paraId="6D887B20" w14:textId="77777777" w:rsidR="005C16B0" w:rsidRDefault="005C16B0" w:rsidP="005C16B0">
            <w:pPr>
              <w:pStyle w:val="SuSTabellentext"/>
            </w:pPr>
            <w:r>
              <w:t>Center(child: Text('Zentriert'))</w:t>
            </w:r>
          </w:p>
        </w:tc>
      </w:tr>
      <w:tr w:rsidR="005C16B0" w:rsidRPr="00600D77" w14:paraId="0E8E0999" w14:textId="77777777" w:rsidTr="00FB7914">
        <w:tc>
          <w:tcPr>
            <w:tcW w:w="1793" w:type="dxa"/>
          </w:tcPr>
          <w:p w14:paraId="1D74E07D" w14:textId="77777777" w:rsidR="005C16B0" w:rsidRDefault="005C16B0" w:rsidP="005C16B0">
            <w:pPr>
              <w:pStyle w:val="SuSTabellentext"/>
            </w:pPr>
            <w:r>
              <w:t>Align</w:t>
            </w:r>
          </w:p>
        </w:tc>
        <w:tc>
          <w:tcPr>
            <w:tcW w:w="2487" w:type="dxa"/>
          </w:tcPr>
          <w:p w14:paraId="27D4DA34" w14:textId="77777777" w:rsidR="005C16B0" w:rsidRDefault="005C16B0" w:rsidP="005C16B0">
            <w:pPr>
              <w:pStyle w:val="SuSTabellentext"/>
            </w:pPr>
            <w:r>
              <w:t>Richtet das enthaltene Widget aus.</w:t>
            </w:r>
          </w:p>
        </w:tc>
        <w:tc>
          <w:tcPr>
            <w:tcW w:w="3817" w:type="dxa"/>
          </w:tcPr>
          <w:p w14:paraId="2BC3B89C" w14:textId="77777777" w:rsidR="005C16B0" w:rsidRPr="005C16B0" w:rsidRDefault="005C16B0" w:rsidP="005C16B0">
            <w:pPr>
              <w:pStyle w:val="SuSTabellentext"/>
              <w:rPr>
                <w:lang w:val="en-GB"/>
              </w:rPr>
            </w:pPr>
            <w:r w:rsidRPr="005C16B0">
              <w:rPr>
                <w:lang w:val="en-GB"/>
              </w:rPr>
              <w:t>Align(alignment: Alignment.bottomRight, child: Text('Rechts unten'))</w:t>
            </w:r>
          </w:p>
        </w:tc>
      </w:tr>
      <w:tr w:rsidR="005C16B0" w:rsidRPr="00600D77" w14:paraId="70E5C37A" w14:textId="77777777" w:rsidTr="00FB7914">
        <w:tc>
          <w:tcPr>
            <w:tcW w:w="1793" w:type="dxa"/>
          </w:tcPr>
          <w:p w14:paraId="7A12ECA6" w14:textId="77777777" w:rsidR="005C16B0" w:rsidRDefault="005C16B0" w:rsidP="005C16B0">
            <w:pPr>
              <w:pStyle w:val="SuSTabellentext"/>
            </w:pPr>
            <w:r>
              <w:t>Column</w:t>
            </w:r>
          </w:p>
        </w:tc>
        <w:tc>
          <w:tcPr>
            <w:tcW w:w="2487" w:type="dxa"/>
          </w:tcPr>
          <w:p w14:paraId="430D93BE" w14:textId="77777777" w:rsidR="005C16B0" w:rsidRDefault="005C16B0" w:rsidP="005C16B0">
            <w:pPr>
              <w:pStyle w:val="SuSTabellentext"/>
            </w:pPr>
            <w:r>
              <w:t>Ordnet Widgets vertikal an.</w:t>
            </w:r>
          </w:p>
        </w:tc>
        <w:tc>
          <w:tcPr>
            <w:tcW w:w="3817" w:type="dxa"/>
          </w:tcPr>
          <w:p w14:paraId="7AE9A82D" w14:textId="77777777" w:rsidR="005C16B0" w:rsidRPr="005C16B0" w:rsidRDefault="005C16B0" w:rsidP="005C16B0">
            <w:pPr>
              <w:pStyle w:val="SuSTabellentext"/>
              <w:rPr>
                <w:lang w:val="en-GB"/>
              </w:rPr>
            </w:pPr>
            <w:r w:rsidRPr="005C16B0">
              <w:rPr>
                <w:lang w:val="en-GB"/>
              </w:rPr>
              <w:t>Column(</w:t>
            </w:r>
            <w:r w:rsidRPr="005C16B0">
              <w:rPr>
                <w:lang w:val="en-GB"/>
              </w:rPr>
              <w:br/>
              <w:t xml:space="preserve">  children: [</w:t>
            </w:r>
            <w:r w:rsidRPr="005C16B0">
              <w:rPr>
                <w:lang w:val="en-GB"/>
              </w:rPr>
              <w:br/>
              <w:t xml:space="preserve">    Text('Erstes Widget'),</w:t>
            </w:r>
            <w:r w:rsidRPr="005C16B0">
              <w:rPr>
                <w:lang w:val="en-GB"/>
              </w:rPr>
              <w:br/>
              <w:t xml:space="preserve">    Text('Zweites Widget'),</w:t>
            </w:r>
            <w:r w:rsidRPr="005C16B0">
              <w:rPr>
                <w:lang w:val="en-GB"/>
              </w:rPr>
              <w:br/>
              <w:t xml:space="preserve">  ],</w:t>
            </w:r>
            <w:r w:rsidRPr="005C16B0">
              <w:rPr>
                <w:lang w:val="en-GB"/>
              </w:rPr>
              <w:br/>
              <w:t>)</w:t>
            </w:r>
          </w:p>
        </w:tc>
      </w:tr>
      <w:tr w:rsidR="005C16B0" w:rsidRPr="00600D77" w14:paraId="740AAEFA" w14:textId="77777777" w:rsidTr="00FB7914">
        <w:tc>
          <w:tcPr>
            <w:tcW w:w="1793" w:type="dxa"/>
          </w:tcPr>
          <w:p w14:paraId="39890659" w14:textId="77777777" w:rsidR="005C16B0" w:rsidRDefault="005C16B0" w:rsidP="005C16B0">
            <w:pPr>
              <w:pStyle w:val="SuSTabellentext"/>
            </w:pPr>
            <w:r>
              <w:t>Row</w:t>
            </w:r>
          </w:p>
        </w:tc>
        <w:tc>
          <w:tcPr>
            <w:tcW w:w="2487" w:type="dxa"/>
          </w:tcPr>
          <w:p w14:paraId="58C554E1" w14:textId="77777777" w:rsidR="005C16B0" w:rsidRDefault="005C16B0" w:rsidP="005C16B0">
            <w:pPr>
              <w:pStyle w:val="SuSTabellentext"/>
            </w:pPr>
            <w:r>
              <w:t>Ordnet Widgets horizontal an.</w:t>
            </w:r>
          </w:p>
        </w:tc>
        <w:tc>
          <w:tcPr>
            <w:tcW w:w="3817" w:type="dxa"/>
          </w:tcPr>
          <w:p w14:paraId="25561FB2" w14:textId="77777777" w:rsidR="005C16B0" w:rsidRPr="005C16B0" w:rsidRDefault="005C16B0" w:rsidP="005C16B0">
            <w:pPr>
              <w:pStyle w:val="SuSTabellentext"/>
              <w:rPr>
                <w:lang w:val="en-GB"/>
              </w:rPr>
            </w:pPr>
            <w:r w:rsidRPr="005C16B0">
              <w:rPr>
                <w:lang w:val="en-GB"/>
              </w:rPr>
              <w:t>Row(</w:t>
            </w:r>
            <w:r w:rsidRPr="005C16B0">
              <w:rPr>
                <w:lang w:val="en-GB"/>
              </w:rPr>
              <w:br/>
              <w:t xml:space="preserve">  children: [</w:t>
            </w:r>
            <w:r w:rsidRPr="005C16B0">
              <w:rPr>
                <w:lang w:val="en-GB"/>
              </w:rPr>
              <w:br/>
              <w:t xml:space="preserve">    Icon(Icons.star),</w:t>
            </w:r>
            <w:r w:rsidRPr="005C16B0">
              <w:rPr>
                <w:lang w:val="en-GB"/>
              </w:rPr>
              <w:br/>
              <w:t xml:space="preserve">    Icon(Icons.favorite),</w:t>
            </w:r>
            <w:r w:rsidRPr="005C16B0">
              <w:rPr>
                <w:lang w:val="en-GB"/>
              </w:rPr>
              <w:br/>
              <w:t xml:space="preserve">  ],</w:t>
            </w:r>
            <w:r w:rsidRPr="005C16B0">
              <w:rPr>
                <w:lang w:val="en-GB"/>
              </w:rPr>
              <w:br/>
              <w:t>)</w:t>
            </w:r>
          </w:p>
        </w:tc>
      </w:tr>
      <w:tr w:rsidR="005C16B0" w14:paraId="126BE765" w14:textId="77777777" w:rsidTr="00FB7914">
        <w:tc>
          <w:tcPr>
            <w:tcW w:w="1793" w:type="dxa"/>
          </w:tcPr>
          <w:p w14:paraId="58E79951" w14:textId="77777777" w:rsidR="005C16B0" w:rsidRDefault="005C16B0" w:rsidP="005C16B0">
            <w:pPr>
              <w:pStyle w:val="SuSTabellentext"/>
            </w:pPr>
            <w:r>
              <w:t>Expanded</w:t>
            </w:r>
          </w:p>
        </w:tc>
        <w:tc>
          <w:tcPr>
            <w:tcW w:w="2487" w:type="dxa"/>
          </w:tcPr>
          <w:p w14:paraId="47F192DD" w14:textId="77777777" w:rsidR="005C16B0" w:rsidRDefault="005C16B0" w:rsidP="005C16B0">
            <w:pPr>
              <w:pStyle w:val="SuSTabellentext"/>
            </w:pPr>
            <w:r>
              <w:t>Erweitert das Widget innerhalb eines Flex-Containers.</w:t>
            </w:r>
          </w:p>
        </w:tc>
        <w:tc>
          <w:tcPr>
            <w:tcW w:w="3817" w:type="dxa"/>
          </w:tcPr>
          <w:p w14:paraId="199C0B58" w14:textId="77777777" w:rsidR="005C16B0" w:rsidRDefault="005C16B0" w:rsidP="005C16B0">
            <w:pPr>
              <w:pStyle w:val="SuSTabellentext"/>
            </w:pPr>
            <w:r>
              <w:t>Expanded(child: Text('Erweiterbar'))</w:t>
            </w:r>
          </w:p>
        </w:tc>
      </w:tr>
      <w:tr w:rsidR="005C16B0" w:rsidRPr="00600D77" w14:paraId="7F3B921E" w14:textId="77777777" w:rsidTr="00FB7914">
        <w:tc>
          <w:tcPr>
            <w:tcW w:w="1793" w:type="dxa"/>
          </w:tcPr>
          <w:p w14:paraId="5098B88D" w14:textId="77777777" w:rsidR="005C16B0" w:rsidRDefault="005C16B0" w:rsidP="005C16B0">
            <w:pPr>
              <w:pStyle w:val="SuSTabellentext"/>
            </w:pPr>
            <w:r>
              <w:t>Flexible</w:t>
            </w:r>
          </w:p>
        </w:tc>
        <w:tc>
          <w:tcPr>
            <w:tcW w:w="2487" w:type="dxa"/>
          </w:tcPr>
          <w:p w14:paraId="0DECCF2B" w14:textId="77777777" w:rsidR="005C16B0" w:rsidRDefault="005C16B0" w:rsidP="005C16B0">
            <w:pPr>
              <w:pStyle w:val="SuSTabellentext"/>
            </w:pPr>
            <w:r>
              <w:t>Passt sich dynamisch an die Größe des Eltern-Widgets an.</w:t>
            </w:r>
          </w:p>
        </w:tc>
        <w:tc>
          <w:tcPr>
            <w:tcW w:w="3817" w:type="dxa"/>
          </w:tcPr>
          <w:p w14:paraId="50D46535" w14:textId="77777777" w:rsidR="005C16B0" w:rsidRPr="005C16B0" w:rsidRDefault="005C16B0" w:rsidP="005C16B0">
            <w:pPr>
              <w:pStyle w:val="SuSTabellentext"/>
              <w:rPr>
                <w:lang w:val="en-GB"/>
              </w:rPr>
            </w:pPr>
            <w:r w:rsidRPr="005C16B0">
              <w:rPr>
                <w:lang w:val="en-GB"/>
              </w:rPr>
              <w:t>Flexible(child: Text('Flexibles Widget'))</w:t>
            </w:r>
          </w:p>
        </w:tc>
      </w:tr>
      <w:tr w:rsidR="005C16B0" w14:paraId="5A899CC6" w14:textId="77777777" w:rsidTr="00FB7914">
        <w:tc>
          <w:tcPr>
            <w:tcW w:w="1793" w:type="dxa"/>
          </w:tcPr>
          <w:p w14:paraId="2B61905F" w14:textId="77777777" w:rsidR="005C16B0" w:rsidRDefault="005C16B0" w:rsidP="005C16B0">
            <w:pPr>
              <w:pStyle w:val="SuSTabellentext"/>
            </w:pPr>
            <w:r>
              <w:t>Stack</w:t>
            </w:r>
          </w:p>
        </w:tc>
        <w:tc>
          <w:tcPr>
            <w:tcW w:w="2487" w:type="dxa"/>
          </w:tcPr>
          <w:p w14:paraId="58EC4F92" w14:textId="77777777" w:rsidR="005C16B0" w:rsidRDefault="005C16B0" w:rsidP="005C16B0">
            <w:pPr>
              <w:pStyle w:val="SuSTabellentext"/>
            </w:pPr>
            <w:r>
              <w:t>Überlagert mehrere Widgets.</w:t>
            </w:r>
          </w:p>
        </w:tc>
        <w:tc>
          <w:tcPr>
            <w:tcW w:w="3817" w:type="dxa"/>
          </w:tcPr>
          <w:p w14:paraId="7CB583AE" w14:textId="77777777" w:rsidR="005C16B0" w:rsidRDefault="005C16B0" w:rsidP="005C16B0">
            <w:pPr>
              <w:pStyle w:val="SuSTabellentext"/>
            </w:pPr>
            <w:r>
              <w:t>Stack(</w:t>
            </w:r>
            <w:r>
              <w:br/>
              <w:t xml:space="preserve">  children: [</w:t>
            </w:r>
            <w:r>
              <w:br/>
              <w:t xml:space="preserve">    Image.asset('assets/hintergrund.png'),</w:t>
            </w:r>
            <w:r>
              <w:br/>
              <w:t xml:space="preserve">    Positioned(</w:t>
            </w:r>
            <w:r>
              <w:br/>
              <w:t xml:space="preserve">      bottom: 20,</w:t>
            </w:r>
            <w:r>
              <w:br/>
              <w:t xml:space="preserve">      child: Text('Überlagert'),</w:t>
            </w:r>
            <w:r>
              <w:br/>
              <w:t xml:space="preserve">    ),</w:t>
            </w:r>
            <w:r>
              <w:br/>
            </w:r>
            <w:r>
              <w:lastRenderedPageBreak/>
              <w:t xml:space="preserve">  ],</w:t>
            </w:r>
            <w:r>
              <w:br/>
              <w:t>)</w:t>
            </w:r>
          </w:p>
        </w:tc>
      </w:tr>
      <w:tr w:rsidR="005C16B0" w:rsidRPr="00600D77" w14:paraId="2D7C4849" w14:textId="77777777" w:rsidTr="00FB7914">
        <w:tc>
          <w:tcPr>
            <w:tcW w:w="1793" w:type="dxa"/>
          </w:tcPr>
          <w:p w14:paraId="6C504DCA" w14:textId="77777777" w:rsidR="005C16B0" w:rsidRDefault="005C16B0" w:rsidP="005C16B0">
            <w:pPr>
              <w:pStyle w:val="SuSTabellentext"/>
            </w:pPr>
            <w:r>
              <w:lastRenderedPageBreak/>
              <w:t>ListView</w:t>
            </w:r>
          </w:p>
        </w:tc>
        <w:tc>
          <w:tcPr>
            <w:tcW w:w="2487" w:type="dxa"/>
          </w:tcPr>
          <w:p w14:paraId="5FC533DE" w14:textId="77777777" w:rsidR="005C16B0" w:rsidRDefault="005C16B0" w:rsidP="005C16B0">
            <w:pPr>
              <w:pStyle w:val="SuSTabellentext"/>
            </w:pPr>
            <w:r>
              <w:t>Erstellt eine scrollbare Liste.</w:t>
            </w:r>
          </w:p>
        </w:tc>
        <w:tc>
          <w:tcPr>
            <w:tcW w:w="3817" w:type="dxa"/>
          </w:tcPr>
          <w:p w14:paraId="2B63C4A9" w14:textId="77777777" w:rsidR="005C16B0" w:rsidRPr="005C16B0" w:rsidRDefault="005C16B0" w:rsidP="005C16B0">
            <w:pPr>
              <w:pStyle w:val="SuSTabellentext"/>
              <w:rPr>
                <w:lang w:val="en-GB"/>
              </w:rPr>
            </w:pPr>
            <w:r w:rsidRPr="005C16B0">
              <w:rPr>
                <w:lang w:val="en-GB"/>
              </w:rPr>
              <w:t>ListView(</w:t>
            </w:r>
            <w:r w:rsidRPr="005C16B0">
              <w:rPr>
                <w:lang w:val="en-GB"/>
              </w:rPr>
              <w:br/>
              <w:t xml:space="preserve">  children: [</w:t>
            </w:r>
            <w:r w:rsidRPr="005C16B0">
              <w:rPr>
                <w:lang w:val="en-GB"/>
              </w:rPr>
              <w:br/>
              <w:t xml:space="preserve">    ListTile(</w:t>
            </w:r>
            <w:r w:rsidRPr="005C16B0">
              <w:rPr>
                <w:lang w:val="en-GB"/>
              </w:rPr>
              <w:br/>
              <w:t xml:space="preserve">      leading: Icon(Icons.task),</w:t>
            </w:r>
            <w:r w:rsidRPr="005C16B0">
              <w:rPr>
                <w:lang w:val="en-GB"/>
              </w:rPr>
              <w:br/>
              <w:t xml:space="preserve">      title: Text('Aufgabe 1'),</w:t>
            </w:r>
            <w:r w:rsidRPr="005C16B0">
              <w:rPr>
                <w:lang w:val="en-GB"/>
              </w:rPr>
              <w:br/>
              <w:t xml:space="preserve">    ),</w:t>
            </w:r>
            <w:r w:rsidRPr="005C16B0">
              <w:rPr>
                <w:lang w:val="en-GB"/>
              </w:rPr>
              <w:br/>
              <w:t xml:space="preserve">  ],</w:t>
            </w:r>
            <w:r w:rsidRPr="005C16B0">
              <w:rPr>
                <w:lang w:val="en-GB"/>
              </w:rPr>
              <w:br/>
              <w:t>)</w:t>
            </w:r>
          </w:p>
        </w:tc>
      </w:tr>
      <w:tr w:rsidR="005C16B0" w:rsidRPr="00600D77" w14:paraId="5C53A07B" w14:textId="77777777" w:rsidTr="00FB7914">
        <w:tc>
          <w:tcPr>
            <w:tcW w:w="1793" w:type="dxa"/>
          </w:tcPr>
          <w:p w14:paraId="76AD01B4" w14:textId="77777777" w:rsidR="005C16B0" w:rsidRDefault="005C16B0" w:rsidP="005C16B0">
            <w:pPr>
              <w:pStyle w:val="SuSTabellentext"/>
            </w:pPr>
            <w:r>
              <w:t>ElevatedButton</w:t>
            </w:r>
          </w:p>
        </w:tc>
        <w:tc>
          <w:tcPr>
            <w:tcW w:w="2487" w:type="dxa"/>
          </w:tcPr>
          <w:p w14:paraId="662753AB" w14:textId="77777777" w:rsidR="005C16B0" w:rsidRDefault="005C16B0" w:rsidP="005C16B0">
            <w:pPr>
              <w:pStyle w:val="SuSTabellentext"/>
            </w:pPr>
            <w:r>
              <w:t>Ein erhöhter Button mit Schatten.</w:t>
            </w:r>
          </w:p>
        </w:tc>
        <w:tc>
          <w:tcPr>
            <w:tcW w:w="3817" w:type="dxa"/>
          </w:tcPr>
          <w:p w14:paraId="0DC1BBF0" w14:textId="77777777" w:rsidR="005C16B0" w:rsidRPr="005C16B0" w:rsidRDefault="005C16B0" w:rsidP="005C16B0">
            <w:pPr>
              <w:pStyle w:val="SuSTabellentext"/>
              <w:rPr>
                <w:lang w:val="en-GB"/>
              </w:rPr>
            </w:pPr>
            <w:r w:rsidRPr="005C16B0">
              <w:rPr>
                <w:lang w:val="en-GB"/>
              </w:rPr>
              <w:t>ElevatedButton(</w:t>
            </w:r>
            <w:r w:rsidRPr="005C16B0">
              <w:rPr>
                <w:lang w:val="en-GB"/>
              </w:rPr>
              <w:br/>
              <w:t xml:space="preserve">  onPressed: () {},</w:t>
            </w:r>
            <w:r w:rsidRPr="005C16B0">
              <w:rPr>
                <w:lang w:val="en-GB"/>
              </w:rPr>
              <w:br/>
              <w:t xml:space="preserve">  child: Text('Klick mich'),</w:t>
            </w:r>
            <w:r w:rsidRPr="005C16B0">
              <w:rPr>
                <w:lang w:val="en-GB"/>
              </w:rPr>
              <w:br/>
              <w:t>)</w:t>
            </w:r>
          </w:p>
        </w:tc>
      </w:tr>
      <w:tr w:rsidR="005C16B0" w14:paraId="78D4B710" w14:textId="77777777" w:rsidTr="00FB7914">
        <w:tc>
          <w:tcPr>
            <w:tcW w:w="1793" w:type="dxa"/>
          </w:tcPr>
          <w:p w14:paraId="0F4074AA" w14:textId="77777777" w:rsidR="005C16B0" w:rsidRDefault="005C16B0" w:rsidP="005C16B0">
            <w:pPr>
              <w:pStyle w:val="SuSTabellentext"/>
            </w:pPr>
            <w:r>
              <w:t>Image</w:t>
            </w:r>
          </w:p>
        </w:tc>
        <w:tc>
          <w:tcPr>
            <w:tcW w:w="2487" w:type="dxa"/>
          </w:tcPr>
          <w:p w14:paraId="36C85967" w14:textId="77777777" w:rsidR="005C16B0" w:rsidRDefault="005C16B0" w:rsidP="005C16B0">
            <w:pPr>
              <w:pStyle w:val="SuSTabellentext"/>
            </w:pPr>
            <w:r>
              <w:t>Zeigt ein Bild aus einer URL oder lokalen Quelle an.</w:t>
            </w:r>
          </w:p>
        </w:tc>
        <w:tc>
          <w:tcPr>
            <w:tcW w:w="3817" w:type="dxa"/>
          </w:tcPr>
          <w:p w14:paraId="3F1A8E5F" w14:textId="77777777" w:rsidR="005C16B0" w:rsidRDefault="005C16B0" w:rsidP="005C16B0">
            <w:pPr>
              <w:pStyle w:val="SuSTabellentext"/>
            </w:pPr>
            <w:r>
              <w:t>Image.asset('assets/image.png')</w:t>
            </w:r>
          </w:p>
        </w:tc>
      </w:tr>
      <w:tr w:rsidR="005C16B0" w14:paraId="21ABF1D5" w14:textId="77777777" w:rsidTr="00FB7914">
        <w:tc>
          <w:tcPr>
            <w:tcW w:w="1793" w:type="dxa"/>
          </w:tcPr>
          <w:p w14:paraId="137FD7E0" w14:textId="77777777" w:rsidR="005C16B0" w:rsidRDefault="005C16B0" w:rsidP="005C16B0">
            <w:pPr>
              <w:pStyle w:val="SuSTabellentext"/>
            </w:pPr>
            <w:r>
              <w:t>Image.network</w:t>
            </w:r>
          </w:p>
        </w:tc>
        <w:tc>
          <w:tcPr>
            <w:tcW w:w="2487" w:type="dxa"/>
          </w:tcPr>
          <w:p w14:paraId="2A8977FB" w14:textId="77777777" w:rsidR="005C16B0" w:rsidRDefault="005C16B0" w:rsidP="005C16B0">
            <w:pPr>
              <w:pStyle w:val="SuSTabellentext"/>
            </w:pPr>
            <w:r>
              <w:t>Lädt ein Bild aus dem Internet.</w:t>
            </w:r>
          </w:p>
        </w:tc>
        <w:tc>
          <w:tcPr>
            <w:tcW w:w="3817" w:type="dxa"/>
          </w:tcPr>
          <w:p w14:paraId="76CC9639" w14:textId="77777777" w:rsidR="005C16B0" w:rsidRDefault="005C16B0" w:rsidP="005C16B0">
            <w:pPr>
              <w:pStyle w:val="SuSTabellentext"/>
            </w:pPr>
            <w:r>
              <w:t>Image.network('https://example.com/bild.jpg')</w:t>
            </w:r>
          </w:p>
        </w:tc>
      </w:tr>
      <w:tr w:rsidR="005C16B0" w14:paraId="48C68679" w14:textId="77777777" w:rsidTr="00FB7914">
        <w:tc>
          <w:tcPr>
            <w:tcW w:w="1793" w:type="dxa"/>
          </w:tcPr>
          <w:p w14:paraId="5C694C39" w14:textId="77777777" w:rsidR="005C16B0" w:rsidRDefault="005C16B0" w:rsidP="005C16B0">
            <w:pPr>
              <w:pStyle w:val="SuSTabellentext"/>
            </w:pPr>
            <w:r>
              <w:t>Image.asset</w:t>
            </w:r>
          </w:p>
        </w:tc>
        <w:tc>
          <w:tcPr>
            <w:tcW w:w="2487" w:type="dxa"/>
          </w:tcPr>
          <w:p w14:paraId="4E9E0A5C" w14:textId="77777777" w:rsidR="005C16B0" w:rsidRDefault="005C16B0" w:rsidP="005C16B0">
            <w:pPr>
              <w:pStyle w:val="SuSTabellentext"/>
            </w:pPr>
            <w:r>
              <w:t>Lädt ein Bild aus lokalen Assets.</w:t>
            </w:r>
          </w:p>
        </w:tc>
        <w:tc>
          <w:tcPr>
            <w:tcW w:w="3817" w:type="dxa"/>
          </w:tcPr>
          <w:p w14:paraId="20005B98" w14:textId="77777777" w:rsidR="005C16B0" w:rsidRDefault="005C16B0" w:rsidP="005C16B0">
            <w:pPr>
              <w:pStyle w:val="SuSTabellentext"/>
            </w:pPr>
            <w:r>
              <w:t>Image.asset('assets/mein_bild.png')</w:t>
            </w:r>
          </w:p>
        </w:tc>
      </w:tr>
      <w:tr w:rsidR="005C16B0" w:rsidRPr="00600D77" w14:paraId="0E0D4128" w14:textId="77777777" w:rsidTr="00FB7914">
        <w:tc>
          <w:tcPr>
            <w:tcW w:w="1793" w:type="dxa"/>
          </w:tcPr>
          <w:p w14:paraId="0321A8E7" w14:textId="77777777" w:rsidR="005C16B0" w:rsidRDefault="005C16B0" w:rsidP="005C16B0">
            <w:pPr>
              <w:pStyle w:val="SuSTabellentext"/>
            </w:pPr>
            <w:r>
              <w:t>Scaffold</w:t>
            </w:r>
          </w:p>
        </w:tc>
        <w:tc>
          <w:tcPr>
            <w:tcW w:w="2487" w:type="dxa"/>
          </w:tcPr>
          <w:p w14:paraId="3D594A55" w14:textId="77777777" w:rsidR="005C16B0" w:rsidRDefault="005C16B0" w:rsidP="005C16B0">
            <w:pPr>
              <w:pStyle w:val="SuSTabellentext"/>
            </w:pPr>
            <w:r>
              <w:t>Das Grundgerüst einer Flutter-App.</w:t>
            </w:r>
          </w:p>
        </w:tc>
        <w:tc>
          <w:tcPr>
            <w:tcW w:w="3817" w:type="dxa"/>
          </w:tcPr>
          <w:p w14:paraId="2585835D" w14:textId="77777777" w:rsidR="005C16B0" w:rsidRPr="005C16B0" w:rsidRDefault="005C16B0" w:rsidP="005C16B0">
            <w:pPr>
              <w:pStyle w:val="SuSTabellentext"/>
              <w:rPr>
                <w:lang w:val="en-GB"/>
              </w:rPr>
            </w:pPr>
            <w:r w:rsidRPr="005C16B0">
              <w:rPr>
                <w:lang w:val="en-GB"/>
              </w:rPr>
              <w:t>Scaffold(</w:t>
            </w:r>
            <w:r w:rsidRPr="005C16B0">
              <w:rPr>
                <w:lang w:val="en-GB"/>
              </w:rPr>
              <w:br/>
              <w:t xml:space="preserve">  appBar: AppBar(title: Text('Meine App')),</w:t>
            </w:r>
            <w:r w:rsidRPr="005C16B0">
              <w:rPr>
                <w:lang w:val="en-GB"/>
              </w:rPr>
              <w:br/>
              <w:t xml:space="preserve">  body: Center(child: Text('Hallo Welt!')),</w:t>
            </w:r>
            <w:r w:rsidRPr="005C16B0">
              <w:rPr>
                <w:lang w:val="en-GB"/>
              </w:rPr>
              <w:br/>
              <w:t>)</w:t>
            </w:r>
          </w:p>
        </w:tc>
      </w:tr>
      <w:tr w:rsidR="005C16B0" w14:paraId="7F3F3A57" w14:textId="77777777" w:rsidTr="00FB7914">
        <w:tc>
          <w:tcPr>
            <w:tcW w:w="1793" w:type="dxa"/>
          </w:tcPr>
          <w:p w14:paraId="2D89621D" w14:textId="77777777" w:rsidR="005C16B0" w:rsidRDefault="005C16B0" w:rsidP="005C16B0">
            <w:pPr>
              <w:pStyle w:val="SuSTabellentext"/>
            </w:pPr>
            <w:r>
              <w:t>Form</w:t>
            </w:r>
          </w:p>
        </w:tc>
        <w:tc>
          <w:tcPr>
            <w:tcW w:w="2487" w:type="dxa"/>
          </w:tcPr>
          <w:p w14:paraId="0A85D06D" w14:textId="77777777" w:rsidR="005C16B0" w:rsidRDefault="005C16B0" w:rsidP="005C16B0">
            <w:pPr>
              <w:pStyle w:val="SuSTabellentext"/>
            </w:pPr>
            <w:r>
              <w:t>Container für Formulare mit Validierungsmöglichkeiten.</w:t>
            </w:r>
          </w:p>
        </w:tc>
        <w:tc>
          <w:tcPr>
            <w:tcW w:w="3817" w:type="dxa"/>
          </w:tcPr>
          <w:p w14:paraId="4A998990" w14:textId="77777777" w:rsidR="005C16B0" w:rsidRDefault="005C16B0" w:rsidP="005C16B0">
            <w:pPr>
              <w:pStyle w:val="SuSTabellentext"/>
            </w:pPr>
            <w:r>
              <w:t>Form(child: TextFormField())</w:t>
            </w:r>
          </w:p>
        </w:tc>
      </w:tr>
      <w:tr w:rsidR="005C16B0" w:rsidRPr="00600D77" w14:paraId="69BF59BE" w14:textId="77777777" w:rsidTr="00FB7914">
        <w:tc>
          <w:tcPr>
            <w:tcW w:w="1793" w:type="dxa"/>
          </w:tcPr>
          <w:p w14:paraId="37AE246D" w14:textId="77777777" w:rsidR="005C16B0" w:rsidRDefault="005C16B0" w:rsidP="005C16B0">
            <w:pPr>
              <w:pStyle w:val="SuSTabellentext"/>
            </w:pPr>
            <w:r>
              <w:t>FormField</w:t>
            </w:r>
          </w:p>
        </w:tc>
        <w:tc>
          <w:tcPr>
            <w:tcW w:w="2487" w:type="dxa"/>
          </w:tcPr>
          <w:p w14:paraId="2EB83726" w14:textId="77777777" w:rsidR="005C16B0" w:rsidRDefault="005C16B0" w:rsidP="005C16B0">
            <w:pPr>
              <w:pStyle w:val="SuSTabellentext"/>
            </w:pPr>
            <w:r>
              <w:t>Einzelnes Eingabefeld mit Validierung in einem Form-Widget.</w:t>
            </w:r>
          </w:p>
        </w:tc>
        <w:tc>
          <w:tcPr>
            <w:tcW w:w="3817" w:type="dxa"/>
          </w:tcPr>
          <w:p w14:paraId="6C288691" w14:textId="77777777" w:rsidR="005C16B0" w:rsidRPr="005C16B0" w:rsidRDefault="005C16B0" w:rsidP="005C16B0">
            <w:pPr>
              <w:pStyle w:val="SuSTabellentext"/>
              <w:rPr>
                <w:lang w:val="en-GB"/>
              </w:rPr>
            </w:pPr>
            <w:r w:rsidRPr="005C16B0">
              <w:rPr>
                <w:lang w:val="en-GB"/>
              </w:rPr>
              <w:t>TextFormField(decoration: InputDecoration(labelText: 'Eingabe'))</w:t>
            </w:r>
          </w:p>
        </w:tc>
      </w:tr>
      <w:tr w:rsidR="005C16B0" w14:paraId="65CDD50E" w14:textId="77777777" w:rsidTr="00FB7914">
        <w:tc>
          <w:tcPr>
            <w:tcW w:w="1793" w:type="dxa"/>
          </w:tcPr>
          <w:p w14:paraId="6CE2AB9B" w14:textId="77777777" w:rsidR="005C16B0" w:rsidRDefault="005C16B0" w:rsidP="005C16B0">
            <w:pPr>
              <w:pStyle w:val="SuSTabellentext"/>
            </w:pPr>
            <w:r>
              <w:t>RichText</w:t>
            </w:r>
          </w:p>
        </w:tc>
        <w:tc>
          <w:tcPr>
            <w:tcW w:w="2487" w:type="dxa"/>
          </w:tcPr>
          <w:p w14:paraId="4EDE547D" w14:textId="77777777" w:rsidR="005C16B0" w:rsidRDefault="005C16B0" w:rsidP="005C16B0">
            <w:pPr>
              <w:pStyle w:val="SuSTabellentext"/>
            </w:pPr>
            <w:r>
              <w:t>Ermöglicht formatierte und gestylte Texte.</w:t>
            </w:r>
          </w:p>
        </w:tc>
        <w:tc>
          <w:tcPr>
            <w:tcW w:w="3817" w:type="dxa"/>
          </w:tcPr>
          <w:p w14:paraId="425C30ED" w14:textId="77777777" w:rsidR="005C16B0" w:rsidRDefault="005C16B0" w:rsidP="005C16B0">
            <w:pPr>
              <w:pStyle w:val="SuSTabellentext"/>
            </w:pPr>
            <w:r>
              <w:t>RichText(text: TextSpan(text: 'Fetter Text', style: TextStyle(fontWeight: FontWeight.bold)))</w:t>
            </w:r>
          </w:p>
        </w:tc>
      </w:tr>
      <w:tr w:rsidR="005C16B0" w:rsidRPr="00600D77" w14:paraId="36E4EBC4" w14:textId="77777777" w:rsidTr="00FB7914">
        <w:tc>
          <w:tcPr>
            <w:tcW w:w="1793" w:type="dxa"/>
          </w:tcPr>
          <w:p w14:paraId="24735593" w14:textId="77777777" w:rsidR="005C16B0" w:rsidRDefault="005C16B0" w:rsidP="005C16B0">
            <w:pPr>
              <w:pStyle w:val="SuSTabellentext"/>
            </w:pPr>
            <w:r>
              <w:t>FutureBuilder</w:t>
            </w:r>
          </w:p>
        </w:tc>
        <w:tc>
          <w:tcPr>
            <w:tcW w:w="2487" w:type="dxa"/>
          </w:tcPr>
          <w:p w14:paraId="77A6B9EC" w14:textId="77777777" w:rsidR="005C16B0" w:rsidRDefault="005C16B0" w:rsidP="005C16B0">
            <w:pPr>
              <w:pStyle w:val="SuSTabellentext"/>
            </w:pPr>
            <w:r>
              <w:t>Ermöglicht den asynchronen Aufbau der UI.</w:t>
            </w:r>
          </w:p>
        </w:tc>
        <w:tc>
          <w:tcPr>
            <w:tcW w:w="3817" w:type="dxa"/>
          </w:tcPr>
          <w:p w14:paraId="5237848D" w14:textId="77777777" w:rsidR="005C16B0" w:rsidRPr="005C16B0" w:rsidRDefault="005C16B0" w:rsidP="005C16B0">
            <w:pPr>
              <w:pStyle w:val="SuSTabellentext"/>
              <w:rPr>
                <w:lang w:val="en-GB"/>
              </w:rPr>
            </w:pPr>
            <w:r w:rsidRPr="005C16B0">
              <w:rPr>
                <w:lang w:val="en-GB"/>
              </w:rPr>
              <w:t>FutureBuilder(future: myFuture, builder: (context, snapshot) =&gt; Text(snapshot.data.toString()))</w:t>
            </w:r>
          </w:p>
        </w:tc>
      </w:tr>
      <w:tr w:rsidR="005C16B0" w:rsidRPr="00600D77" w14:paraId="53C5E686" w14:textId="77777777" w:rsidTr="00FB7914">
        <w:tc>
          <w:tcPr>
            <w:tcW w:w="1793" w:type="dxa"/>
          </w:tcPr>
          <w:p w14:paraId="0735902E" w14:textId="77777777" w:rsidR="005C16B0" w:rsidRDefault="005C16B0" w:rsidP="005C16B0">
            <w:pPr>
              <w:pStyle w:val="SuSTabellentext"/>
            </w:pPr>
            <w:r>
              <w:t>StreamBuilder</w:t>
            </w:r>
          </w:p>
        </w:tc>
        <w:tc>
          <w:tcPr>
            <w:tcW w:w="2487" w:type="dxa"/>
          </w:tcPr>
          <w:p w14:paraId="2CE8DD40" w14:textId="7EA9F1E8" w:rsidR="005C16B0" w:rsidRDefault="005C16B0" w:rsidP="005C16B0">
            <w:pPr>
              <w:pStyle w:val="SuSTabellentext"/>
            </w:pPr>
            <w:r>
              <w:t xml:space="preserve">Reagiert auf Datenströme und aktualisiert </w:t>
            </w:r>
            <w:r w:rsidR="00FB7914">
              <w:t>das</w:t>
            </w:r>
            <w:r>
              <w:t xml:space="preserve"> U</w:t>
            </w:r>
            <w:r w:rsidR="00FB7914">
              <w:t>ser Interface</w:t>
            </w:r>
            <w:r>
              <w:t xml:space="preserve"> dynamisch.</w:t>
            </w:r>
          </w:p>
        </w:tc>
        <w:tc>
          <w:tcPr>
            <w:tcW w:w="3817" w:type="dxa"/>
          </w:tcPr>
          <w:p w14:paraId="7C7C9DFD" w14:textId="77777777" w:rsidR="005C16B0" w:rsidRPr="005C16B0" w:rsidRDefault="005C16B0" w:rsidP="005C16B0">
            <w:pPr>
              <w:pStyle w:val="SuSTabellentext"/>
              <w:rPr>
                <w:lang w:val="en-GB"/>
              </w:rPr>
            </w:pPr>
            <w:r w:rsidRPr="005C16B0">
              <w:rPr>
                <w:lang w:val="en-GB"/>
              </w:rPr>
              <w:t>StreamBuilder(stream: myStream, builder: (context, snapshot) =&gt; Text(snapshot.data.toString()))</w:t>
            </w:r>
          </w:p>
        </w:tc>
      </w:tr>
    </w:tbl>
    <w:p w14:paraId="60F02FE6" w14:textId="37D70BE8" w:rsidR="0097601F" w:rsidRPr="005C16B0" w:rsidRDefault="005C16B0" w:rsidP="005C16B0">
      <w:pPr>
        <w:pStyle w:val="SuSBildTabellenunterschrift"/>
      </w:pPr>
      <w:r w:rsidRPr="005C16B0">
        <w:t>Tabelle 1: Widgets in Flutter.</w:t>
      </w:r>
    </w:p>
    <w:p w14:paraId="735F4FF5" w14:textId="1C7F83B5" w:rsidR="00233885" w:rsidRPr="008C4E9A" w:rsidRDefault="00233885" w:rsidP="008C4E9A">
      <w:pPr>
        <w:pStyle w:val="SuSAbsatzheadline"/>
      </w:pPr>
      <w:r w:rsidRPr="00233885">
        <w:t xml:space="preserve">State Management in Flutter  </w:t>
      </w:r>
    </w:p>
    <w:p w14:paraId="5D9A1191" w14:textId="2A354E5B" w:rsidR="008C4E9A" w:rsidRPr="008C4E9A" w:rsidRDefault="00233885" w:rsidP="0011637F">
      <w:pPr>
        <w:pStyle w:val="SuSMengentext"/>
      </w:pPr>
      <w:r w:rsidRPr="008C4E9A">
        <w:t>Der Zustand (</w:t>
      </w:r>
      <w:r w:rsidRPr="008C4E9A">
        <w:rPr>
          <w:i/>
          <w:iCs/>
        </w:rPr>
        <w:t>State</w:t>
      </w:r>
      <w:r w:rsidRPr="008C4E9A">
        <w:t xml:space="preserve">) einer Anwendung bestimmt, wie sich die Benutzeroberfläche je nach Interaktionen oder externen Datenquellen verändert. In Flutter ist </w:t>
      </w:r>
      <w:r w:rsidRPr="008C4E9A">
        <w:rPr>
          <w:i/>
          <w:iCs/>
        </w:rPr>
        <w:t>State Management</w:t>
      </w:r>
      <w:r w:rsidRPr="008C4E9A">
        <w:t xml:space="preserve"> ein zentrales Thema, da Flutter ein deklaratives User Interface-Framework ist, bei dem sich der Bildschirm nicht automatisch aktualisiert, wenn sich Daten ändern. Deshalb müssen Änderungen explizit verwaltet werden. In diesem Abschnitt wird erklärt, was </w:t>
      </w:r>
      <w:r w:rsidRPr="008C4E9A">
        <w:rPr>
          <w:i/>
          <w:iCs/>
        </w:rPr>
        <w:t>State</w:t>
      </w:r>
      <w:r w:rsidRPr="008C4E9A">
        <w:t xml:space="preserve"> in Flutter bedeutet, welche gängigen Techniken zum State Management existieren und wie </w:t>
      </w:r>
      <w:r w:rsidRPr="008C4E9A">
        <w:rPr>
          <w:i/>
          <w:iCs/>
        </w:rPr>
        <w:t>setState()</w:t>
      </w:r>
      <w:r w:rsidRPr="008C4E9A">
        <w:t xml:space="preserve"> für einfache Anwendungsfälle eingesetzt wird.  </w:t>
      </w:r>
    </w:p>
    <w:p w14:paraId="52D07FDE" w14:textId="77777777" w:rsidR="008C4E9A" w:rsidRPr="008C4E9A" w:rsidRDefault="00233885" w:rsidP="008C4E9A">
      <w:pPr>
        <w:pStyle w:val="SuSMengentext"/>
      </w:pPr>
      <w:r w:rsidRPr="008C4E9A">
        <w:lastRenderedPageBreak/>
        <w:t xml:space="preserve">Der </w:t>
      </w:r>
      <w:r w:rsidRPr="008C4E9A">
        <w:rPr>
          <w:i/>
          <w:iCs/>
        </w:rPr>
        <w:t>State</w:t>
      </w:r>
      <w:r w:rsidRPr="008C4E9A">
        <w:t xml:space="preserve"> einer App beschreibt den aktuellen Zustand der Benutzeroberfläche, also welche Daten angezeigt werden und wie Widgets darauf reagieren. Der State kann durch</w:t>
      </w:r>
      <w:r w:rsidR="008C4E9A" w:rsidRPr="008C4E9A">
        <w:t xml:space="preserve"> </w:t>
      </w:r>
      <w:r w:rsidRPr="008C4E9A">
        <w:t>Benutzereingaben,</w:t>
      </w:r>
      <w:r w:rsidR="008C4E9A" w:rsidRPr="008C4E9A">
        <w:t xml:space="preserve"> </w:t>
      </w:r>
      <w:r w:rsidRPr="008C4E9A">
        <w:t xml:space="preserve">Netzwerkdaten oder andere Ereignisse verändert werden. </w:t>
      </w:r>
      <w:r w:rsidR="008C4E9A" w:rsidRPr="008C4E9A">
        <w:t xml:space="preserve">Wir unterscheiden: </w:t>
      </w:r>
    </w:p>
    <w:p w14:paraId="04DE3E1A" w14:textId="77777777" w:rsidR="008C4E9A" w:rsidRPr="008C4E9A" w:rsidRDefault="00233885" w:rsidP="008C4E9A">
      <w:pPr>
        <w:pStyle w:val="SuSAufzaehlunggegliedert"/>
      </w:pPr>
      <w:r w:rsidRPr="008C4E9A">
        <w:rPr>
          <w:i/>
          <w:iCs/>
        </w:rPr>
        <w:t>lokaler State</w:t>
      </w:r>
      <w:r w:rsidR="008C4E9A" w:rsidRPr="008C4E9A">
        <w:rPr>
          <w:i/>
          <w:iCs/>
        </w:rPr>
        <w:t>:</w:t>
      </w:r>
      <w:r w:rsidR="008C4E9A" w:rsidRPr="008C4E9A">
        <w:t xml:space="preserve"> </w:t>
      </w:r>
      <w:r w:rsidRPr="008C4E9A">
        <w:t xml:space="preserve">Betrifft nur ein einzelnes Widget und kann mit </w:t>
      </w:r>
      <w:r w:rsidRPr="008C4E9A">
        <w:rPr>
          <w:i/>
          <w:iCs/>
        </w:rPr>
        <w:t>`setState()`</w:t>
      </w:r>
      <w:r w:rsidRPr="008C4E9A">
        <w:t xml:space="preserve"> aktualisiert werden.</w:t>
      </w:r>
      <w:r w:rsidR="008C4E9A" w:rsidRPr="008C4E9A">
        <w:t xml:space="preserve"> </w:t>
      </w:r>
      <w:r w:rsidRPr="008C4E9A">
        <w:t xml:space="preserve">Beispiele: Button-Klicks, Eingabefelder, Animationen.  </w:t>
      </w:r>
    </w:p>
    <w:p w14:paraId="71E1A40B" w14:textId="22BE00F1" w:rsidR="00233885" w:rsidRPr="008C4E9A" w:rsidRDefault="00233885" w:rsidP="008C4E9A">
      <w:pPr>
        <w:pStyle w:val="SuSAufzaehlunggegliedert"/>
      </w:pPr>
      <w:r w:rsidRPr="008C4E9A">
        <w:rPr>
          <w:i/>
          <w:iCs/>
        </w:rPr>
        <w:t>globaler State</w:t>
      </w:r>
      <w:r w:rsidR="008C4E9A" w:rsidRPr="008C4E9A">
        <w:rPr>
          <w:i/>
          <w:iCs/>
        </w:rPr>
        <w:t xml:space="preserve"> (App-weit): </w:t>
      </w:r>
      <w:r w:rsidRPr="008C4E9A">
        <w:t>Wird von mehreren Widgets gemeinsam genutzt</w:t>
      </w:r>
      <w:r w:rsidR="008C4E9A" w:rsidRPr="008C4E9A">
        <w:t xml:space="preserve"> und erf</w:t>
      </w:r>
      <w:r w:rsidRPr="008C4E9A">
        <w:t>ordert ei</w:t>
      </w:r>
      <w:r w:rsidR="008C4E9A" w:rsidRPr="008C4E9A">
        <w:t xml:space="preserve">n </w:t>
      </w:r>
      <w:r w:rsidRPr="008C4E9A">
        <w:t>State-Management-Tool wie Provider, Riverpod oder Bloc</w:t>
      </w:r>
      <w:r w:rsidR="008C4E9A" w:rsidRPr="008C4E9A">
        <w:t xml:space="preserve">. </w:t>
      </w:r>
      <w:r w:rsidRPr="008C4E9A">
        <w:t>Beispiele</w:t>
      </w:r>
      <w:r w:rsidR="008C4E9A" w:rsidRPr="008C4E9A">
        <w:t xml:space="preserve"> sind</w:t>
      </w:r>
      <w:r w:rsidRPr="008C4E9A">
        <w:t xml:space="preserve"> Benutzeranmeldung, Warenkorb</w:t>
      </w:r>
      <w:r w:rsidR="008C4E9A" w:rsidRPr="008C4E9A">
        <w:t xml:space="preserve"> oder </w:t>
      </w:r>
      <w:r w:rsidRPr="008C4E9A">
        <w:t xml:space="preserve">API-Daten.  </w:t>
      </w:r>
    </w:p>
    <w:p w14:paraId="785F3600" w14:textId="12FF4024" w:rsidR="00233885" w:rsidRDefault="00233885" w:rsidP="00233885">
      <w:pPr>
        <w:pStyle w:val="SuSMengentext"/>
      </w:pPr>
      <w:r w:rsidRPr="008C4E9A">
        <w:t>Flutter bietet verschiedene Möglichkeiten zur Verwaltung des State, abhängig von der Komplexität der Anwendung</w:t>
      </w:r>
      <w:r w:rsidR="008C4E9A" w:rsidRPr="008C4E9A">
        <w:t xml:space="preserve"> (</w:t>
      </w:r>
      <w:r w:rsidR="008C4E9A" w:rsidRPr="008C4E9A">
        <w:rPr>
          <w:i/>
          <w:iCs/>
          <w:color w:val="FF0000"/>
        </w:rPr>
        <w:t>Tabelle 2</w:t>
      </w:r>
      <w:r w:rsidR="008C4E9A" w:rsidRPr="008C4E9A">
        <w:t xml:space="preserve">). </w:t>
      </w:r>
      <w:r w:rsidRPr="008C4E9A">
        <w:t xml:space="preserve"> </w:t>
      </w:r>
    </w:p>
    <w:p w14:paraId="14297A47" w14:textId="3D60911B" w:rsidR="008C4E9A" w:rsidRPr="008C4E9A" w:rsidRDefault="008C4E9A" w:rsidP="008C4E9A">
      <w:pPr>
        <w:pStyle w:val="SuSMengentext"/>
      </w:pPr>
    </w:p>
    <w:tbl>
      <w:tblPr>
        <w:tblStyle w:val="TabellemithellemGitternetz"/>
        <w:tblW w:w="0" w:type="auto"/>
        <w:tblLook w:val="04A0" w:firstRow="1" w:lastRow="0" w:firstColumn="1" w:lastColumn="0" w:noHBand="0" w:noVBand="1"/>
      </w:tblPr>
      <w:tblGrid>
        <w:gridCol w:w="2031"/>
        <w:gridCol w:w="3124"/>
        <w:gridCol w:w="1774"/>
        <w:gridCol w:w="1168"/>
      </w:tblGrid>
      <w:tr w:rsidR="008C4E9A" w:rsidRPr="008C4E9A" w14:paraId="492F05B7" w14:textId="77777777" w:rsidTr="008C4E9A">
        <w:tc>
          <w:tcPr>
            <w:tcW w:w="0" w:type="auto"/>
            <w:hideMark/>
          </w:tcPr>
          <w:p w14:paraId="1644A24E" w14:textId="77777777" w:rsidR="008C4E9A" w:rsidRPr="008C4E9A" w:rsidRDefault="008C4E9A" w:rsidP="008C4E9A">
            <w:pPr>
              <w:pStyle w:val="SuSTabellenkopf"/>
              <w:rPr>
                <w:lang w:val="en-GB"/>
              </w:rPr>
            </w:pPr>
            <w:r w:rsidRPr="008C4E9A">
              <w:rPr>
                <w:lang w:val="en-GB"/>
              </w:rPr>
              <w:t>Technik</w:t>
            </w:r>
          </w:p>
        </w:tc>
        <w:tc>
          <w:tcPr>
            <w:tcW w:w="0" w:type="auto"/>
            <w:hideMark/>
          </w:tcPr>
          <w:p w14:paraId="621339C4" w14:textId="77777777" w:rsidR="008C4E9A" w:rsidRPr="008C4E9A" w:rsidRDefault="008C4E9A" w:rsidP="008C4E9A">
            <w:pPr>
              <w:pStyle w:val="SuSTabellenkopf"/>
              <w:rPr>
                <w:lang w:val="en-GB"/>
              </w:rPr>
            </w:pPr>
            <w:r w:rsidRPr="008C4E9A">
              <w:rPr>
                <w:lang w:val="en-GB"/>
              </w:rPr>
              <w:t>Verwendungszweck</w:t>
            </w:r>
          </w:p>
        </w:tc>
        <w:tc>
          <w:tcPr>
            <w:tcW w:w="0" w:type="auto"/>
            <w:hideMark/>
          </w:tcPr>
          <w:p w14:paraId="169BED39" w14:textId="77777777" w:rsidR="008C4E9A" w:rsidRPr="008C4E9A" w:rsidRDefault="008C4E9A" w:rsidP="008C4E9A">
            <w:pPr>
              <w:pStyle w:val="SuSTabellenkopf"/>
              <w:rPr>
                <w:lang w:val="en-GB"/>
              </w:rPr>
            </w:pPr>
            <w:r w:rsidRPr="008C4E9A">
              <w:rPr>
                <w:lang w:val="en-GB"/>
              </w:rPr>
              <w:t>Schwierigkeit</w:t>
            </w:r>
          </w:p>
        </w:tc>
        <w:tc>
          <w:tcPr>
            <w:tcW w:w="0" w:type="auto"/>
            <w:hideMark/>
          </w:tcPr>
          <w:p w14:paraId="76E84F16" w14:textId="77777777" w:rsidR="008C4E9A" w:rsidRPr="008C4E9A" w:rsidRDefault="008C4E9A" w:rsidP="008C4E9A">
            <w:pPr>
              <w:pStyle w:val="SuSTabellenkopf"/>
              <w:rPr>
                <w:lang w:val="en-GB"/>
              </w:rPr>
            </w:pPr>
            <w:r w:rsidRPr="008C4E9A">
              <w:rPr>
                <w:lang w:val="en-GB"/>
              </w:rPr>
              <w:t>Typ</w:t>
            </w:r>
          </w:p>
        </w:tc>
      </w:tr>
      <w:tr w:rsidR="008C4E9A" w:rsidRPr="008C4E9A" w14:paraId="6F4559E4" w14:textId="77777777" w:rsidTr="008C4E9A">
        <w:tc>
          <w:tcPr>
            <w:tcW w:w="0" w:type="auto"/>
            <w:hideMark/>
          </w:tcPr>
          <w:p w14:paraId="2BFB07BC" w14:textId="77777777" w:rsidR="008C4E9A" w:rsidRPr="008C4E9A" w:rsidRDefault="008C4E9A" w:rsidP="008C4E9A">
            <w:pPr>
              <w:pStyle w:val="SuSTabellentext"/>
              <w:rPr>
                <w:lang w:val="en-GB"/>
              </w:rPr>
            </w:pPr>
            <w:r w:rsidRPr="008C4E9A">
              <w:rPr>
                <w:lang w:val="en-GB"/>
              </w:rPr>
              <w:t>setState()</w:t>
            </w:r>
          </w:p>
        </w:tc>
        <w:tc>
          <w:tcPr>
            <w:tcW w:w="0" w:type="auto"/>
            <w:hideMark/>
          </w:tcPr>
          <w:p w14:paraId="5864915C" w14:textId="16A7FCBB" w:rsidR="008C4E9A" w:rsidRPr="008C4E9A" w:rsidRDefault="008C4E9A" w:rsidP="008C4E9A">
            <w:pPr>
              <w:pStyle w:val="SuSTabellentext"/>
              <w:rPr>
                <w:lang w:val="en-GB"/>
              </w:rPr>
            </w:pPr>
            <w:r>
              <w:rPr>
                <w:lang w:val="en-GB"/>
              </w:rPr>
              <w:t>e</w:t>
            </w:r>
            <w:r w:rsidRPr="008C4E9A">
              <w:rPr>
                <w:lang w:val="en-GB"/>
              </w:rPr>
              <w:t>infache lokale UI-Updates</w:t>
            </w:r>
          </w:p>
        </w:tc>
        <w:tc>
          <w:tcPr>
            <w:tcW w:w="0" w:type="auto"/>
            <w:hideMark/>
          </w:tcPr>
          <w:p w14:paraId="25295D00" w14:textId="68731A52" w:rsidR="008C4E9A" w:rsidRPr="008C4E9A" w:rsidRDefault="008C4E9A" w:rsidP="008C4E9A">
            <w:pPr>
              <w:pStyle w:val="SuSTabellentext"/>
              <w:rPr>
                <w:lang w:val="en-GB"/>
              </w:rPr>
            </w:pPr>
            <w:r>
              <w:rPr>
                <w:lang w:val="en-GB"/>
              </w:rPr>
              <w:t>e</w:t>
            </w:r>
            <w:r w:rsidRPr="008C4E9A">
              <w:rPr>
                <w:lang w:val="en-GB"/>
              </w:rPr>
              <w:t>infach</w:t>
            </w:r>
          </w:p>
        </w:tc>
        <w:tc>
          <w:tcPr>
            <w:tcW w:w="0" w:type="auto"/>
            <w:hideMark/>
          </w:tcPr>
          <w:p w14:paraId="3EE19607" w14:textId="305A86C3" w:rsidR="008C4E9A" w:rsidRPr="008C4E9A" w:rsidRDefault="008C4E9A" w:rsidP="008C4E9A">
            <w:pPr>
              <w:pStyle w:val="SuSTabellentext"/>
              <w:rPr>
                <w:lang w:val="en-GB"/>
              </w:rPr>
            </w:pPr>
            <w:r>
              <w:rPr>
                <w:lang w:val="en-GB"/>
              </w:rPr>
              <w:t>lokaler</w:t>
            </w:r>
            <w:r w:rsidRPr="008C4E9A">
              <w:rPr>
                <w:lang w:val="en-GB"/>
              </w:rPr>
              <w:t xml:space="preserve"> State</w:t>
            </w:r>
          </w:p>
        </w:tc>
      </w:tr>
      <w:tr w:rsidR="008C4E9A" w:rsidRPr="008C4E9A" w14:paraId="619FA4FA" w14:textId="77777777" w:rsidTr="008C4E9A">
        <w:tc>
          <w:tcPr>
            <w:tcW w:w="0" w:type="auto"/>
            <w:hideMark/>
          </w:tcPr>
          <w:p w14:paraId="52966761" w14:textId="77777777" w:rsidR="008C4E9A" w:rsidRPr="008C4E9A" w:rsidRDefault="008C4E9A" w:rsidP="008C4E9A">
            <w:pPr>
              <w:pStyle w:val="SuSTabellentext"/>
              <w:rPr>
                <w:lang w:val="en-GB"/>
              </w:rPr>
            </w:pPr>
            <w:r w:rsidRPr="008C4E9A">
              <w:rPr>
                <w:lang w:val="en-GB"/>
              </w:rPr>
              <w:t>InheritedWidget</w:t>
            </w:r>
          </w:p>
        </w:tc>
        <w:tc>
          <w:tcPr>
            <w:tcW w:w="0" w:type="auto"/>
            <w:hideMark/>
          </w:tcPr>
          <w:p w14:paraId="6F08CF46" w14:textId="4894DB63" w:rsidR="008C4E9A" w:rsidRPr="008C4E9A" w:rsidRDefault="008C4E9A" w:rsidP="008C4E9A">
            <w:pPr>
              <w:pStyle w:val="SuSTabellentext"/>
              <w:rPr>
                <w:lang w:val="en-GB"/>
              </w:rPr>
            </w:pPr>
            <w:r>
              <w:rPr>
                <w:lang w:val="en-GB"/>
              </w:rPr>
              <w:t>m</w:t>
            </w:r>
            <w:r w:rsidRPr="008C4E9A">
              <w:rPr>
                <w:lang w:val="en-GB"/>
              </w:rPr>
              <w:t>anuelles State-Management für komplexe Widgets</w:t>
            </w:r>
          </w:p>
        </w:tc>
        <w:tc>
          <w:tcPr>
            <w:tcW w:w="0" w:type="auto"/>
            <w:hideMark/>
          </w:tcPr>
          <w:p w14:paraId="4004A4DE" w14:textId="16E68FA8" w:rsidR="008C4E9A" w:rsidRPr="008C4E9A" w:rsidRDefault="008C4E9A" w:rsidP="008C4E9A">
            <w:pPr>
              <w:pStyle w:val="SuSTabellentext"/>
              <w:rPr>
                <w:lang w:val="en-GB"/>
              </w:rPr>
            </w:pPr>
            <w:r>
              <w:rPr>
                <w:lang w:val="en-GB"/>
              </w:rPr>
              <w:t>m</w:t>
            </w:r>
            <w:r w:rsidRPr="008C4E9A">
              <w:rPr>
                <w:lang w:val="en-GB"/>
              </w:rPr>
              <w:t>ittel</w:t>
            </w:r>
          </w:p>
        </w:tc>
        <w:tc>
          <w:tcPr>
            <w:tcW w:w="0" w:type="auto"/>
            <w:hideMark/>
          </w:tcPr>
          <w:p w14:paraId="0D35BCFB" w14:textId="77777777" w:rsidR="008C4E9A" w:rsidRPr="008C4E9A" w:rsidRDefault="008C4E9A" w:rsidP="008C4E9A">
            <w:pPr>
              <w:pStyle w:val="SuSTabellentext"/>
              <w:rPr>
                <w:lang w:val="en-GB"/>
              </w:rPr>
            </w:pPr>
            <w:r w:rsidRPr="008C4E9A">
              <w:rPr>
                <w:lang w:val="en-GB"/>
              </w:rPr>
              <w:t>App-weiter State</w:t>
            </w:r>
          </w:p>
        </w:tc>
      </w:tr>
      <w:tr w:rsidR="008C4E9A" w:rsidRPr="008C4E9A" w14:paraId="3D611C14" w14:textId="77777777" w:rsidTr="008C4E9A">
        <w:tc>
          <w:tcPr>
            <w:tcW w:w="0" w:type="auto"/>
            <w:hideMark/>
          </w:tcPr>
          <w:p w14:paraId="4488E2B6" w14:textId="77777777" w:rsidR="008C4E9A" w:rsidRPr="008C4E9A" w:rsidRDefault="008C4E9A" w:rsidP="008C4E9A">
            <w:pPr>
              <w:pStyle w:val="SuSTabellentext"/>
              <w:rPr>
                <w:lang w:val="en-GB"/>
              </w:rPr>
            </w:pPr>
            <w:r w:rsidRPr="008C4E9A">
              <w:rPr>
                <w:lang w:val="en-GB"/>
              </w:rPr>
              <w:t>Provider</w:t>
            </w:r>
          </w:p>
        </w:tc>
        <w:tc>
          <w:tcPr>
            <w:tcW w:w="0" w:type="auto"/>
            <w:hideMark/>
          </w:tcPr>
          <w:p w14:paraId="526E3C6E" w14:textId="59CB7F19" w:rsidR="008C4E9A" w:rsidRPr="008C4E9A" w:rsidRDefault="008C4E9A" w:rsidP="008C4E9A">
            <w:pPr>
              <w:pStyle w:val="SuSTabellentext"/>
            </w:pPr>
            <w:r>
              <w:t>o</w:t>
            </w:r>
            <w:r w:rsidRPr="008C4E9A">
              <w:t>ffizielle Google-Empfehlung für globalen State</w:t>
            </w:r>
          </w:p>
        </w:tc>
        <w:tc>
          <w:tcPr>
            <w:tcW w:w="0" w:type="auto"/>
            <w:hideMark/>
          </w:tcPr>
          <w:p w14:paraId="6A111968" w14:textId="7A3D7996" w:rsidR="008C4E9A" w:rsidRPr="008C4E9A" w:rsidRDefault="008C4E9A" w:rsidP="008C4E9A">
            <w:pPr>
              <w:pStyle w:val="SuSTabellentext"/>
              <w:rPr>
                <w:lang w:val="en-GB"/>
              </w:rPr>
            </w:pPr>
            <w:r>
              <w:rPr>
                <w:lang w:val="en-GB"/>
              </w:rPr>
              <w:t>m</w:t>
            </w:r>
            <w:r w:rsidRPr="008C4E9A">
              <w:rPr>
                <w:lang w:val="en-GB"/>
              </w:rPr>
              <w:t>ittel</w:t>
            </w:r>
          </w:p>
        </w:tc>
        <w:tc>
          <w:tcPr>
            <w:tcW w:w="0" w:type="auto"/>
            <w:hideMark/>
          </w:tcPr>
          <w:p w14:paraId="2D0895A1" w14:textId="77777777" w:rsidR="008C4E9A" w:rsidRPr="008C4E9A" w:rsidRDefault="008C4E9A" w:rsidP="008C4E9A">
            <w:pPr>
              <w:pStyle w:val="SuSTabellentext"/>
              <w:rPr>
                <w:lang w:val="en-GB"/>
              </w:rPr>
            </w:pPr>
            <w:r w:rsidRPr="008C4E9A">
              <w:rPr>
                <w:lang w:val="en-GB"/>
              </w:rPr>
              <w:t>App-weiter State</w:t>
            </w:r>
          </w:p>
        </w:tc>
      </w:tr>
      <w:tr w:rsidR="008C4E9A" w:rsidRPr="008C4E9A" w14:paraId="3B6A8EE9" w14:textId="77777777" w:rsidTr="008C4E9A">
        <w:tc>
          <w:tcPr>
            <w:tcW w:w="0" w:type="auto"/>
            <w:hideMark/>
          </w:tcPr>
          <w:p w14:paraId="517EF5E5" w14:textId="77777777" w:rsidR="008C4E9A" w:rsidRPr="008C4E9A" w:rsidRDefault="008C4E9A" w:rsidP="008C4E9A">
            <w:pPr>
              <w:pStyle w:val="SuSTabellentext"/>
              <w:rPr>
                <w:lang w:val="en-GB"/>
              </w:rPr>
            </w:pPr>
            <w:r w:rsidRPr="008C4E9A">
              <w:rPr>
                <w:lang w:val="en-GB"/>
              </w:rPr>
              <w:t>Riverpod</w:t>
            </w:r>
          </w:p>
        </w:tc>
        <w:tc>
          <w:tcPr>
            <w:tcW w:w="0" w:type="auto"/>
            <w:hideMark/>
          </w:tcPr>
          <w:p w14:paraId="0EAC28BD" w14:textId="77777777" w:rsidR="008C4E9A" w:rsidRPr="008C4E9A" w:rsidRDefault="008C4E9A" w:rsidP="008C4E9A">
            <w:pPr>
              <w:pStyle w:val="SuSTabellentext"/>
            </w:pPr>
            <w:r w:rsidRPr="008C4E9A">
              <w:t>Erweiterung von Provider mit besserer Modularität</w:t>
            </w:r>
          </w:p>
        </w:tc>
        <w:tc>
          <w:tcPr>
            <w:tcW w:w="0" w:type="auto"/>
            <w:hideMark/>
          </w:tcPr>
          <w:p w14:paraId="7DA38644" w14:textId="5D1C244A" w:rsidR="008C4E9A" w:rsidRPr="008C4E9A" w:rsidRDefault="008C4E9A" w:rsidP="008C4E9A">
            <w:pPr>
              <w:pStyle w:val="SuSTabellentext"/>
              <w:rPr>
                <w:lang w:val="en-GB"/>
              </w:rPr>
            </w:pPr>
            <w:r>
              <w:rPr>
                <w:lang w:val="en-GB"/>
              </w:rPr>
              <w:t>m</w:t>
            </w:r>
            <w:r w:rsidRPr="008C4E9A">
              <w:rPr>
                <w:lang w:val="en-GB"/>
              </w:rPr>
              <w:t>ittel</w:t>
            </w:r>
          </w:p>
        </w:tc>
        <w:tc>
          <w:tcPr>
            <w:tcW w:w="0" w:type="auto"/>
            <w:hideMark/>
          </w:tcPr>
          <w:p w14:paraId="0562D3F8" w14:textId="77777777" w:rsidR="008C4E9A" w:rsidRPr="008C4E9A" w:rsidRDefault="008C4E9A" w:rsidP="008C4E9A">
            <w:pPr>
              <w:pStyle w:val="SuSTabellentext"/>
              <w:rPr>
                <w:lang w:val="en-GB"/>
              </w:rPr>
            </w:pPr>
            <w:r w:rsidRPr="008C4E9A">
              <w:rPr>
                <w:lang w:val="en-GB"/>
              </w:rPr>
              <w:t>App-weiter State</w:t>
            </w:r>
          </w:p>
        </w:tc>
      </w:tr>
      <w:tr w:rsidR="008C4E9A" w:rsidRPr="008C4E9A" w14:paraId="5022718E" w14:textId="77777777" w:rsidTr="008C4E9A">
        <w:tc>
          <w:tcPr>
            <w:tcW w:w="0" w:type="auto"/>
            <w:hideMark/>
          </w:tcPr>
          <w:p w14:paraId="01F954DE" w14:textId="77777777" w:rsidR="008C4E9A" w:rsidRPr="008C4E9A" w:rsidRDefault="008C4E9A" w:rsidP="008C4E9A">
            <w:pPr>
              <w:pStyle w:val="SuSTabellentext"/>
              <w:rPr>
                <w:lang w:val="en-GB"/>
              </w:rPr>
            </w:pPr>
            <w:r w:rsidRPr="008C4E9A">
              <w:rPr>
                <w:lang w:val="en-GB"/>
              </w:rPr>
              <w:t>Bloc (Business Logic Component)</w:t>
            </w:r>
          </w:p>
        </w:tc>
        <w:tc>
          <w:tcPr>
            <w:tcW w:w="0" w:type="auto"/>
            <w:hideMark/>
          </w:tcPr>
          <w:p w14:paraId="5539826B" w14:textId="77777777" w:rsidR="008C4E9A" w:rsidRPr="008C4E9A" w:rsidRDefault="008C4E9A" w:rsidP="008C4E9A">
            <w:pPr>
              <w:pStyle w:val="SuSTabellentext"/>
            </w:pPr>
            <w:r w:rsidRPr="008C4E9A">
              <w:t>Trennung von UI und Business-Logik für große Apps</w:t>
            </w:r>
          </w:p>
        </w:tc>
        <w:tc>
          <w:tcPr>
            <w:tcW w:w="0" w:type="auto"/>
            <w:hideMark/>
          </w:tcPr>
          <w:p w14:paraId="1A4D1E70" w14:textId="430F265D" w:rsidR="008C4E9A" w:rsidRPr="008C4E9A" w:rsidRDefault="008C4E9A" w:rsidP="008C4E9A">
            <w:pPr>
              <w:pStyle w:val="SuSTabellentext"/>
              <w:rPr>
                <w:lang w:val="en-GB"/>
              </w:rPr>
            </w:pPr>
            <w:r>
              <w:rPr>
                <w:lang w:val="en-GB"/>
              </w:rPr>
              <w:t>f</w:t>
            </w:r>
            <w:r w:rsidRPr="008C4E9A">
              <w:rPr>
                <w:lang w:val="en-GB"/>
              </w:rPr>
              <w:t>ortgeschritten</w:t>
            </w:r>
          </w:p>
        </w:tc>
        <w:tc>
          <w:tcPr>
            <w:tcW w:w="0" w:type="auto"/>
            <w:hideMark/>
          </w:tcPr>
          <w:p w14:paraId="1B9577D2" w14:textId="77777777" w:rsidR="008C4E9A" w:rsidRPr="008C4E9A" w:rsidRDefault="008C4E9A" w:rsidP="008C4E9A">
            <w:pPr>
              <w:pStyle w:val="SuSTabellentext"/>
              <w:rPr>
                <w:lang w:val="en-GB"/>
              </w:rPr>
            </w:pPr>
            <w:r w:rsidRPr="008C4E9A">
              <w:rPr>
                <w:lang w:val="en-GB"/>
              </w:rPr>
              <w:t>App-weiter State</w:t>
            </w:r>
          </w:p>
        </w:tc>
      </w:tr>
    </w:tbl>
    <w:p w14:paraId="62E0DA48" w14:textId="127B7B48" w:rsidR="008C4E9A" w:rsidRPr="008C4E9A" w:rsidRDefault="008C4E9A" w:rsidP="008C4E9A">
      <w:pPr>
        <w:pStyle w:val="SuSBildTabellenunterschrift"/>
      </w:pPr>
      <w:r>
        <w:t xml:space="preserve">Tabelle 2: </w:t>
      </w:r>
      <w:r w:rsidRPr="008C4E9A">
        <w:t>Möglichkeiten zur Verwaltung des State</w:t>
      </w:r>
      <w:r>
        <w:t xml:space="preserve"> in einer Flutter App.</w:t>
      </w:r>
    </w:p>
    <w:p w14:paraId="77A78F83" w14:textId="77777777" w:rsidR="00233885" w:rsidRDefault="00233885" w:rsidP="00233885">
      <w:pPr>
        <w:pStyle w:val="SuSMengentext"/>
        <w:rPr>
          <w:color w:val="FF0000"/>
        </w:rPr>
      </w:pPr>
    </w:p>
    <w:p w14:paraId="3CFA021D" w14:textId="77777777" w:rsidR="008C4E9A" w:rsidRPr="008C4E9A" w:rsidRDefault="008C4E9A" w:rsidP="00233885">
      <w:pPr>
        <w:pStyle w:val="SuSMengentext"/>
      </w:pPr>
      <w:r w:rsidRPr="008C4E9A">
        <w:t xml:space="preserve">Wann sollte welche </w:t>
      </w:r>
      <w:r w:rsidR="00233885" w:rsidRPr="008C4E9A">
        <w:t xml:space="preserve">Technik </w:t>
      </w:r>
      <w:r w:rsidRPr="008C4E9A">
        <w:t xml:space="preserve">genutzt werden: </w:t>
      </w:r>
    </w:p>
    <w:p w14:paraId="0785A3D9" w14:textId="77777777" w:rsidR="008C4E9A" w:rsidRPr="008C4E9A" w:rsidRDefault="00233885" w:rsidP="008C4E9A">
      <w:pPr>
        <w:pStyle w:val="SuSAufzaehlunggegliedert"/>
      </w:pPr>
      <w:r w:rsidRPr="008C4E9A">
        <w:rPr>
          <w:i/>
          <w:iCs/>
        </w:rPr>
        <w:t xml:space="preserve">setState() </w:t>
      </w:r>
      <w:r w:rsidRPr="008C4E9A">
        <w:t xml:space="preserve">für einfache Änderungen innerhalb eines Widgets.  </w:t>
      </w:r>
    </w:p>
    <w:p w14:paraId="2EB7A52D" w14:textId="77777777" w:rsidR="008C4E9A" w:rsidRPr="008C4E9A" w:rsidRDefault="00233885" w:rsidP="008C4E9A">
      <w:pPr>
        <w:pStyle w:val="SuSAufzaehlunggegliedert"/>
      </w:pPr>
      <w:r w:rsidRPr="008C4E9A">
        <w:rPr>
          <w:i/>
          <w:iCs/>
        </w:rPr>
        <w:t>Provider/Riverpod</w:t>
      </w:r>
      <w:r w:rsidRPr="008C4E9A">
        <w:t xml:space="preserve"> für mittlere bis große Anwendunge</w:t>
      </w:r>
      <w:r w:rsidR="008C4E9A" w:rsidRPr="008C4E9A">
        <w:t>n</w:t>
      </w:r>
      <w:r w:rsidRPr="008C4E9A">
        <w:t xml:space="preserve"> mit gemeinsam genutztem State.  </w:t>
      </w:r>
    </w:p>
    <w:p w14:paraId="19F81117" w14:textId="70DE9188" w:rsidR="00233885" w:rsidRPr="008C4E9A" w:rsidRDefault="00233885" w:rsidP="008C4E9A">
      <w:pPr>
        <w:pStyle w:val="SuSAufzaehlunggegliedert"/>
      </w:pPr>
      <w:r w:rsidRPr="008C4E9A">
        <w:rPr>
          <w:i/>
          <w:iCs/>
        </w:rPr>
        <w:t>Bloc</w:t>
      </w:r>
      <w:r w:rsidRPr="008C4E9A">
        <w:t xml:space="preserve"> für komplexe, skalierbare Apps mit sauberer Trennung von UI und Logik.  </w:t>
      </w:r>
    </w:p>
    <w:p w14:paraId="222F09F7" w14:textId="15E70D45" w:rsidR="00233885" w:rsidRPr="00233885" w:rsidRDefault="00233885" w:rsidP="00233885">
      <w:pPr>
        <w:pStyle w:val="SuSMengentext"/>
        <w:rPr>
          <w:color w:val="FF0000"/>
        </w:rPr>
      </w:pPr>
      <w:r w:rsidRPr="00233885">
        <w:t>Für einfache State-Änderungen innerhalb eines Widgets wird `</w:t>
      </w:r>
      <w:r w:rsidRPr="008C4E9A">
        <w:rPr>
          <w:i/>
          <w:iCs/>
        </w:rPr>
        <w:t>setState()`</w:t>
      </w:r>
      <w:r w:rsidRPr="00233885">
        <w:t xml:space="preserve"> verwendet. Dabei wird das Widget neu gerendert, wenn sich der Zustand ändert. </w:t>
      </w:r>
      <w:r w:rsidR="008C4E9A">
        <w:t xml:space="preserve">Im vorangegangenen Beispielen (siehe vorherige Abschnitte) haben wir bereits </w:t>
      </w:r>
      <w:r w:rsidR="008C4E9A" w:rsidRPr="00233885">
        <w:t>`</w:t>
      </w:r>
      <w:r w:rsidR="008C4E9A" w:rsidRPr="008C4E9A">
        <w:rPr>
          <w:i/>
          <w:iCs/>
        </w:rPr>
        <w:t>setState()`</w:t>
      </w:r>
      <w:r w:rsidR="008C4E9A">
        <w:t xml:space="preserve"> verwendet. Im nächsten Abschnitt wird i</w:t>
      </w:r>
      <w:r w:rsidR="00254397">
        <w:t>m</w:t>
      </w:r>
      <w:r w:rsidR="008C4E9A">
        <w:t xml:space="preserve"> Rahmen eines komplexeren Beispiel die Nutzung der Bibliothek </w:t>
      </w:r>
      <w:r w:rsidR="008C4E9A" w:rsidRPr="008C4E9A">
        <w:rPr>
          <w:i/>
          <w:iCs/>
        </w:rPr>
        <w:t>Provider</w:t>
      </w:r>
      <w:r w:rsidR="008C4E9A">
        <w:t xml:space="preserve"> zur Verwaltung des Status </w:t>
      </w:r>
      <w:r w:rsidR="00B60814">
        <w:t>demonstriert</w:t>
      </w:r>
      <w:r w:rsidR="008C4E9A">
        <w:t>.</w:t>
      </w:r>
    </w:p>
    <w:p w14:paraId="1601F629" w14:textId="75A6FC6E" w:rsidR="0097601F" w:rsidRPr="00EE42CD" w:rsidRDefault="0097601F" w:rsidP="00EE42CD">
      <w:pPr>
        <w:pStyle w:val="SuSAbsatzheadline"/>
      </w:pPr>
      <w:r w:rsidRPr="0097601F">
        <w:t>Erstellung einer einfachen Flutter-App</w:t>
      </w:r>
    </w:p>
    <w:p w14:paraId="0E208FC5" w14:textId="77777777" w:rsidR="00855DFC" w:rsidRDefault="0097601F" w:rsidP="00161ADB">
      <w:pPr>
        <w:pStyle w:val="SuSMengentext"/>
      </w:pPr>
      <w:r w:rsidRPr="00161ADB">
        <w:t>In diesem Abschnitt entwickeln wir eine einfache To</w:t>
      </w:r>
      <w:r w:rsidR="00B60814">
        <w:t>-</w:t>
      </w:r>
      <w:r w:rsidRPr="00161ADB">
        <w:t>Do-App</w:t>
      </w:r>
      <w:r w:rsidR="00B60814">
        <w:t xml:space="preserve"> </w:t>
      </w:r>
      <w:r w:rsidRPr="00161ADB">
        <w:t xml:space="preserve">mit Flutter, die es dem Benutzer ermöglicht, Aufgaben hinzuzufügen, zu entfernen und abzuhaken. Dabei werden wichtige Konzepte wie State Management, Trennung von UI und Logik behandelt. </w:t>
      </w:r>
      <w:r w:rsidR="00EE42CD" w:rsidRPr="00161ADB">
        <w:t xml:space="preserve">Die App soll folgende Funktionen bieten: </w:t>
      </w:r>
      <w:r w:rsidRPr="00161ADB">
        <w:t>Aufgaben hinzufügen</w:t>
      </w:r>
      <w:r w:rsidR="00EE42CD" w:rsidRPr="00161ADB">
        <w:t xml:space="preserve">, </w:t>
      </w:r>
      <w:r w:rsidRPr="00161ADB">
        <w:t xml:space="preserve">Aufgaben als erledigt markieren </w:t>
      </w:r>
      <w:r w:rsidR="00EE42CD" w:rsidRPr="00161ADB">
        <w:t xml:space="preserve">und </w:t>
      </w:r>
      <w:r w:rsidRPr="00161ADB">
        <w:t>Aufgaben löschen</w:t>
      </w:r>
      <w:r w:rsidR="00EE42CD" w:rsidRPr="00161ADB">
        <w:t xml:space="preserve">. </w:t>
      </w:r>
      <w:r w:rsidR="00161ADB" w:rsidRPr="00161ADB">
        <w:t>Erstellen Sie ein neues Flutter-Projekt in Android-Studio (</w:t>
      </w:r>
      <w:r w:rsidR="00161ADB" w:rsidRPr="00855DFC">
        <w:rPr>
          <w:i/>
          <w:iCs/>
          <w:color w:val="FF0000"/>
        </w:rPr>
        <w:t xml:space="preserve">Abbildung </w:t>
      </w:r>
      <w:r w:rsidR="00855DFC" w:rsidRPr="00855DFC">
        <w:rPr>
          <w:i/>
          <w:iCs/>
          <w:color w:val="FF0000"/>
        </w:rPr>
        <w:t>3</w:t>
      </w:r>
      <w:r w:rsidR="00161ADB" w:rsidRPr="00161ADB">
        <w:t xml:space="preserve">). </w:t>
      </w:r>
    </w:p>
    <w:p w14:paraId="135CCCE0" w14:textId="77777777" w:rsidR="00855DFC" w:rsidRDefault="00855DFC" w:rsidP="00161ADB">
      <w:pPr>
        <w:pStyle w:val="SuSMengentext"/>
      </w:pPr>
    </w:p>
    <w:p w14:paraId="792073CE" w14:textId="35C50AD6" w:rsidR="00855DFC" w:rsidRPr="000A2F8F" w:rsidRDefault="00855DFC" w:rsidP="00855DFC">
      <w:pPr>
        <w:pStyle w:val="SuSBilddateiname"/>
      </w:pPr>
      <w:r w:rsidRPr="001E4747">
        <w:t>Abbildung_</w:t>
      </w:r>
      <w:r>
        <w:t>3</w:t>
      </w:r>
      <w:r w:rsidRPr="001E4747">
        <w:t>.png</w:t>
      </w:r>
    </w:p>
    <w:p w14:paraId="6D0793FA" w14:textId="469DD0EE" w:rsidR="00855DFC" w:rsidRPr="00855DFC" w:rsidRDefault="00855DFC" w:rsidP="00855DFC">
      <w:pPr>
        <w:pStyle w:val="SuSBildTabellenunterschrift"/>
      </w:pPr>
      <w:r w:rsidRPr="00855DFC">
        <w:t xml:space="preserve">Abbildung </w:t>
      </w:r>
      <w:r w:rsidRPr="00855DFC">
        <w:t>3</w:t>
      </w:r>
      <w:r w:rsidRPr="00855DFC">
        <w:t xml:space="preserve">: </w:t>
      </w:r>
      <w:r w:rsidRPr="00855DFC">
        <w:t>Erstellen e</w:t>
      </w:r>
      <w:r>
        <w:t>ines neuen Flutter-Projektes in Android Studio.</w:t>
      </w:r>
    </w:p>
    <w:p w14:paraId="0E053720" w14:textId="77777777" w:rsidR="00855DFC" w:rsidRDefault="00855DFC" w:rsidP="00161ADB">
      <w:pPr>
        <w:pStyle w:val="SuSMengentext"/>
      </w:pPr>
    </w:p>
    <w:p w14:paraId="71985CB6" w14:textId="3FC1E51A" w:rsidR="00161ADB" w:rsidRPr="00161ADB" w:rsidRDefault="00161ADB" w:rsidP="00161ADB">
      <w:pPr>
        <w:pStyle w:val="SuSMengentext"/>
      </w:pPr>
      <w:r w:rsidRPr="00161ADB">
        <w:t>Wir ergänze</w:t>
      </w:r>
      <w:r w:rsidR="00383220">
        <w:t xml:space="preserve"> bzw. </w:t>
      </w:r>
      <w:r w:rsidRPr="00161ADB">
        <w:t>modifizieren die generierte „</w:t>
      </w:r>
      <w:r w:rsidRPr="00855DFC">
        <w:rPr>
          <w:i/>
        </w:rPr>
        <w:t>Hello World</w:t>
      </w:r>
      <w:r w:rsidRPr="00161ADB">
        <w:t xml:space="preserve">“-App zu folgender </w:t>
      </w:r>
      <w:r w:rsidR="0097601F" w:rsidRPr="00161ADB">
        <w:t>Projektstruktur</w:t>
      </w:r>
      <w:r w:rsidRPr="00161ADB">
        <w:t xml:space="preserve"> unterhalb des Ordners </w:t>
      </w:r>
      <w:r w:rsidRPr="003864EE">
        <w:rPr>
          <w:i/>
          <w:iCs/>
        </w:rPr>
        <w:t>/</w:t>
      </w:r>
      <w:r w:rsidR="0097601F" w:rsidRPr="003864EE">
        <w:rPr>
          <w:i/>
          <w:iCs/>
        </w:rPr>
        <w:t>lib/</w:t>
      </w:r>
      <w:r w:rsidRPr="003864EE">
        <w:rPr>
          <w:i/>
          <w:iCs/>
        </w:rPr>
        <w:t>,</w:t>
      </w:r>
      <w:r w:rsidRPr="00161ADB">
        <w:t xml:space="preserve"> dem </w:t>
      </w:r>
      <w:r w:rsidR="0097601F" w:rsidRPr="00161ADB">
        <w:t>Hauptverzeichnis für Dart-Code</w:t>
      </w:r>
      <w:r w:rsidRPr="00161ADB">
        <w:t xml:space="preserve">: </w:t>
      </w:r>
    </w:p>
    <w:p w14:paraId="6A7BA1F9" w14:textId="77777777" w:rsidR="00161ADB" w:rsidRPr="00161ADB" w:rsidRDefault="0097601F" w:rsidP="00161ADB">
      <w:pPr>
        <w:pStyle w:val="SuSAufzaehlunggegliedert"/>
      </w:pPr>
      <w:r w:rsidRPr="00161ADB">
        <w:rPr>
          <w:i/>
          <w:iCs/>
        </w:rPr>
        <w:lastRenderedPageBreak/>
        <w:t>`main.dart`</w:t>
      </w:r>
      <w:r w:rsidR="00161ADB" w:rsidRPr="00161ADB">
        <w:rPr>
          <w:i/>
          <w:iCs/>
        </w:rPr>
        <w:t>:</w:t>
      </w:r>
      <w:r w:rsidR="00161ADB" w:rsidRPr="00161ADB">
        <w:t xml:space="preserve"> </w:t>
      </w:r>
      <w:r w:rsidRPr="00161ADB">
        <w:t>Einstiegspunkt der App</w:t>
      </w:r>
    </w:p>
    <w:p w14:paraId="081D9272" w14:textId="77777777" w:rsidR="00161ADB" w:rsidRPr="00161ADB" w:rsidRDefault="0097601F" w:rsidP="00161ADB">
      <w:pPr>
        <w:pStyle w:val="SuSAufzaehlunggegliedert"/>
      </w:pPr>
      <w:r w:rsidRPr="00161ADB">
        <w:rPr>
          <w:i/>
          <w:iCs/>
        </w:rPr>
        <w:t>`todo_screen.dart`</w:t>
      </w:r>
      <w:r w:rsidR="00161ADB" w:rsidRPr="00161ADB">
        <w:rPr>
          <w:i/>
          <w:iCs/>
        </w:rPr>
        <w:t>:</w:t>
      </w:r>
      <w:r w:rsidR="00161ADB" w:rsidRPr="00161ADB">
        <w:t xml:space="preserve"> </w:t>
      </w:r>
      <w:r w:rsidRPr="00161ADB">
        <w:t>UI-Logik der App</w:t>
      </w:r>
    </w:p>
    <w:p w14:paraId="5ED6408D" w14:textId="2EC0E58D" w:rsidR="00161ADB" w:rsidRPr="00161ADB" w:rsidRDefault="0097601F" w:rsidP="00161ADB">
      <w:pPr>
        <w:pStyle w:val="SuSAufzaehlunggegliedert"/>
      </w:pPr>
      <w:r w:rsidRPr="00161ADB">
        <w:rPr>
          <w:i/>
          <w:iCs/>
        </w:rPr>
        <w:t>`todo_model.dart`</w:t>
      </w:r>
      <w:r w:rsidR="00161ADB" w:rsidRPr="00161ADB">
        <w:rPr>
          <w:i/>
          <w:iCs/>
        </w:rPr>
        <w:t>:</w:t>
      </w:r>
      <w:r w:rsidR="00161ADB" w:rsidRPr="00161ADB">
        <w:t xml:space="preserve"> </w:t>
      </w:r>
      <w:r w:rsidRPr="00161ADB">
        <w:t>Datenmodell für To-Do-Elemente</w:t>
      </w:r>
    </w:p>
    <w:p w14:paraId="322A6C8F" w14:textId="057AC299" w:rsidR="0097601F" w:rsidRPr="00A41572" w:rsidRDefault="0097601F" w:rsidP="00A41572">
      <w:pPr>
        <w:pStyle w:val="SuSAufzaehlunggegliedert"/>
      </w:pPr>
      <w:r w:rsidRPr="00161ADB">
        <w:rPr>
          <w:i/>
          <w:iCs/>
        </w:rPr>
        <w:t>`todo_provider.dart`</w:t>
      </w:r>
      <w:r w:rsidR="00161ADB" w:rsidRPr="00161ADB">
        <w:rPr>
          <w:i/>
          <w:iCs/>
        </w:rPr>
        <w:t>:</w:t>
      </w:r>
      <w:r w:rsidR="00161ADB" w:rsidRPr="00161ADB">
        <w:t xml:space="preserve"> </w:t>
      </w:r>
      <w:r w:rsidRPr="00161ADB">
        <w:t>State Management für die Aufgabenliste</w:t>
      </w:r>
      <w:r w:rsidR="00161ADB">
        <w:t>.</w:t>
      </w:r>
      <w:r w:rsidRPr="00161ADB">
        <w:t xml:space="preserve">  </w:t>
      </w:r>
    </w:p>
    <w:p w14:paraId="2D4FA3D2" w14:textId="2CC63D8B" w:rsidR="0097601F" w:rsidRPr="003864EE" w:rsidRDefault="003864EE" w:rsidP="003864EE">
      <w:pPr>
        <w:pStyle w:val="SuSMengentext"/>
      </w:pPr>
      <w:r w:rsidRPr="003864EE">
        <w:t>Das Datenmodell der App wir</w:t>
      </w:r>
      <w:r w:rsidR="00B84D08">
        <w:t>d</w:t>
      </w:r>
      <w:r w:rsidRPr="003864EE">
        <w:t xml:space="preserve"> mit Hilfe der Klasse ‘</w:t>
      </w:r>
      <w:r w:rsidRPr="003864EE">
        <w:rPr>
          <w:i/>
          <w:iCs/>
        </w:rPr>
        <w:t>ToDo</w:t>
      </w:r>
      <w:r w:rsidRPr="003864EE">
        <w:t xml:space="preserve">‘ in der Datei </w:t>
      </w:r>
      <w:r w:rsidR="0097601F" w:rsidRPr="003864EE">
        <w:t>`todo_model.dart`</w:t>
      </w:r>
      <w:r w:rsidRPr="003864EE">
        <w:t xml:space="preserve"> erstellt:</w:t>
      </w:r>
    </w:p>
    <w:p w14:paraId="08CE38D4" w14:textId="77777777" w:rsidR="0097601F" w:rsidRPr="0097601F" w:rsidRDefault="0097601F" w:rsidP="003864EE">
      <w:pPr>
        <w:pStyle w:val="SuSQuellcode"/>
      </w:pPr>
      <w:r w:rsidRPr="0097601F">
        <w:t>class ToDo {</w:t>
      </w:r>
    </w:p>
    <w:p w14:paraId="6A66E073" w14:textId="77777777" w:rsidR="0097601F" w:rsidRPr="0097601F" w:rsidRDefault="0097601F" w:rsidP="003864EE">
      <w:pPr>
        <w:pStyle w:val="SuSQuellcode"/>
      </w:pPr>
      <w:r w:rsidRPr="0097601F">
        <w:t xml:space="preserve">  String title;</w:t>
      </w:r>
    </w:p>
    <w:p w14:paraId="0D136085" w14:textId="60B430F8" w:rsidR="0097601F" w:rsidRPr="0097601F" w:rsidRDefault="0097601F" w:rsidP="00C70697">
      <w:pPr>
        <w:pStyle w:val="SuSQuellcode"/>
      </w:pPr>
      <w:r w:rsidRPr="0097601F">
        <w:t xml:space="preserve">  bool isDone;</w:t>
      </w:r>
    </w:p>
    <w:p w14:paraId="3B6A7940" w14:textId="77777777" w:rsidR="0097601F" w:rsidRPr="0097601F" w:rsidRDefault="0097601F" w:rsidP="003864EE">
      <w:pPr>
        <w:pStyle w:val="SuSQuellcode"/>
      </w:pPr>
      <w:r w:rsidRPr="0097601F">
        <w:t xml:space="preserve">  ToDo({required this.title, this.isDone = false});</w:t>
      </w:r>
    </w:p>
    <w:p w14:paraId="57A96B1B" w14:textId="77777777" w:rsidR="00233885" w:rsidRPr="00233885" w:rsidRDefault="0097601F" w:rsidP="00233885">
      <w:pPr>
        <w:pStyle w:val="SuSQuellcode"/>
        <w:rPr>
          <w:lang w:val="de-DE"/>
        </w:rPr>
      </w:pPr>
      <w:r w:rsidRPr="00233885">
        <w:rPr>
          <w:lang w:val="de-DE"/>
        </w:rPr>
        <w:t>}</w:t>
      </w:r>
    </w:p>
    <w:p w14:paraId="09FDD080" w14:textId="058FFB34" w:rsidR="0097601F" w:rsidRPr="004B2B7F" w:rsidRDefault="0097601F" w:rsidP="0097601F">
      <w:pPr>
        <w:pStyle w:val="SuSMengentext"/>
      </w:pPr>
      <w:r w:rsidRPr="00233885">
        <w:t>Erklärung</w:t>
      </w:r>
      <w:r w:rsidR="00233885" w:rsidRPr="00233885">
        <w:t>:</w:t>
      </w:r>
      <w:r w:rsidRPr="00233885">
        <w:t xml:space="preserve"> Erstellt ein</w:t>
      </w:r>
      <w:r w:rsidR="005859BD">
        <w:t>e</w:t>
      </w:r>
      <w:r w:rsidRPr="00233885">
        <w:t xml:space="preserve"> </w:t>
      </w:r>
      <w:r w:rsidRPr="005859BD">
        <w:rPr>
          <w:i/>
          <w:iCs/>
        </w:rPr>
        <w:t>ToDo</w:t>
      </w:r>
      <w:r w:rsidRPr="00233885">
        <w:t>-</w:t>
      </w:r>
      <w:r w:rsidR="005859BD">
        <w:t>Klasse</w:t>
      </w:r>
      <w:r w:rsidRPr="00233885">
        <w:t xml:space="preserve"> mit zwei Eigenschaften: `</w:t>
      </w:r>
      <w:r w:rsidRPr="00233885">
        <w:rPr>
          <w:i/>
          <w:iCs/>
        </w:rPr>
        <w:t>title</w:t>
      </w:r>
      <w:r w:rsidRPr="00233885">
        <w:t>` (Aufgabentext) und `</w:t>
      </w:r>
      <w:r w:rsidRPr="00233885">
        <w:rPr>
          <w:i/>
          <w:iCs/>
        </w:rPr>
        <w:t>isDone</w:t>
      </w:r>
      <w:r w:rsidRPr="00233885">
        <w:t>` (Status).</w:t>
      </w:r>
      <w:r w:rsidR="00233885" w:rsidRPr="00233885">
        <w:t xml:space="preserve"> Es wird ein Konstruktor definiert, welcher die Eigenschaft </w:t>
      </w:r>
      <w:r w:rsidRPr="00233885">
        <w:t>`</w:t>
      </w:r>
      <w:r w:rsidRPr="005859BD">
        <w:rPr>
          <w:i/>
          <w:iCs/>
        </w:rPr>
        <w:t>isDone</w:t>
      </w:r>
      <w:r w:rsidRPr="00233885">
        <w:t>`</w:t>
      </w:r>
      <w:r w:rsidR="00233885" w:rsidRPr="00233885">
        <w:t xml:space="preserve"> </w:t>
      </w:r>
      <w:r w:rsidRPr="00233885">
        <w:t xml:space="preserve">standardmäßig </w:t>
      </w:r>
      <w:r w:rsidR="00233885" w:rsidRPr="00233885">
        <w:t>a</w:t>
      </w:r>
      <w:r w:rsidR="00233885" w:rsidRPr="004B2B7F">
        <w:t xml:space="preserve">uf den Wert </w:t>
      </w:r>
      <w:r w:rsidRPr="004B2B7F">
        <w:t>`</w:t>
      </w:r>
      <w:r w:rsidRPr="004B2B7F">
        <w:rPr>
          <w:i/>
          <w:iCs/>
        </w:rPr>
        <w:t>false</w:t>
      </w:r>
      <w:r w:rsidRPr="004B2B7F">
        <w:t>` (Aufgabe noch nicht erledigt)</w:t>
      </w:r>
      <w:r w:rsidR="00233885" w:rsidRPr="004B2B7F">
        <w:t xml:space="preserve"> setzt. </w:t>
      </w:r>
    </w:p>
    <w:p w14:paraId="49A23937" w14:textId="76EC996B" w:rsidR="004B2B7F" w:rsidRPr="008C4E9A" w:rsidRDefault="00233885" w:rsidP="008C4E9A">
      <w:pPr>
        <w:pStyle w:val="SuSMengentext"/>
      </w:pPr>
      <w:r w:rsidRPr="004B2B7F">
        <w:t xml:space="preserve">Für die </w:t>
      </w:r>
      <w:r w:rsidR="008C4E9A" w:rsidRPr="004B2B7F">
        <w:t>Verwaltung des Status eines Eintrages in der To</w:t>
      </w:r>
      <w:r w:rsidR="005533F5">
        <w:t>-</w:t>
      </w:r>
      <w:r w:rsidR="008C4E9A" w:rsidRPr="004B2B7F">
        <w:t xml:space="preserve">Do-Liste bauen wir ein </w:t>
      </w:r>
      <w:r w:rsidR="0097601F" w:rsidRPr="004B2B7F">
        <w:t xml:space="preserve">State Management mit </w:t>
      </w:r>
      <w:r w:rsidR="008C4E9A" w:rsidRPr="004B2B7F">
        <w:t xml:space="preserve">der Bibliothek </w:t>
      </w:r>
      <w:r w:rsidR="0097601F" w:rsidRPr="005533F5">
        <w:rPr>
          <w:i/>
          <w:iCs/>
        </w:rPr>
        <w:t>Provider</w:t>
      </w:r>
      <w:r w:rsidR="008C4E9A" w:rsidRPr="004B2B7F">
        <w:t xml:space="preserve"> auf. Dazu legen wi</w:t>
      </w:r>
      <w:r w:rsidR="004B2B7F" w:rsidRPr="004B2B7F">
        <w:t xml:space="preserve">e die Klasse </w:t>
      </w:r>
      <w:r w:rsidR="004B2B7F" w:rsidRPr="004B2B7F">
        <w:rPr>
          <w:i/>
          <w:iCs/>
        </w:rPr>
        <w:t>ToDoProvider</w:t>
      </w:r>
      <w:r w:rsidR="004B2B7F" w:rsidRPr="004B2B7F">
        <w:t xml:space="preserve"> in der Datei </w:t>
      </w:r>
      <w:r w:rsidR="0097601F" w:rsidRPr="004B2B7F">
        <w:t>`</w:t>
      </w:r>
      <w:r w:rsidR="0097601F" w:rsidRPr="004B2B7F">
        <w:rPr>
          <w:i/>
          <w:iCs/>
        </w:rPr>
        <w:t>todo_provider.dart</w:t>
      </w:r>
      <w:r w:rsidR="0097601F" w:rsidRPr="004B2B7F">
        <w:t>`</w:t>
      </w:r>
      <w:r w:rsidR="004B2B7F" w:rsidRPr="004B2B7F">
        <w:t xml:space="preserve"> an:</w:t>
      </w:r>
    </w:p>
    <w:p w14:paraId="343D2652" w14:textId="77777777" w:rsidR="0097601F" w:rsidRPr="0097601F" w:rsidRDefault="0097601F" w:rsidP="004B2B7F">
      <w:pPr>
        <w:pStyle w:val="SuSQuellcode"/>
      </w:pPr>
      <w:r w:rsidRPr="0097601F">
        <w:t>import 'package:flutter/material.dart';</w:t>
      </w:r>
    </w:p>
    <w:p w14:paraId="30B7A89A" w14:textId="6DC68D83" w:rsidR="0097601F" w:rsidRPr="0097601F" w:rsidRDefault="0097601F" w:rsidP="007C6420">
      <w:pPr>
        <w:pStyle w:val="SuSQuellcode"/>
      </w:pPr>
      <w:r w:rsidRPr="0097601F">
        <w:t>import 'todo_model.dart';</w:t>
      </w:r>
    </w:p>
    <w:p w14:paraId="10CBEF45" w14:textId="77777777" w:rsidR="0097601F" w:rsidRPr="0097601F" w:rsidRDefault="0097601F" w:rsidP="004B2B7F">
      <w:pPr>
        <w:pStyle w:val="SuSQuellcode"/>
      </w:pPr>
      <w:r w:rsidRPr="0097601F">
        <w:t>class ToDoProvider with ChangeNotifier {</w:t>
      </w:r>
    </w:p>
    <w:p w14:paraId="6E76F033" w14:textId="752FCD4D" w:rsidR="0097601F" w:rsidRPr="0097601F" w:rsidRDefault="0097601F" w:rsidP="007C6420">
      <w:pPr>
        <w:pStyle w:val="SuSQuellcode"/>
      </w:pPr>
      <w:r w:rsidRPr="0097601F">
        <w:t xml:space="preserve">  List&lt;ToDo&gt; _tasks = [];</w:t>
      </w:r>
    </w:p>
    <w:p w14:paraId="1BB86583" w14:textId="45E406C6" w:rsidR="0097601F" w:rsidRPr="0097601F" w:rsidRDefault="0097601F" w:rsidP="007C6420">
      <w:pPr>
        <w:pStyle w:val="SuSQuellcode"/>
      </w:pPr>
      <w:r w:rsidRPr="0097601F">
        <w:t xml:space="preserve">  List&lt;ToDo&gt; get tasks =&gt; _tasks;</w:t>
      </w:r>
    </w:p>
    <w:p w14:paraId="0C1B12E2" w14:textId="77777777" w:rsidR="0097601F" w:rsidRPr="0097601F" w:rsidRDefault="0097601F" w:rsidP="004B2B7F">
      <w:pPr>
        <w:pStyle w:val="SuSQuellcode"/>
      </w:pPr>
      <w:r w:rsidRPr="0097601F">
        <w:t xml:space="preserve">  void addTask(String title) {</w:t>
      </w:r>
    </w:p>
    <w:p w14:paraId="05B015BD" w14:textId="77777777" w:rsidR="0097601F" w:rsidRPr="0097601F" w:rsidRDefault="0097601F" w:rsidP="004B2B7F">
      <w:pPr>
        <w:pStyle w:val="SuSQuellcode"/>
      </w:pPr>
      <w:r w:rsidRPr="0097601F">
        <w:t xml:space="preserve">    _tasks.add(ToDo(title: title));</w:t>
      </w:r>
    </w:p>
    <w:p w14:paraId="4F3E9886" w14:textId="77777777" w:rsidR="0097601F" w:rsidRPr="0097601F" w:rsidRDefault="0097601F" w:rsidP="004B2B7F">
      <w:pPr>
        <w:pStyle w:val="SuSQuellcode"/>
      </w:pPr>
      <w:r w:rsidRPr="0097601F">
        <w:t xml:space="preserve">    notifyListeners();</w:t>
      </w:r>
    </w:p>
    <w:p w14:paraId="31E4F5AD" w14:textId="57E4A0E3" w:rsidR="0097601F" w:rsidRPr="0097601F" w:rsidRDefault="0097601F" w:rsidP="007C6420">
      <w:pPr>
        <w:pStyle w:val="SuSQuellcode"/>
      </w:pPr>
      <w:r w:rsidRPr="0097601F">
        <w:t xml:space="preserve">  }</w:t>
      </w:r>
    </w:p>
    <w:p w14:paraId="37B1BFBF" w14:textId="77777777" w:rsidR="0097601F" w:rsidRPr="0097601F" w:rsidRDefault="0097601F" w:rsidP="004B2B7F">
      <w:pPr>
        <w:pStyle w:val="SuSQuellcode"/>
      </w:pPr>
      <w:r w:rsidRPr="0097601F">
        <w:t xml:space="preserve">  void toggleTask(int index) {</w:t>
      </w:r>
    </w:p>
    <w:p w14:paraId="3915CA52" w14:textId="77777777" w:rsidR="0097601F" w:rsidRPr="0097601F" w:rsidRDefault="0097601F" w:rsidP="004B2B7F">
      <w:pPr>
        <w:pStyle w:val="SuSQuellcode"/>
      </w:pPr>
      <w:r w:rsidRPr="0097601F">
        <w:t xml:space="preserve">    _tasks[index].isDone = !_tasks[index].isDone;</w:t>
      </w:r>
    </w:p>
    <w:p w14:paraId="13FF6DA7" w14:textId="77777777" w:rsidR="0097601F" w:rsidRPr="0097601F" w:rsidRDefault="0097601F" w:rsidP="004B2B7F">
      <w:pPr>
        <w:pStyle w:val="SuSQuellcode"/>
      </w:pPr>
      <w:r w:rsidRPr="0097601F">
        <w:t xml:space="preserve">    notifyListeners();</w:t>
      </w:r>
    </w:p>
    <w:p w14:paraId="2F36F846" w14:textId="78FCFED3" w:rsidR="0097601F" w:rsidRPr="0097601F" w:rsidRDefault="0097601F" w:rsidP="007C6420">
      <w:pPr>
        <w:pStyle w:val="SuSQuellcode"/>
      </w:pPr>
      <w:r w:rsidRPr="0097601F">
        <w:t xml:space="preserve">  }</w:t>
      </w:r>
    </w:p>
    <w:p w14:paraId="6ADF5EDB" w14:textId="77777777" w:rsidR="0097601F" w:rsidRPr="0097601F" w:rsidRDefault="0097601F" w:rsidP="004B2B7F">
      <w:pPr>
        <w:pStyle w:val="SuSQuellcode"/>
      </w:pPr>
      <w:r w:rsidRPr="0097601F">
        <w:t xml:space="preserve">  void removeTask(int index) {</w:t>
      </w:r>
    </w:p>
    <w:p w14:paraId="1646F810" w14:textId="77777777" w:rsidR="0097601F" w:rsidRPr="002024BB" w:rsidRDefault="0097601F" w:rsidP="004B2B7F">
      <w:pPr>
        <w:pStyle w:val="SuSQuellcode"/>
        <w:rPr>
          <w:lang w:val="de-DE"/>
        </w:rPr>
      </w:pPr>
      <w:r w:rsidRPr="0097601F">
        <w:t xml:space="preserve">    </w:t>
      </w:r>
      <w:r w:rsidRPr="002024BB">
        <w:rPr>
          <w:lang w:val="de-DE"/>
        </w:rPr>
        <w:t>_tasks.removeAt(index);</w:t>
      </w:r>
    </w:p>
    <w:p w14:paraId="3BA74512" w14:textId="77777777" w:rsidR="0097601F" w:rsidRPr="002024BB" w:rsidRDefault="0097601F" w:rsidP="004B2B7F">
      <w:pPr>
        <w:pStyle w:val="SuSQuellcode"/>
        <w:rPr>
          <w:lang w:val="de-DE"/>
        </w:rPr>
      </w:pPr>
      <w:r w:rsidRPr="002024BB">
        <w:rPr>
          <w:lang w:val="de-DE"/>
        </w:rPr>
        <w:t xml:space="preserve">    notifyListeners();</w:t>
      </w:r>
    </w:p>
    <w:p w14:paraId="1B11936A" w14:textId="77777777" w:rsidR="0097601F" w:rsidRPr="002024BB" w:rsidRDefault="0097601F" w:rsidP="004B2B7F">
      <w:pPr>
        <w:pStyle w:val="SuSQuellcode"/>
        <w:rPr>
          <w:lang w:val="de-DE"/>
        </w:rPr>
      </w:pPr>
      <w:r w:rsidRPr="002024BB">
        <w:rPr>
          <w:lang w:val="de-DE"/>
        </w:rPr>
        <w:t xml:space="preserve">  }</w:t>
      </w:r>
    </w:p>
    <w:p w14:paraId="6EA3FD4B" w14:textId="1CC8E71B" w:rsidR="00B747FC" w:rsidRPr="007C6420" w:rsidRDefault="0097601F" w:rsidP="007C6420">
      <w:pPr>
        <w:pStyle w:val="SuSQuellcode"/>
        <w:rPr>
          <w:lang w:val="de-DE"/>
        </w:rPr>
      </w:pPr>
      <w:r w:rsidRPr="002024BB">
        <w:rPr>
          <w:lang w:val="de-DE"/>
        </w:rPr>
        <w:t>}</w:t>
      </w:r>
    </w:p>
    <w:p w14:paraId="2EBE6160" w14:textId="6210366E" w:rsidR="00B747FC" w:rsidRDefault="004B2B7F" w:rsidP="00B747FC">
      <w:pPr>
        <w:pStyle w:val="SuSMengentext"/>
      </w:pPr>
      <w:r w:rsidRPr="004B2B7F">
        <w:t xml:space="preserve">Auch hier sind einige Erklärungen notwendig: Die Klasse verwaltet eine </w:t>
      </w:r>
      <w:r w:rsidR="0097601F" w:rsidRPr="004B2B7F">
        <w:t xml:space="preserve">Liste von </w:t>
      </w:r>
      <w:r w:rsidR="0097601F" w:rsidRPr="004B2B7F">
        <w:rPr>
          <w:i/>
          <w:iCs/>
        </w:rPr>
        <w:t>ToDo</w:t>
      </w:r>
      <w:r w:rsidR="0097601F" w:rsidRPr="004B2B7F">
        <w:t>-Elementen</w:t>
      </w:r>
      <w:r w:rsidRPr="004B2B7F">
        <w:t xml:space="preserve">. Die Methode </w:t>
      </w:r>
      <w:r w:rsidR="0097601F" w:rsidRPr="004B2B7F">
        <w:rPr>
          <w:i/>
          <w:iCs/>
        </w:rPr>
        <w:t xml:space="preserve">`addTask()` </w:t>
      </w:r>
      <w:r w:rsidR="0097601F" w:rsidRPr="004B2B7F">
        <w:t>fügt eine neue Aufgabe hinzu</w:t>
      </w:r>
      <w:r w:rsidRPr="004B2B7F">
        <w:t xml:space="preserve">; </w:t>
      </w:r>
      <w:r w:rsidR="0097601F" w:rsidRPr="004B2B7F">
        <w:rPr>
          <w:i/>
          <w:iCs/>
        </w:rPr>
        <w:t>`toggleTask()`</w:t>
      </w:r>
      <w:r w:rsidR="0097601F" w:rsidRPr="004B2B7F">
        <w:t xml:space="preserve"> markiert eine Aufgabe als erledigt</w:t>
      </w:r>
      <w:r w:rsidR="00A66FC8">
        <w:t xml:space="preserve"> bzw. </w:t>
      </w:r>
      <w:r w:rsidR="0097601F" w:rsidRPr="004B2B7F">
        <w:t>nicht erledigt</w:t>
      </w:r>
      <w:r w:rsidR="00A66FC8">
        <w:t xml:space="preserve"> und</w:t>
      </w:r>
      <w:r w:rsidRPr="004B2B7F">
        <w:t xml:space="preserve"> </w:t>
      </w:r>
      <w:r w:rsidR="0097601F" w:rsidRPr="004B2B7F">
        <w:rPr>
          <w:i/>
        </w:rPr>
        <w:t xml:space="preserve">`removeTask()` </w:t>
      </w:r>
      <w:r w:rsidR="0097601F" w:rsidRPr="004B2B7F">
        <w:t xml:space="preserve">entfernt eine Aufgabe aus der Liste. </w:t>
      </w:r>
      <w:r w:rsidRPr="004B2B7F">
        <w:t xml:space="preserve">Mit jeder Änderung der Einträge in der Liste wird die Methode </w:t>
      </w:r>
      <w:r w:rsidR="0097601F" w:rsidRPr="004B2B7F">
        <w:rPr>
          <w:i/>
          <w:iCs/>
        </w:rPr>
        <w:t>`notifyListeners()`</w:t>
      </w:r>
      <w:r w:rsidRPr="004B2B7F">
        <w:t xml:space="preserve"> aufgerufen, welche das User Interface </w:t>
      </w:r>
      <w:r w:rsidR="0097601F" w:rsidRPr="004B2B7F">
        <w:t>aktualisiert</w:t>
      </w:r>
      <w:r w:rsidRPr="004B2B7F">
        <w:t xml:space="preserve">, </w:t>
      </w:r>
      <w:r w:rsidR="0097601F" w:rsidRPr="004B2B7F">
        <w:t xml:space="preserve">wenn sich die Liste ändert. </w:t>
      </w:r>
      <w:r>
        <w:t xml:space="preserve">Wie funktioniert </w:t>
      </w:r>
      <w:r w:rsidRPr="004B2B7F">
        <w:rPr>
          <w:i/>
          <w:iCs/>
        </w:rPr>
        <w:t>notifyListeners()?</w:t>
      </w:r>
      <w:r>
        <w:t xml:space="preserve"> </w:t>
      </w:r>
      <w:r w:rsidRPr="004B2B7F">
        <w:rPr>
          <w:i/>
          <w:iCs/>
        </w:rPr>
        <w:t>notifyListeners()</w:t>
      </w:r>
      <w:r>
        <w:t xml:space="preserve"> ist Teil der </w:t>
      </w:r>
      <w:r w:rsidRPr="004B2B7F">
        <w:rPr>
          <w:i/>
          <w:iCs/>
        </w:rPr>
        <w:t>ChangeNotifier</w:t>
      </w:r>
      <w:r>
        <w:t xml:space="preserve">-Klasse, die in Flutter zur Implementierung von State Management mit Provider genutzt wird. </w:t>
      </w:r>
    </w:p>
    <w:p w14:paraId="56C844C6" w14:textId="77777777" w:rsidR="00B747FC" w:rsidRDefault="00B747FC" w:rsidP="00B747FC">
      <w:pPr>
        <w:pStyle w:val="SuSMengentext"/>
      </w:pPr>
      <w:r>
        <w:t xml:space="preserve">Damit man die Provider-Bibliothek nutzen kann ist diese zu installieren. Wir ergänzen dazu in der Datei </w:t>
      </w:r>
      <w:r w:rsidRPr="00B747FC">
        <w:rPr>
          <w:i/>
          <w:iCs/>
        </w:rPr>
        <w:t xml:space="preserve">pubspec.yaml </w:t>
      </w:r>
      <w:r>
        <w:t>den folgenden Eintrag (Abhängigkeit):</w:t>
      </w:r>
    </w:p>
    <w:p w14:paraId="038F8373" w14:textId="230505C9" w:rsidR="00B747FC" w:rsidRPr="00A66FC8" w:rsidRDefault="00B747FC" w:rsidP="00A66FC8">
      <w:pPr>
        <w:pStyle w:val="SuSQuellcode"/>
        <w:ind w:firstLine="0"/>
      </w:pPr>
      <w:r w:rsidRPr="00B747FC">
        <w:lastRenderedPageBreak/>
        <w:t>dependencies:</w:t>
      </w:r>
      <w:r w:rsidRPr="00B747FC">
        <w:br/>
        <w:t xml:space="preserve">  flutter:</w:t>
      </w:r>
      <w:r w:rsidRPr="00B747FC">
        <w:br/>
        <w:t xml:space="preserve">    sdk: flutter</w:t>
      </w:r>
      <w:r w:rsidRPr="00B747FC">
        <w:br/>
        <w:t xml:space="preserve">  provider: ^6.1.2</w:t>
      </w:r>
    </w:p>
    <w:p w14:paraId="3EEAF510" w14:textId="2315B0C2" w:rsidR="00B747FC" w:rsidRDefault="00B747FC" w:rsidP="00B747FC">
      <w:pPr>
        <w:pStyle w:val="SuSMengentext"/>
      </w:pPr>
      <w:r w:rsidRPr="00B747FC">
        <w:t xml:space="preserve">Hinweis: </w:t>
      </w:r>
      <w:r w:rsidRPr="00B747FC">
        <w:rPr>
          <w:i/>
          <w:iCs/>
        </w:rPr>
        <w:t>Pub</w:t>
      </w:r>
      <w:r w:rsidRPr="00B747FC">
        <w:t xml:space="preserve"> ist das offizielle Paketverwaltungssystem für Dart und Flutter. Es ermöglicht Entwicklern, externe Bibliotheken (Packages) und Werkzeuge zu verwalten, um die Funktionalität ihrer Anwendungen zu erweitern. Dabei können sowohl Open</w:t>
      </w:r>
      <w:r w:rsidR="00F6706E">
        <w:t xml:space="preserve"> </w:t>
      </w:r>
      <w:r w:rsidRPr="00B747FC">
        <w:t xml:space="preserve">Source-Pakete aus dem offiziellen </w:t>
      </w:r>
      <w:r w:rsidRPr="00B747FC">
        <w:rPr>
          <w:i/>
          <w:iCs/>
        </w:rPr>
        <w:t>Pub.dev</w:t>
      </w:r>
      <w:r w:rsidRPr="00B747FC">
        <w:t>-Repository als auch eigene Pakete verwaltet werden.</w:t>
      </w:r>
      <w:r>
        <w:t xml:space="preserve"> Die Verwaltung erfolgt über die Datei </w:t>
      </w:r>
      <w:r w:rsidRPr="00B747FC">
        <w:rPr>
          <w:i/>
          <w:iCs/>
        </w:rPr>
        <w:t>pubspec.yaml</w:t>
      </w:r>
      <w:r>
        <w:rPr>
          <w:i/>
          <w:iCs/>
        </w:rPr>
        <w:t xml:space="preserve">. </w:t>
      </w:r>
    </w:p>
    <w:p w14:paraId="7234362C" w14:textId="53FC0F63" w:rsidR="0097601F" w:rsidRPr="003C1F20" w:rsidRDefault="004B2B7F" w:rsidP="003C1F20">
      <w:pPr>
        <w:pStyle w:val="SuSMengentext"/>
      </w:pPr>
      <w:r>
        <w:t>Widgets, die auf d</w:t>
      </w:r>
      <w:r w:rsidRPr="004B2B7F">
        <w:t xml:space="preserve">en veränderten Zustand angewiesen sind, lauschen (listen) auf Änderungen und werden neu gezeichnet. Das geschieht in der Klasse </w:t>
      </w:r>
      <w:r w:rsidRPr="00B747FC">
        <w:rPr>
          <w:i/>
          <w:iCs/>
        </w:rPr>
        <w:t>ToDoScreen</w:t>
      </w:r>
      <w:r w:rsidRPr="004B2B7F">
        <w:t xml:space="preserve">, welche für die Darstellung des User Interfaces (Liste) zuständig ist: </w:t>
      </w:r>
    </w:p>
    <w:p w14:paraId="22EC6EC7" w14:textId="77777777" w:rsidR="0097601F" w:rsidRPr="0097601F" w:rsidRDefault="0097601F" w:rsidP="004B2B7F">
      <w:pPr>
        <w:pStyle w:val="SuSQuellcode"/>
      </w:pPr>
      <w:r w:rsidRPr="0097601F">
        <w:t>import 'package:flutter/material.dart';</w:t>
      </w:r>
    </w:p>
    <w:p w14:paraId="63629218" w14:textId="77777777" w:rsidR="0097601F" w:rsidRPr="0097601F" w:rsidRDefault="0097601F" w:rsidP="004B2B7F">
      <w:pPr>
        <w:pStyle w:val="SuSQuellcode"/>
      </w:pPr>
      <w:r w:rsidRPr="0097601F">
        <w:t>import 'package:provider/provider.dart';</w:t>
      </w:r>
    </w:p>
    <w:p w14:paraId="227A6EF8" w14:textId="07E72102" w:rsidR="0097601F" w:rsidRPr="0097601F" w:rsidRDefault="0097601F" w:rsidP="003C1F20">
      <w:pPr>
        <w:pStyle w:val="SuSQuellcode"/>
      </w:pPr>
      <w:r w:rsidRPr="0097601F">
        <w:t>import 'todo_provider.dart';</w:t>
      </w:r>
    </w:p>
    <w:p w14:paraId="4DFFEADF" w14:textId="77777777" w:rsidR="0097601F" w:rsidRPr="0097601F" w:rsidRDefault="0097601F" w:rsidP="004B2B7F">
      <w:pPr>
        <w:pStyle w:val="SuSQuellcode"/>
      </w:pPr>
      <w:r w:rsidRPr="0097601F">
        <w:t>class ToDoScreen extends StatelessWidget {</w:t>
      </w:r>
    </w:p>
    <w:p w14:paraId="1E5D1881" w14:textId="48EA0D9D" w:rsidR="0097601F" w:rsidRPr="0097601F" w:rsidRDefault="0097601F" w:rsidP="003C1F20">
      <w:pPr>
        <w:pStyle w:val="SuSQuellcode"/>
      </w:pPr>
      <w:r w:rsidRPr="0097601F">
        <w:t xml:space="preserve">  final TextEditingController _controller = TextEditingController();</w:t>
      </w:r>
    </w:p>
    <w:p w14:paraId="7481DC82" w14:textId="77777777" w:rsidR="0097601F" w:rsidRPr="0097601F" w:rsidRDefault="0097601F" w:rsidP="004B2B7F">
      <w:pPr>
        <w:pStyle w:val="SuSQuellcode"/>
      </w:pPr>
      <w:r w:rsidRPr="0097601F">
        <w:t xml:space="preserve">  @override</w:t>
      </w:r>
    </w:p>
    <w:p w14:paraId="34F56AA7" w14:textId="77777777" w:rsidR="0097601F" w:rsidRPr="0097601F" w:rsidRDefault="0097601F" w:rsidP="004B2B7F">
      <w:pPr>
        <w:pStyle w:val="SuSQuellcode"/>
      </w:pPr>
      <w:r w:rsidRPr="0097601F">
        <w:t xml:space="preserve">  Widget build(BuildContext context) {</w:t>
      </w:r>
    </w:p>
    <w:p w14:paraId="6ECA8147" w14:textId="518821CD" w:rsidR="0097601F" w:rsidRPr="0097601F" w:rsidRDefault="0097601F" w:rsidP="00A41572">
      <w:pPr>
        <w:pStyle w:val="SuSQuellcode"/>
      </w:pPr>
      <w:r w:rsidRPr="0097601F">
        <w:t xml:space="preserve">    final todoProvider = Provider.of&lt;ToDoProvider&gt;(context);</w:t>
      </w:r>
    </w:p>
    <w:p w14:paraId="69CE7D3F" w14:textId="77777777" w:rsidR="0097601F" w:rsidRPr="0097601F" w:rsidRDefault="0097601F" w:rsidP="004B2B7F">
      <w:pPr>
        <w:pStyle w:val="SuSQuellcode"/>
      </w:pPr>
      <w:r w:rsidRPr="0097601F">
        <w:t xml:space="preserve">    return Scaffold(</w:t>
      </w:r>
    </w:p>
    <w:p w14:paraId="31A7CEDA" w14:textId="77777777" w:rsidR="0097601F" w:rsidRPr="0097601F" w:rsidRDefault="0097601F" w:rsidP="004B2B7F">
      <w:pPr>
        <w:pStyle w:val="SuSQuellcode"/>
      </w:pPr>
      <w:r w:rsidRPr="0097601F">
        <w:t xml:space="preserve">      appBar: AppBar(title: Text('To-Do Liste')),</w:t>
      </w:r>
    </w:p>
    <w:p w14:paraId="0DB7496E" w14:textId="77777777" w:rsidR="0097601F" w:rsidRPr="0097601F" w:rsidRDefault="0097601F" w:rsidP="004B2B7F">
      <w:pPr>
        <w:pStyle w:val="SuSQuellcode"/>
      </w:pPr>
      <w:r w:rsidRPr="0097601F">
        <w:t xml:space="preserve">      body: Column(</w:t>
      </w:r>
    </w:p>
    <w:p w14:paraId="4B88B855" w14:textId="77777777" w:rsidR="0097601F" w:rsidRPr="0097601F" w:rsidRDefault="0097601F" w:rsidP="004B2B7F">
      <w:pPr>
        <w:pStyle w:val="SuSQuellcode"/>
      </w:pPr>
      <w:r w:rsidRPr="0097601F">
        <w:t xml:space="preserve">        children: [</w:t>
      </w:r>
    </w:p>
    <w:p w14:paraId="571477A2" w14:textId="77777777" w:rsidR="0097601F" w:rsidRPr="0097601F" w:rsidRDefault="0097601F" w:rsidP="004B2B7F">
      <w:pPr>
        <w:pStyle w:val="SuSQuellcode"/>
      </w:pPr>
      <w:r w:rsidRPr="0097601F">
        <w:t xml:space="preserve">          Padding(</w:t>
      </w:r>
    </w:p>
    <w:p w14:paraId="473E6B20" w14:textId="77777777" w:rsidR="0097601F" w:rsidRPr="0097601F" w:rsidRDefault="0097601F" w:rsidP="004B2B7F">
      <w:pPr>
        <w:pStyle w:val="SuSQuellcode"/>
      </w:pPr>
      <w:r w:rsidRPr="0097601F">
        <w:t xml:space="preserve">            padding: EdgeInsets.all(8.0),</w:t>
      </w:r>
    </w:p>
    <w:p w14:paraId="40A08C55" w14:textId="77777777" w:rsidR="0097601F" w:rsidRPr="0097601F" w:rsidRDefault="0097601F" w:rsidP="004B2B7F">
      <w:pPr>
        <w:pStyle w:val="SuSQuellcode"/>
      </w:pPr>
      <w:r w:rsidRPr="0097601F">
        <w:t xml:space="preserve">            child: TextField(</w:t>
      </w:r>
    </w:p>
    <w:p w14:paraId="6A346D52" w14:textId="77777777" w:rsidR="0097601F" w:rsidRPr="0097601F" w:rsidRDefault="0097601F" w:rsidP="004B2B7F">
      <w:pPr>
        <w:pStyle w:val="SuSQuellcode"/>
      </w:pPr>
      <w:r w:rsidRPr="0097601F">
        <w:t xml:space="preserve">              controller: _controller,</w:t>
      </w:r>
    </w:p>
    <w:p w14:paraId="7852D7D3" w14:textId="77777777" w:rsidR="0097601F" w:rsidRPr="0097601F" w:rsidRDefault="0097601F" w:rsidP="004B2B7F">
      <w:pPr>
        <w:pStyle w:val="SuSQuellcode"/>
      </w:pPr>
      <w:r w:rsidRPr="0097601F">
        <w:t xml:space="preserve">              decoration: InputDecoration(</w:t>
      </w:r>
    </w:p>
    <w:p w14:paraId="1D2EAF38" w14:textId="77777777" w:rsidR="0097601F" w:rsidRPr="0097601F" w:rsidRDefault="0097601F" w:rsidP="004B2B7F">
      <w:pPr>
        <w:pStyle w:val="SuSQuellcode"/>
      </w:pPr>
      <w:r w:rsidRPr="0097601F">
        <w:t xml:space="preserve">                labelText: 'Neue Aufgabe',</w:t>
      </w:r>
    </w:p>
    <w:p w14:paraId="2304AAAC" w14:textId="77777777" w:rsidR="0097601F" w:rsidRPr="0097601F" w:rsidRDefault="0097601F" w:rsidP="004B2B7F">
      <w:pPr>
        <w:pStyle w:val="SuSQuellcode"/>
      </w:pPr>
      <w:r w:rsidRPr="0097601F">
        <w:t xml:space="preserve">                suffixIcon: IconButton(</w:t>
      </w:r>
    </w:p>
    <w:p w14:paraId="05144C39" w14:textId="77777777" w:rsidR="0097601F" w:rsidRPr="0097601F" w:rsidRDefault="0097601F" w:rsidP="004B2B7F">
      <w:pPr>
        <w:pStyle w:val="SuSQuellcode"/>
      </w:pPr>
      <w:r w:rsidRPr="0097601F">
        <w:t xml:space="preserve">                  icon: Icon(Icons.add),</w:t>
      </w:r>
    </w:p>
    <w:p w14:paraId="76BCE1F9" w14:textId="77777777" w:rsidR="0097601F" w:rsidRPr="0097601F" w:rsidRDefault="0097601F" w:rsidP="004B2B7F">
      <w:pPr>
        <w:pStyle w:val="SuSQuellcode"/>
      </w:pPr>
      <w:r w:rsidRPr="0097601F">
        <w:t xml:space="preserve">                  onPressed: () {</w:t>
      </w:r>
    </w:p>
    <w:p w14:paraId="4736014C" w14:textId="77777777" w:rsidR="0097601F" w:rsidRPr="0097601F" w:rsidRDefault="0097601F" w:rsidP="004B2B7F">
      <w:pPr>
        <w:pStyle w:val="SuSQuellcode"/>
      </w:pPr>
      <w:r w:rsidRPr="0097601F">
        <w:t xml:space="preserve">                    if (_controller.text.isNotEmpty) {</w:t>
      </w:r>
    </w:p>
    <w:p w14:paraId="7DDC938D" w14:textId="77777777" w:rsidR="0097601F" w:rsidRPr="0097601F" w:rsidRDefault="0097601F" w:rsidP="004B2B7F">
      <w:pPr>
        <w:pStyle w:val="SuSQuellcode"/>
      </w:pPr>
      <w:r w:rsidRPr="0097601F">
        <w:t xml:space="preserve">                      todoProvider.addTask(_controller.text);</w:t>
      </w:r>
    </w:p>
    <w:p w14:paraId="12158B5A" w14:textId="77777777" w:rsidR="0097601F" w:rsidRPr="0097601F" w:rsidRDefault="0097601F" w:rsidP="004B2B7F">
      <w:pPr>
        <w:pStyle w:val="SuSQuellcode"/>
      </w:pPr>
      <w:r w:rsidRPr="0097601F">
        <w:t xml:space="preserve">                      _controller.clear();</w:t>
      </w:r>
    </w:p>
    <w:p w14:paraId="5F8FAA60" w14:textId="77777777" w:rsidR="0097601F" w:rsidRPr="0097601F" w:rsidRDefault="0097601F" w:rsidP="004B2B7F">
      <w:pPr>
        <w:pStyle w:val="SuSQuellcode"/>
      </w:pPr>
      <w:r w:rsidRPr="0097601F">
        <w:t xml:space="preserve">                    }</w:t>
      </w:r>
    </w:p>
    <w:p w14:paraId="258804EF" w14:textId="77777777" w:rsidR="0097601F" w:rsidRPr="0097601F" w:rsidRDefault="0097601F" w:rsidP="004B2B7F">
      <w:pPr>
        <w:pStyle w:val="SuSQuellcode"/>
      </w:pPr>
      <w:r w:rsidRPr="0097601F">
        <w:t xml:space="preserve">                  },</w:t>
      </w:r>
    </w:p>
    <w:p w14:paraId="6E32196A" w14:textId="77777777" w:rsidR="0097601F" w:rsidRPr="0097601F" w:rsidRDefault="0097601F" w:rsidP="004B2B7F">
      <w:pPr>
        <w:pStyle w:val="SuSQuellcode"/>
      </w:pPr>
      <w:r w:rsidRPr="0097601F">
        <w:t xml:space="preserve">                ),</w:t>
      </w:r>
    </w:p>
    <w:p w14:paraId="1305FA7C" w14:textId="77777777" w:rsidR="0097601F" w:rsidRPr="0097601F" w:rsidRDefault="0097601F" w:rsidP="004B2B7F">
      <w:pPr>
        <w:pStyle w:val="SuSQuellcode"/>
      </w:pPr>
      <w:r w:rsidRPr="0097601F">
        <w:t xml:space="preserve">              ),</w:t>
      </w:r>
    </w:p>
    <w:p w14:paraId="67672E00" w14:textId="77777777" w:rsidR="0097601F" w:rsidRPr="0097601F" w:rsidRDefault="0097601F" w:rsidP="004B2B7F">
      <w:pPr>
        <w:pStyle w:val="SuSQuellcode"/>
      </w:pPr>
      <w:r w:rsidRPr="0097601F">
        <w:t xml:space="preserve">            ),</w:t>
      </w:r>
    </w:p>
    <w:p w14:paraId="7C5CB6B9" w14:textId="77777777" w:rsidR="0097601F" w:rsidRPr="0097601F" w:rsidRDefault="0097601F" w:rsidP="004B2B7F">
      <w:pPr>
        <w:pStyle w:val="SuSQuellcode"/>
      </w:pPr>
      <w:r w:rsidRPr="0097601F">
        <w:t xml:space="preserve">          ),</w:t>
      </w:r>
    </w:p>
    <w:p w14:paraId="0BDAD9A9" w14:textId="77777777" w:rsidR="0097601F" w:rsidRPr="0097601F" w:rsidRDefault="0097601F" w:rsidP="004B2B7F">
      <w:pPr>
        <w:pStyle w:val="SuSQuellcode"/>
      </w:pPr>
      <w:r w:rsidRPr="0097601F">
        <w:t xml:space="preserve">          Expanded(</w:t>
      </w:r>
    </w:p>
    <w:p w14:paraId="65DCE502" w14:textId="77777777" w:rsidR="0097601F" w:rsidRPr="0097601F" w:rsidRDefault="0097601F" w:rsidP="004B2B7F">
      <w:pPr>
        <w:pStyle w:val="SuSQuellcode"/>
      </w:pPr>
      <w:r w:rsidRPr="0097601F">
        <w:t xml:space="preserve">            child: ListView.builder(</w:t>
      </w:r>
    </w:p>
    <w:p w14:paraId="664A7BE7" w14:textId="77777777" w:rsidR="0097601F" w:rsidRPr="0097601F" w:rsidRDefault="0097601F" w:rsidP="004B2B7F">
      <w:pPr>
        <w:pStyle w:val="SuSQuellcode"/>
      </w:pPr>
      <w:r w:rsidRPr="0097601F">
        <w:t xml:space="preserve">              itemCount: todoProvider.tasks.length,</w:t>
      </w:r>
    </w:p>
    <w:p w14:paraId="528048A0" w14:textId="77777777" w:rsidR="0097601F" w:rsidRPr="0097601F" w:rsidRDefault="0097601F" w:rsidP="004B2B7F">
      <w:pPr>
        <w:pStyle w:val="SuSQuellcode"/>
      </w:pPr>
      <w:r w:rsidRPr="0097601F">
        <w:lastRenderedPageBreak/>
        <w:t xml:space="preserve">              itemBuilder: (context, index) {</w:t>
      </w:r>
    </w:p>
    <w:p w14:paraId="1E6EF7B2" w14:textId="77777777" w:rsidR="0097601F" w:rsidRPr="0097601F" w:rsidRDefault="0097601F" w:rsidP="004B2B7F">
      <w:pPr>
        <w:pStyle w:val="SuSQuellcode"/>
      </w:pPr>
      <w:r w:rsidRPr="0097601F">
        <w:t xml:space="preserve">                final task = todoProvider.tasks[index];</w:t>
      </w:r>
    </w:p>
    <w:p w14:paraId="22212BC7" w14:textId="77777777" w:rsidR="0097601F" w:rsidRPr="0097601F" w:rsidRDefault="0097601F" w:rsidP="004B2B7F">
      <w:pPr>
        <w:pStyle w:val="SuSQuellcode"/>
      </w:pPr>
      <w:r w:rsidRPr="0097601F">
        <w:t xml:space="preserve">                return ListTile(</w:t>
      </w:r>
    </w:p>
    <w:p w14:paraId="6D99290A" w14:textId="77777777" w:rsidR="0097601F" w:rsidRPr="0097601F" w:rsidRDefault="0097601F" w:rsidP="004B2B7F">
      <w:pPr>
        <w:pStyle w:val="SuSQuellcode"/>
      </w:pPr>
      <w:r w:rsidRPr="0097601F">
        <w:t xml:space="preserve">                  title: Text(</w:t>
      </w:r>
    </w:p>
    <w:p w14:paraId="27C843DE" w14:textId="77777777" w:rsidR="0097601F" w:rsidRPr="0097601F" w:rsidRDefault="0097601F" w:rsidP="004B2B7F">
      <w:pPr>
        <w:pStyle w:val="SuSQuellcode"/>
      </w:pPr>
      <w:r w:rsidRPr="0097601F">
        <w:t xml:space="preserve">                    task.title,</w:t>
      </w:r>
    </w:p>
    <w:p w14:paraId="48E07064" w14:textId="77777777" w:rsidR="0097601F" w:rsidRPr="0097601F" w:rsidRDefault="0097601F" w:rsidP="004B2B7F">
      <w:pPr>
        <w:pStyle w:val="SuSQuellcode"/>
      </w:pPr>
      <w:r w:rsidRPr="0097601F">
        <w:t xml:space="preserve">                    style: TextStyle(</w:t>
      </w:r>
    </w:p>
    <w:p w14:paraId="654496E0" w14:textId="77777777" w:rsidR="0097601F" w:rsidRPr="0097601F" w:rsidRDefault="0097601F" w:rsidP="004B2B7F">
      <w:pPr>
        <w:pStyle w:val="SuSQuellcode"/>
      </w:pPr>
      <w:r w:rsidRPr="0097601F">
        <w:t xml:space="preserve">                      decoration: task.isDone ? TextDecoration.lineThrough : null,</w:t>
      </w:r>
    </w:p>
    <w:p w14:paraId="135CF475" w14:textId="77777777" w:rsidR="0097601F" w:rsidRPr="0097601F" w:rsidRDefault="0097601F" w:rsidP="004B2B7F">
      <w:pPr>
        <w:pStyle w:val="SuSQuellcode"/>
      </w:pPr>
      <w:r w:rsidRPr="0097601F">
        <w:t xml:space="preserve">                    ),</w:t>
      </w:r>
    </w:p>
    <w:p w14:paraId="701AE140" w14:textId="77777777" w:rsidR="0097601F" w:rsidRPr="0097601F" w:rsidRDefault="0097601F" w:rsidP="004B2B7F">
      <w:pPr>
        <w:pStyle w:val="SuSQuellcode"/>
      </w:pPr>
      <w:r w:rsidRPr="0097601F">
        <w:t xml:space="preserve">                  ),</w:t>
      </w:r>
    </w:p>
    <w:p w14:paraId="52404FA8" w14:textId="77777777" w:rsidR="0097601F" w:rsidRPr="0097601F" w:rsidRDefault="0097601F" w:rsidP="004B2B7F">
      <w:pPr>
        <w:pStyle w:val="SuSQuellcode"/>
      </w:pPr>
      <w:r w:rsidRPr="0097601F">
        <w:t xml:space="preserve">                  leading: Checkbox(</w:t>
      </w:r>
    </w:p>
    <w:p w14:paraId="083CC02B" w14:textId="77777777" w:rsidR="0097601F" w:rsidRPr="0097601F" w:rsidRDefault="0097601F" w:rsidP="004B2B7F">
      <w:pPr>
        <w:pStyle w:val="SuSQuellcode"/>
      </w:pPr>
      <w:r w:rsidRPr="0097601F">
        <w:t xml:space="preserve">                    value: task.isDone,</w:t>
      </w:r>
    </w:p>
    <w:p w14:paraId="1DA4E6D3" w14:textId="77777777" w:rsidR="0097601F" w:rsidRPr="0097601F" w:rsidRDefault="0097601F" w:rsidP="004B2B7F">
      <w:pPr>
        <w:pStyle w:val="SuSQuellcode"/>
      </w:pPr>
      <w:r w:rsidRPr="0097601F">
        <w:t xml:space="preserve">                    onChanged: (value) =&gt; todoProvider.toggleTask(index),</w:t>
      </w:r>
    </w:p>
    <w:p w14:paraId="5A37DEC7" w14:textId="77777777" w:rsidR="0097601F" w:rsidRPr="0097601F" w:rsidRDefault="0097601F" w:rsidP="004B2B7F">
      <w:pPr>
        <w:pStyle w:val="SuSQuellcode"/>
      </w:pPr>
      <w:r w:rsidRPr="0097601F">
        <w:t xml:space="preserve">                  ),</w:t>
      </w:r>
    </w:p>
    <w:p w14:paraId="2C6A65FD" w14:textId="77777777" w:rsidR="0097601F" w:rsidRPr="0097601F" w:rsidRDefault="0097601F" w:rsidP="004B2B7F">
      <w:pPr>
        <w:pStyle w:val="SuSQuellcode"/>
      </w:pPr>
      <w:r w:rsidRPr="0097601F">
        <w:t xml:space="preserve">                  trailing: IconButton(</w:t>
      </w:r>
    </w:p>
    <w:p w14:paraId="08D771C1" w14:textId="77777777" w:rsidR="0097601F" w:rsidRPr="0097601F" w:rsidRDefault="0097601F" w:rsidP="004B2B7F">
      <w:pPr>
        <w:pStyle w:val="SuSQuellcode"/>
      </w:pPr>
      <w:r w:rsidRPr="0097601F">
        <w:t xml:space="preserve">                    icon: Icon(Icons.delete),</w:t>
      </w:r>
    </w:p>
    <w:p w14:paraId="4C33C098" w14:textId="77777777" w:rsidR="0097601F" w:rsidRPr="002024BB" w:rsidRDefault="0097601F" w:rsidP="004B2B7F">
      <w:pPr>
        <w:pStyle w:val="SuSQuellcode"/>
        <w:rPr>
          <w:lang w:val="de-DE"/>
        </w:rPr>
      </w:pPr>
      <w:r w:rsidRPr="0097601F">
        <w:t xml:space="preserve">                    </w:t>
      </w:r>
      <w:r w:rsidRPr="002024BB">
        <w:rPr>
          <w:lang w:val="de-DE"/>
        </w:rPr>
        <w:t>onPressed: () =&gt; todoProvider.removeTask(index),</w:t>
      </w:r>
    </w:p>
    <w:p w14:paraId="78706BFF" w14:textId="77777777" w:rsidR="0097601F" w:rsidRPr="002024BB" w:rsidRDefault="0097601F" w:rsidP="004B2B7F">
      <w:pPr>
        <w:pStyle w:val="SuSQuellcode"/>
        <w:rPr>
          <w:lang w:val="de-DE"/>
        </w:rPr>
      </w:pPr>
      <w:r w:rsidRPr="002024BB">
        <w:rPr>
          <w:lang w:val="de-DE"/>
        </w:rPr>
        <w:t xml:space="preserve">                  ),</w:t>
      </w:r>
    </w:p>
    <w:p w14:paraId="0BEBFB3E" w14:textId="77777777" w:rsidR="0097601F" w:rsidRPr="002024BB" w:rsidRDefault="0097601F" w:rsidP="004B2B7F">
      <w:pPr>
        <w:pStyle w:val="SuSQuellcode"/>
        <w:rPr>
          <w:lang w:val="de-DE"/>
        </w:rPr>
      </w:pPr>
      <w:r w:rsidRPr="002024BB">
        <w:rPr>
          <w:lang w:val="de-DE"/>
        </w:rPr>
        <w:t xml:space="preserve">                );</w:t>
      </w:r>
    </w:p>
    <w:p w14:paraId="771238AF" w14:textId="77777777" w:rsidR="0097601F" w:rsidRPr="002024BB" w:rsidRDefault="0097601F" w:rsidP="004B2B7F">
      <w:pPr>
        <w:pStyle w:val="SuSQuellcode"/>
        <w:rPr>
          <w:lang w:val="de-DE"/>
        </w:rPr>
      </w:pPr>
      <w:r w:rsidRPr="002024BB">
        <w:rPr>
          <w:lang w:val="de-DE"/>
        </w:rPr>
        <w:t xml:space="preserve">              },</w:t>
      </w:r>
    </w:p>
    <w:p w14:paraId="11159680" w14:textId="77777777" w:rsidR="0097601F" w:rsidRPr="002024BB" w:rsidRDefault="0097601F" w:rsidP="004B2B7F">
      <w:pPr>
        <w:pStyle w:val="SuSQuellcode"/>
        <w:rPr>
          <w:lang w:val="de-DE"/>
        </w:rPr>
      </w:pPr>
      <w:r w:rsidRPr="002024BB">
        <w:rPr>
          <w:lang w:val="de-DE"/>
        </w:rPr>
        <w:t xml:space="preserve">            ),</w:t>
      </w:r>
    </w:p>
    <w:p w14:paraId="043B68F9" w14:textId="77777777" w:rsidR="0097601F" w:rsidRPr="002024BB" w:rsidRDefault="0097601F" w:rsidP="004B2B7F">
      <w:pPr>
        <w:pStyle w:val="SuSQuellcode"/>
        <w:rPr>
          <w:lang w:val="de-DE"/>
        </w:rPr>
      </w:pPr>
      <w:r w:rsidRPr="002024BB">
        <w:rPr>
          <w:lang w:val="de-DE"/>
        </w:rPr>
        <w:t xml:space="preserve">          ),</w:t>
      </w:r>
    </w:p>
    <w:p w14:paraId="7636BBF8" w14:textId="77777777" w:rsidR="0097601F" w:rsidRPr="002024BB" w:rsidRDefault="0097601F" w:rsidP="004B2B7F">
      <w:pPr>
        <w:pStyle w:val="SuSQuellcode"/>
        <w:rPr>
          <w:lang w:val="de-DE"/>
        </w:rPr>
      </w:pPr>
      <w:r w:rsidRPr="002024BB">
        <w:rPr>
          <w:lang w:val="de-DE"/>
        </w:rPr>
        <w:t xml:space="preserve">        ],</w:t>
      </w:r>
    </w:p>
    <w:p w14:paraId="2CD61D0B" w14:textId="77777777" w:rsidR="0097601F" w:rsidRPr="002024BB" w:rsidRDefault="0097601F" w:rsidP="004B2B7F">
      <w:pPr>
        <w:pStyle w:val="SuSQuellcode"/>
        <w:rPr>
          <w:lang w:val="de-DE"/>
        </w:rPr>
      </w:pPr>
      <w:r w:rsidRPr="002024BB">
        <w:rPr>
          <w:lang w:val="de-DE"/>
        </w:rPr>
        <w:t xml:space="preserve">      ),</w:t>
      </w:r>
    </w:p>
    <w:p w14:paraId="2D2503E4" w14:textId="77777777" w:rsidR="0097601F" w:rsidRPr="002024BB" w:rsidRDefault="0097601F" w:rsidP="004B2B7F">
      <w:pPr>
        <w:pStyle w:val="SuSQuellcode"/>
        <w:rPr>
          <w:lang w:val="de-DE"/>
        </w:rPr>
      </w:pPr>
      <w:r w:rsidRPr="002024BB">
        <w:rPr>
          <w:lang w:val="de-DE"/>
        </w:rPr>
        <w:t xml:space="preserve">    );</w:t>
      </w:r>
    </w:p>
    <w:p w14:paraId="001313F4" w14:textId="77777777" w:rsidR="0097601F" w:rsidRPr="002024BB" w:rsidRDefault="0097601F" w:rsidP="004B2B7F">
      <w:pPr>
        <w:pStyle w:val="SuSQuellcode"/>
        <w:rPr>
          <w:lang w:val="de-DE"/>
        </w:rPr>
      </w:pPr>
      <w:r w:rsidRPr="002024BB">
        <w:rPr>
          <w:lang w:val="de-DE"/>
        </w:rPr>
        <w:t xml:space="preserve">  }</w:t>
      </w:r>
    </w:p>
    <w:p w14:paraId="76F12E1C" w14:textId="77777777" w:rsidR="0097601F" w:rsidRPr="002024BB" w:rsidRDefault="0097601F" w:rsidP="004B2B7F">
      <w:pPr>
        <w:pStyle w:val="SuSQuellcode"/>
        <w:rPr>
          <w:lang w:val="de-DE"/>
        </w:rPr>
      </w:pPr>
      <w:r w:rsidRPr="002024BB">
        <w:rPr>
          <w:lang w:val="de-DE"/>
        </w:rPr>
        <w:t>}</w:t>
      </w:r>
    </w:p>
    <w:p w14:paraId="09D77041" w14:textId="5619093D" w:rsidR="0097601F" w:rsidRPr="00B747FC" w:rsidRDefault="0097601F" w:rsidP="004B2B7F">
      <w:pPr>
        <w:pStyle w:val="SuSMengentext"/>
      </w:pPr>
      <w:r w:rsidRPr="00B747FC">
        <w:t>Erklärung:</w:t>
      </w:r>
      <w:r w:rsidR="004B2B7F" w:rsidRPr="00B747FC">
        <w:t xml:space="preserve"> Der Code e</w:t>
      </w:r>
      <w:r w:rsidRPr="00B747FC">
        <w:t>nthält ein Eingabefeld für neue Aufgaben</w:t>
      </w:r>
      <w:r w:rsidR="004B2B7F" w:rsidRPr="00B747FC">
        <w:t>; z</w:t>
      </w:r>
      <w:r w:rsidRPr="00B747FC">
        <w:t>eigt eine Liste von Aufgaben an, die mit `</w:t>
      </w:r>
      <w:r w:rsidRPr="00B747FC">
        <w:rPr>
          <w:i/>
          <w:iCs/>
        </w:rPr>
        <w:t>ListView.builder</w:t>
      </w:r>
      <w:r w:rsidRPr="00B747FC">
        <w:t>` erstellt wird</w:t>
      </w:r>
      <w:r w:rsidR="004B2B7F" w:rsidRPr="00B747FC">
        <w:t xml:space="preserve">; es gibt eine </w:t>
      </w:r>
      <w:r w:rsidRPr="00B747FC">
        <w:t>Checkbox zum Markieren von erledigten Aufgaben</w:t>
      </w:r>
      <w:r w:rsidR="004B2B7F" w:rsidRPr="00B747FC">
        <w:t xml:space="preserve"> und einen </w:t>
      </w:r>
      <w:r w:rsidRPr="00B747FC">
        <w:t xml:space="preserve">Lösch-Button zum Entfernen einer Aufgabe. </w:t>
      </w:r>
      <w:r w:rsidR="00B747FC" w:rsidRPr="00B747FC">
        <w:t xml:space="preserve">Beispielhaft lässt sich das Zusammenspiel der </w:t>
      </w:r>
      <w:r w:rsidR="00B747FC" w:rsidRPr="00AD6162">
        <w:rPr>
          <w:i/>
          <w:iCs/>
        </w:rPr>
        <w:t>Provider</w:t>
      </w:r>
      <w:r w:rsidR="00B747FC" w:rsidRPr="00B747FC">
        <w:t xml:space="preserve">-Bibliothek zur Verwaltung des Zustandes und der User Interface-Aktualisierung durch folgende Schritte beschreiben: </w:t>
      </w:r>
    </w:p>
    <w:p w14:paraId="091B478D" w14:textId="77777777" w:rsidR="00B747FC" w:rsidRPr="00B747FC" w:rsidRDefault="00B747FC" w:rsidP="00B747FC">
      <w:pPr>
        <w:pStyle w:val="SuSAufzaehlungnummeriert"/>
        <w:numPr>
          <w:ilvl w:val="0"/>
          <w:numId w:val="44"/>
        </w:numPr>
      </w:pPr>
      <w:r w:rsidRPr="00B747FC">
        <w:t>Der Benutzer tippt "Einkaufen" ins Textfeld</w:t>
      </w:r>
    </w:p>
    <w:p w14:paraId="3CCBC27D" w14:textId="77777777" w:rsidR="00B747FC" w:rsidRPr="00B747FC" w:rsidRDefault="00B747FC" w:rsidP="00B747FC">
      <w:pPr>
        <w:pStyle w:val="SuSAufzaehlungnummeriert"/>
        <w:numPr>
          <w:ilvl w:val="0"/>
          <w:numId w:val="44"/>
        </w:numPr>
      </w:pPr>
      <w:r w:rsidRPr="00B747FC">
        <w:t>Klick auf den "</w:t>
      </w:r>
      <w:r w:rsidRPr="00B747FC">
        <w:rPr>
          <w:rStyle w:val="SuSKapitlchen"/>
        </w:rPr>
        <w:t>Hinzufügen</w:t>
      </w:r>
      <w:r w:rsidRPr="00B747FC">
        <w:t>"-Button</w:t>
      </w:r>
    </w:p>
    <w:p w14:paraId="067B1383" w14:textId="77777777" w:rsidR="00B747FC" w:rsidRPr="00B747FC" w:rsidRDefault="00B747FC" w:rsidP="00B747FC">
      <w:pPr>
        <w:pStyle w:val="SuSAufzaehlungnummeriert"/>
        <w:numPr>
          <w:ilvl w:val="0"/>
          <w:numId w:val="44"/>
        </w:numPr>
      </w:pPr>
      <w:r w:rsidRPr="00B747FC">
        <w:rPr>
          <w:i/>
          <w:iCs/>
        </w:rPr>
        <w:t>addTask("Einkaufen")</w:t>
      </w:r>
      <w:r w:rsidRPr="00B747FC">
        <w:t xml:space="preserve"> wird aufgerufen</w:t>
      </w:r>
    </w:p>
    <w:p w14:paraId="15F4F6FF" w14:textId="77777777" w:rsidR="00B747FC" w:rsidRPr="00B747FC" w:rsidRDefault="00B747FC" w:rsidP="00B747FC">
      <w:pPr>
        <w:pStyle w:val="SuSAufzaehlungnummeriert"/>
        <w:numPr>
          <w:ilvl w:val="0"/>
          <w:numId w:val="44"/>
        </w:numPr>
      </w:pPr>
      <w:r w:rsidRPr="00B747FC">
        <w:rPr>
          <w:i/>
          <w:iCs/>
        </w:rPr>
        <w:t>notifyListeners()</w:t>
      </w:r>
      <w:r w:rsidRPr="00B747FC">
        <w:t xml:space="preserve"> wird aktiviert</w:t>
      </w:r>
    </w:p>
    <w:p w14:paraId="455B6258" w14:textId="77777777" w:rsidR="00B747FC" w:rsidRPr="00B747FC" w:rsidRDefault="00B747FC" w:rsidP="00B747FC">
      <w:pPr>
        <w:pStyle w:val="SuSAufzaehlungnummeriert"/>
        <w:numPr>
          <w:ilvl w:val="0"/>
          <w:numId w:val="44"/>
        </w:numPr>
      </w:pPr>
      <w:r w:rsidRPr="00B747FC">
        <w:t xml:space="preserve">Das User Interface erkennt die Änderung und ruft </w:t>
      </w:r>
      <w:r w:rsidRPr="00B747FC">
        <w:rPr>
          <w:i/>
          <w:iCs/>
        </w:rPr>
        <w:t>build()</w:t>
      </w:r>
      <w:r w:rsidRPr="00B747FC">
        <w:t xml:space="preserve"> neu auf</w:t>
      </w:r>
    </w:p>
    <w:p w14:paraId="716506E6" w14:textId="3FA47CDE" w:rsidR="00B747FC" w:rsidRPr="00A41572" w:rsidRDefault="00B747FC" w:rsidP="00A41572">
      <w:pPr>
        <w:pStyle w:val="SuSAufzaehlungnummeriert"/>
        <w:numPr>
          <w:ilvl w:val="0"/>
          <w:numId w:val="44"/>
        </w:numPr>
      </w:pPr>
      <w:r w:rsidRPr="00B747FC">
        <w:rPr>
          <w:i/>
          <w:iCs/>
        </w:rPr>
        <w:t>ListView.builder</w:t>
      </w:r>
      <w:r w:rsidRPr="00B747FC">
        <w:t xml:space="preserve"> zeigt die aktualisierte Liste mit "Einkaufen" an</w:t>
      </w:r>
      <w:r w:rsidR="00AD6162">
        <w:t>.</w:t>
      </w:r>
    </w:p>
    <w:p w14:paraId="7D8004CD" w14:textId="6810AE0A" w:rsidR="00B747FC" w:rsidRPr="00B747FC" w:rsidRDefault="00B747FC" w:rsidP="00B747FC">
      <w:pPr>
        <w:pStyle w:val="SuSMengentext"/>
      </w:pPr>
      <w:r w:rsidRPr="00B747FC">
        <w:t xml:space="preserve">Das Ergebnis: Die neue Aufgabe erscheint sofort auf dem Bildschirm. </w:t>
      </w:r>
    </w:p>
    <w:p w14:paraId="3503ADE3" w14:textId="7067BD10" w:rsidR="00B747FC" w:rsidRPr="00B21C4A" w:rsidRDefault="00B747FC" w:rsidP="00B21C4A">
      <w:pPr>
        <w:pStyle w:val="SuSMengentext"/>
      </w:pPr>
      <w:r w:rsidRPr="00B747FC">
        <w:t xml:space="preserve">Als letztes </w:t>
      </w:r>
      <w:r w:rsidR="00AD6162">
        <w:t>w</w:t>
      </w:r>
      <w:r w:rsidRPr="00B747FC">
        <w:t xml:space="preserve">erfen wir noch einen Blick in die Datei </w:t>
      </w:r>
      <w:r w:rsidR="0097601F" w:rsidRPr="00B747FC">
        <w:t>`</w:t>
      </w:r>
      <w:r w:rsidR="0097601F" w:rsidRPr="00B747FC">
        <w:rPr>
          <w:i/>
          <w:iCs/>
        </w:rPr>
        <w:t>main.dart`</w:t>
      </w:r>
      <w:r w:rsidRPr="00B747FC">
        <w:t xml:space="preserve"> unserer App: </w:t>
      </w:r>
    </w:p>
    <w:p w14:paraId="1725D5ED" w14:textId="7A0BE2AB" w:rsidR="0097601F" w:rsidRPr="0097601F" w:rsidRDefault="0097601F" w:rsidP="00B747FC">
      <w:pPr>
        <w:pStyle w:val="SuSQuellcode"/>
      </w:pPr>
      <w:r w:rsidRPr="0097601F">
        <w:t>import 'package:flutter/material.dart';</w:t>
      </w:r>
    </w:p>
    <w:p w14:paraId="218C99B3" w14:textId="77777777" w:rsidR="0097601F" w:rsidRPr="0097601F" w:rsidRDefault="0097601F" w:rsidP="00B747FC">
      <w:pPr>
        <w:pStyle w:val="SuSQuellcode"/>
      </w:pPr>
      <w:r w:rsidRPr="0097601F">
        <w:t>import 'package:provider/provider.dart';</w:t>
      </w:r>
    </w:p>
    <w:p w14:paraId="29F12F23" w14:textId="77777777" w:rsidR="0097601F" w:rsidRPr="0097601F" w:rsidRDefault="0097601F" w:rsidP="00B747FC">
      <w:pPr>
        <w:pStyle w:val="SuSQuellcode"/>
      </w:pPr>
      <w:r w:rsidRPr="0097601F">
        <w:t>import 'todo_provider.dart';</w:t>
      </w:r>
    </w:p>
    <w:p w14:paraId="2BC0C184" w14:textId="56CCF517" w:rsidR="0097601F" w:rsidRPr="0097601F" w:rsidRDefault="0097601F" w:rsidP="00B21C4A">
      <w:pPr>
        <w:pStyle w:val="SuSQuellcode"/>
      </w:pPr>
      <w:r w:rsidRPr="0097601F">
        <w:t>import 'todo_screen.dart';</w:t>
      </w:r>
    </w:p>
    <w:p w14:paraId="1CCCA23F" w14:textId="77777777" w:rsidR="0097601F" w:rsidRPr="0097601F" w:rsidRDefault="0097601F" w:rsidP="00B747FC">
      <w:pPr>
        <w:pStyle w:val="SuSQuellcode"/>
      </w:pPr>
      <w:r w:rsidRPr="0097601F">
        <w:t>void main() {</w:t>
      </w:r>
    </w:p>
    <w:p w14:paraId="717914B0" w14:textId="77777777" w:rsidR="0097601F" w:rsidRPr="0097601F" w:rsidRDefault="0097601F" w:rsidP="00B747FC">
      <w:pPr>
        <w:pStyle w:val="SuSQuellcode"/>
      </w:pPr>
      <w:r w:rsidRPr="0097601F">
        <w:lastRenderedPageBreak/>
        <w:t xml:space="preserve">  runApp(</w:t>
      </w:r>
    </w:p>
    <w:p w14:paraId="4D1BA0EB" w14:textId="77777777" w:rsidR="0097601F" w:rsidRPr="0097601F" w:rsidRDefault="0097601F" w:rsidP="00B747FC">
      <w:pPr>
        <w:pStyle w:val="SuSQuellcode"/>
      </w:pPr>
      <w:r w:rsidRPr="0097601F">
        <w:t xml:space="preserve">    ChangeNotifierProvider(</w:t>
      </w:r>
    </w:p>
    <w:p w14:paraId="37F93050" w14:textId="77777777" w:rsidR="0097601F" w:rsidRPr="0097601F" w:rsidRDefault="0097601F" w:rsidP="00B747FC">
      <w:pPr>
        <w:pStyle w:val="SuSQuellcode"/>
      </w:pPr>
      <w:r w:rsidRPr="0097601F">
        <w:t xml:space="preserve">      create: (context) =&gt; ToDoProvider(),</w:t>
      </w:r>
    </w:p>
    <w:p w14:paraId="6DBF37D7" w14:textId="77777777" w:rsidR="0097601F" w:rsidRPr="0097601F" w:rsidRDefault="0097601F" w:rsidP="00B747FC">
      <w:pPr>
        <w:pStyle w:val="SuSQuellcode"/>
      </w:pPr>
      <w:r w:rsidRPr="0097601F">
        <w:t xml:space="preserve">      child: MyApp(),</w:t>
      </w:r>
    </w:p>
    <w:p w14:paraId="5BCE1795" w14:textId="77777777" w:rsidR="0097601F" w:rsidRPr="0097601F" w:rsidRDefault="0097601F" w:rsidP="00B747FC">
      <w:pPr>
        <w:pStyle w:val="SuSQuellcode"/>
      </w:pPr>
      <w:r w:rsidRPr="0097601F">
        <w:t xml:space="preserve">    ),</w:t>
      </w:r>
    </w:p>
    <w:p w14:paraId="0C6B9F4D" w14:textId="77777777" w:rsidR="0097601F" w:rsidRPr="0097601F" w:rsidRDefault="0097601F" w:rsidP="00B747FC">
      <w:pPr>
        <w:pStyle w:val="SuSQuellcode"/>
      </w:pPr>
      <w:r w:rsidRPr="0097601F">
        <w:t xml:space="preserve">  );</w:t>
      </w:r>
    </w:p>
    <w:p w14:paraId="61617302" w14:textId="0FE34AF3" w:rsidR="0097601F" w:rsidRPr="0097601F" w:rsidRDefault="0097601F" w:rsidP="00B21C4A">
      <w:pPr>
        <w:pStyle w:val="SuSQuellcode"/>
      </w:pPr>
      <w:r w:rsidRPr="0097601F">
        <w:t>}</w:t>
      </w:r>
    </w:p>
    <w:p w14:paraId="728604DE" w14:textId="77777777" w:rsidR="0097601F" w:rsidRPr="0097601F" w:rsidRDefault="0097601F" w:rsidP="00B747FC">
      <w:pPr>
        <w:pStyle w:val="SuSQuellcode"/>
      </w:pPr>
      <w:r w:rsidRPr="0097601F">
        <w:t>class MyApp extends StatelessWidget {</w:t>
      </w:r>
    </w:p>
    <w:p w14:paraId="1A759D21" w14:textId="77777777" w:rsidR="0097601F" w:rsidRPr="0097601F" w:rsidRDefault="0097601F" w:rsidP="00B747FC">
      <w:pPr>
        <w:pStyle w:val="SuSQuellcode"/>
      </w:pPr>
      <w:r w:rsidRPr="0097601F">
        <w:t xml:space="preserve">  @override</w:t>
      </w:r>
    </w:p>
    <w:p w14:paraId="2D19C4CB" w14:textId="77777777" w:rsidR="0097601F" w:rsidRPr="0097601F" w:rsidRDefault="0097601F" w:rsidP="00B747FC">
      <w:pPr>
        <w:pStyle w:val="SuSQuellcode"/>
      </w:pPr>
      <w:r w:rsidRPr="0097601F">
        <w:t xml:space="preserve">  Widget build(BuildContext context) {</w:t>
      </w:r>
    </w:p>
    <w:p w14:paraId="509F765D" w14:textId="77777777" w:rsidR="0097601F" w:rsidRPr="0097601F" w:rsidRDefault="0097601F" w:rsidP="00B747FC">
      <w:pPr>
        <w:pStyle w:val="SuSQuellcode"/>
      </w:pPr>
      <w:r w:rsidRPr="0097601F">
        <w:t xml:space="preserve">    return MaterialApp(</w:t>
      </w:r>
    </w:p>
    <w:p w14:paraId="108CA6BA" w14:textId="77777777" w:rsidR="0097601F" w:rsidRPr="0097601F" w:rsidRDefault="0097601F" w:rsidP="00B747FC">
      <w:pPr>
        <w:pStyle w:val="SuSQuellcode"/>
      </w:pPr>
      <w:r w:rsidRPr="0097601F">
        <w:t xml:space="preserve">      debugShowCheckedModeBanner: false,</w:t>
      </w:r>
    </w:p>
    <w:p w14:paraId="7EE4F858" w14:textId="77777777" w:rsidR="0097601F" w:rsidRPr="0097601F" w:rsidRDefault="0097601F" w:rsidP="00B747FC">
      <w:pPr>
        <w:pStyle w:val="SuSQuellcode"/>
      </w:pPr>
      <w:r w:rsidRPr="0097601F">
        <w:t xml:space="preserve">      home: ToDoScreen(),</w:t>
      </w:r>
    </w:p>
    <w:p w14:paraId="311852D0" w14:textId="77777777" w:rsidR="0097601F" w:rsidRPr="002024BB" w:rsidRDefault="0097601F" w:rsidP="00B747FC">
      <w:pPr>
        <w:pStyle w:val="SuSQuellcode"/>
        <w:rPr>
          <w:lang w:val="de-DE"/>
        </w:rPr>
      </w:pPr>
      <w:r w:rsidRPr="0097601F">
        <w:t xml:space="preserve">    </w:t>
      </w:r>
      <w:r w:rsidRPr="002024BB">
        <w:rPr>
          <w:lang w:val="de-DE"/>
        </w:rPr>
        <w:t>);</w:t>
      </w:r>
    </w:p>
    <w:p w14:paraId="0D2DBF5F" w14:textId="77777777" w:rsidR="0097601F" w:rsidRPr="002024BB" w:rsidRDefault="0097601F" w:rsidP="00B747FC">
      <w:pPr>
        <w:pStyle w:val="SuSQuellcode"/>
        <w:rPr>
          <w:lang w:val="de-DE"/>
        </w:rPr>
      </w:pPr>
      <w:r w:rsidRPr="002024BB">
        <w:rPr>
          <w:lang w:val="de-DE"/>
        </w:rPr>
        <w:t xml:space="preserve">  }</w:t>
      </w:r>
    </w:p>
    <w:p w14:paraId="2F134FC4" w14:textId="77777777" w:rsidR="0097601F" w:rsidRPr="002024BB" w:rsidRDefault="0097601F" w:rsidP="00B747FC">
      <w:pPr>
        <w:pStyle w:val="SuSQuellcode"/>
        <w:rPr>
          <w:lang w:val="de-DE"/>
        </w:rPr>
      </w:pPr>
      <w:r w:rsidRPr="002024BB">
        <w:rPr>
          <w:lang w:val="de-DE"/>
        </w:rPr>
        <w:t>}</w:t>
      </w:r>
    </w:p>
    <w:p w14:paraId="1EFA5841" w14:textId="62A133C1" w:rsidR="0097601F" w:rsidRDefault="002024BB" w:rsidP="0097601F">
      <w:pPr>
        <w:pStyle w:val="SuSMengentext"/>
      </w:pPr>
      <w:r w:rsidRPr="002024BB">
        <w:t xml:space="preserve">Beachten Sie dazu die folgende </w:t>
      </w:r>
      <w:r w:rsidR="0097601F" w:rsidRPr="002024BB">
        <w:t>Erklärung:</w:t>
      </w:r>
      <w:r w:rsidRPr="002024BB">
        <w:t xml:space="preserve"> </w:t>
      </w:r>
      <w:r w:rsidR="0097601F" w:rsidRPr="002024BB">
        <w:rPr>
          <w:i/>
          <w:iCs/>
        </w:rPr>
        <w:t>`ChangeNotifierProvider`</w:t>
      </w:r>
      <w:r w:rsidR="0097601F" w:rsidRPr="002024BB">
        <w:t xml:space="preserve"> stellt `</w:t>
      </w:r>
      <w:r w:rsidR="0097601F" w:rsidRPr="002024BB">
        <w:rPr>
          <w:i/>
          <w:iCs/>
        </w:rPr>
        <w:t>ToDoProvider</w:t>
      </w:r>
      <w:r w:rsidR="0097601F" w:rsidRPr="002024BB">
        <w:t>` für die gesamte App bereit</w:t>
      </w:r>
      <w:r w:rsidRPr="002024BB">
        <w:t xml:space="preserve">; </w:t>
      </w:r>
      <w:r w:rsidR="0097601F" w:rsidRPr="002024BB">
        <w:rPr>
          <w:i/>
        </w:rPr>
        <w:t>`MaterialApp`</w:t>
      </w:r>
      <w:r w:rsidR="0097601F" w:rsidRPr="002024BB">
        <w:t xml:space="preserve"> startet die App mit</w:t>
      </w:r>
      <w:r w:rsidRPr="002024BB">
        <w:t xml:space="preserve"> dem </w:t>
      </w:r>
      <w:r w:rsidR="0097601F" w:rsidRPr="002024BB">
        <w:rPr>
          <w:i/>
        </w:rPr>
        <w:t>`ToDoScreen()`</w:t>
      </w:r>
      <w:r w:rsidRPr="002024BB">
        <w:t xml:space="preserve"> und der Zusatz </w:t>
      </w:r>
      <w:r w:rsidR="0097601F" w:rsidRPr="002024BB">
        <w:rPr>
          <w:i/>
        </w:rPr>
        <w:t>`debugShowCheckedModeBanner: false`</w:t>
      </w:r>
      <w:r w:rsidR="0097601F" w:rsidRPr="002024BB">
        <w:t xml:space="preserve"> entfernt das Debug-Banne</w:t>
      </w:r>
      <w:r>
        <w:t>r</w:t>
      </w:r>
      <w:r w:rsidRPr="002024BB">
        <w:t xml:space="preserve"> beim Ausführen der App.</w:t>
      </w:r>
      <w:r>
        <w:t xml:space="preserve"> Starten wir die App, beispielsweise als Web-Applikation i</w:t>
      </w:r>
      <w:r w:rsidR="00B21C4A">
        <w:t>m</w:t>
      </w:r>
      <w:r>
        <w:t xml:space="preserve"> aktuellen Browser (</w:t>
      </w:r>
      <w:r w:rsidRPr="00B21C4A">
        <w:rPr>
          <w:i/>
          <w:iCs/>
          <w:color w:val="FF0000"/>
        </w:rPr>
        <w:t xml:space="preserve">Abbildung </w:t>
      </w:r>
      <w:r w:rsidR="00B21C4A" w:rsidRPr="00B21C4A">
        <w:rPr>
          <w:i/>
          <w:iCs/>
          <w:color w:val="FF0000"/>
        </w:rPr>
        <w:t>4</w:t>
      </w:r>
      <w:r>
        <w:t>)</w:t>
      </w:r>
      <w:r w:rsidR="00B21C4A">
        <w:t xml:space="preserve"> oder alternativ auf einem Android-Emulator (</w:t>
      </w:r>
      <w:r w:rsidR="00B21C4A" w:rsidRPr="00B21C4A">
        <w:rPr>
          <w:i/>
          <w:iCs/>
          <w:color w:val="FF0000"/>
        </w:rPr>
        <w:t xml:space="preserve">Abbildung </w:t>
      </w:r>
      <w:r w:rsidR="00B21C4A">
        <w:rPr>
          <w:i/>
          <w:iCs/>
          <w:color w:val="FF0000"/>
        </w:rPr>
        <w:t>5</w:t>
      </w:r>
      <w:r w:rsidR="00B21C4A">
        <w:t>).</w:t>
      </w:r>
    </w:p>
    <w:p w14:paraId="2CC59EF6" w14:textId="77777777" w:rsidR="00B21C4A" w:rsidRDefault="00B21C4A" w:rsidP="0097601F">
      <w:pPr>
        <w:pStyle w:val="SuSMengentext"/>
      </w:pPr>
    </w:p>
    <w:p w14:paraId="20D3D5F5" w14:textId="77BF35F4" w:rsidR="00B21C4A" w:rsidRPr="000A2F8F" w:rsidRDefault="00B21C4A" w:rsidP="00B21C4A">
      <w:pPr>
        <w:pStyle w:val="SuSBilddateiname"/>
      </w:pPr>
      <w:r w:rsidRPr="001E4747">
        <w:t>Abbildung_</w:t>
      </w:r>
      <w:r>
        <w:t>4</w:t>
      </w:r>
      <w:r w:rsidRPr="001E4747">
        <w:t>.png</w:t>
      </w:r>
    </w:p>
    <w:p w14:paraId="6E31EECF" w14:textId="7E45D18A" w:rsidR="00B21C4A" w:rsidRDefault="00B21C4A" w:rsidP="00B21C4A">
      <w:pPr>
        <w:pStyle w:val="SuSBildTabellenunterschrift"/>
      </w:pPr>
      <w:r w:rsidRPr="00855DFC">
        <w:t xml:space="preserve">Abbildung </w:t>
      </w:r>
      <w:r>
        <w:t>4</w:t>
      </w:r>
      <w:r w:rsidRPr="00855DFC">
        <w:t xml:space="preserve">: </w:t>
      </w:r>
      <w:r>
        <w:t>Beispiel App (To-Do-Liste) als Web-App.</w:t>
      </w:r>
    </w:p>
    <w:p w14:paraId="74B728B8" w14:textId="77777777" w:rsidR="00B21C4A" w:rsidRPr="00B21C4A" w:rsidRDefault="00B21C4A" w:rsidP="00B21C4A">
      <w:pPr>
        <w:pStyle w:val="SuSMengentext"/>
      </w:pPr>
    </w:p>
    <w:p w14:paraId="0CA37A22" w14:textId="2F3FD7C9" w:rsidR="00B21C4A" w:rsidRPr="000A2F8F" w:rsidRDefault="00B21C4A" w:rsidP="00B21C4A">
      <w:pPr>
        <w:pStyle w:val="SuSBilddateiname"/>
      </w:pPr>
      <w:r w:rsidRPr="001E4747">
        <w:t>Abbildung_</w:t>
      </w:r>
      <w:r>
        <w:t>5</w:t>
      </w:r>
      <w:r w:rsidRPr="001E4747">
        <w:t>.png</w:t>
      </w:r>
    </w:p>
    <w:p w14:paraId="7691126F" w14:textId="1BAA051A" w:rsidR="00B21C4A" w:rsidRPr="00855DFC" w:rsidRDefault="00B21C4A" w:rsidP="00B21C4A">
      <w:pPr>
        <w:pStyle w:val="SuSBildTabellenunterschrift"/>
      </w:pPr>
      <w:r w:rsidRPr="00855DFC">
        <w:t xml:space="preserve">Abbildung </w:t>
      </w:r>
      <w:r>
        <w:t>5</w:t>
      </w:r>
      <w:r w:rsidRPr="00855DFC">
        <w:t xml:space="preserve">: </w:t>
      </w:r>
      <w:r>
        <w:t xml:space="preserve">Beispiel App (To-Do-Liste) als </w:t>
      </w:r>
      <w:r>
        <w:t>Android</w:t>
      </w:r>
      <w:r>
        <w:t>-App.</w:t>
      </w:r>
    </w:p>
    <w:p w14:paraId="4187B9C5" w14:textId="3737AE99" w:rsidR="0097601F" w:rsidRPr="0097601F" w:rsidRDefault="0097601F" w:rsidP="002024BB">
      <w:pPr>
        <w:pStyle w:val="SuSAbsatzheadline"/>
      </w:pPr>
      <w:r w:rsidRPr="0097601F">
        <w:t xml:space="preserve">Debugging </w:t>
      </w:r>
    </w:p>
    <w:p w14:paraId="50AB09AF" w14:textId="77777777" w:rsidR="002024BB" w:rsidRPr="002024BB" w:rsidRDefault="002024BB" w:rsidP="002024BB">
      <w:pPr>
        <w:pStyle w:val="SuSMengentext"/>
      </w:pPr>
      <w:r w:rsidRPr="002024BB">
        <w:t xml:space="preserve">Auch auf diesen Bereich der Entwicklung möchten wir einen kurzen Blick werfen. </w:t>
      </w:r>
      <w:r w:rsidR="0097601F" w:rsidRPr="002024BB">
        <w:t>Flutter bietet leistungsstarke Debugging-Tools</w:t>
      </w:r>
      <w:r w:rsidRPr="002024BB">
        <w:t>. Konkret sind es:</w:t>
      </w:r>
    </w:p>
    <w:p w14:paraId="68EB2CD7" w14:textId="77777777" w:rsidR="002024BB" w:rsidRPr="002024BB" w:rsidRDefault="0097601F" w:rsidP="002024BB">
      <w:pPr>
        <w:pStyle w:val="SuSAufzaehlunggegliedert"/>
        <w:rPr>
          <w:lang w:val="en-GB"/>
        </w:rPr>
      </w:pPr>
      <w:r w:rsidRPr="002024BB">
        <w:rPr>
          <w:lang w:val="en-GB"/>
        </w:rPr>
        <w:t>Flutter DevTools</w:t>
      </w:r>
      <w:r w:rsidR="002024BB" w:rsidRPr="002024BB">
        <w:rPr>
          <w:lang w:val="en-GB"/>
        </w:rPr>
        <w:t xml:space="preserve">: </w:t>
      </w:r>
      <w:r w:rsidRPr="002024BB">
        <w:rPr>
          <w:i/>
          <w:iCs/>
          <w:lang w:val="en-GB"/>
        </w:rPr>
        <w:t>`flutter pub global activate devtools`</w:t>
      </w:r>
    </w:p>
    <w:p w14:paraId="07C063F3" w14:textId="77777777" w:rsidR="002024BB" w:rsidRPr="002024BB" w:rsidRDefault="0097601F" w:rsidP="002024BB">
      <w:pPr>
        <w:pStyle w:val="SuSAufzaehlunggegliedert"/>
      </w:pPr>
      <w:r w:rsidRPr="002024BB">
        <w:rPr>
          <w:i/>
          <w:iCs/>
        </w:rPr>
        <w:t>Hot Reload &amp; Hot Restart</w:t>
      </w:r>
      <w:r w:rsidR="002024BB" w:rsidRPr="002024BB">
        <w:rPr>
          <w:i/>
          <w:iCs/>
        </w:rPr>
        <w:t>:</w:t>
      </w:r>
      <w:r w:rsidRPr="002024BB">
        <w:t xml:space="preserve"> zur schnellen Aktualisierung des Codes</w:t>
      </w:r>
    </w:p>
    <w:p w14:paraId="7CFAF998" w14:textId="77777777" w:rsidR="002024BB" w:rsidRPr="002024BB" w:rsidRDefault="0097601F" w:rsidP="002024BB">
      <w:pPr>
        <w:pStyle w:val="SuSAufzaehlunggegliedert"/>
      </w:pPr>
      <w:r w:rsidRPr="002024BB">
        <w:rPr>
          <w:i/>
          <w:iCs/>
        </w:rPr>
        <w:t>`print()`</w:t>
      </w:r>
      <w:r w:rsidRPr="002024BB">
        <w:t xml:space="preserve"> für </w:t>
      </w:r>
      <w:r w:rsidR="002024BB" w:rsidRPr="002024BB">
        <w:t>direkte</w:t>
      </w:r>
      <w:r w:rsidRPr="002024BB">
        <w:t xml:space="preserve"> Debugging-Ausgaben</w:t>
      </w:r>
    </w:p>
    <w:p w14:paraId="10DA8FF7" w14:textId="77777777" w:rsidR="002024BB" w:rsidRPr="002024BB" w:rsidRDefault="0097601F" w:rsidP="002024BB">
      <w:pPr>
        <w:pStyle w:val="SuSAufzaehlunggegliedert"/>
      </w:pPr>
      <w:r w:rsidRPr="002024BB">
        <w:rPr>
          <w:i/>
          <w:iCs/>
        </w:rPr>
        <w:t>debugPrint()`</w:t>
      </w:r>
      <w:r w:rsidRPr="002024BB">
        <w:t xml:space="preserve"> für Log-Ausgaben</w:t>
      </w:r>
    </w:p>
    <w:p w14:paraId="1A62AD18" w14:textId="5D89CE8C" w:rsidR="0097601F" w:rsidRPr="00A41572" w:rsidRDefault="0097601F" w:rsidP="00A41572">
      <w:pPr>
        <w:pStyle w:val="SuSAufzaehlunggegliedert"/>
      </w:pPr>
      <w:r w:rsidRPr="002024BB">
        <w:t xml:space="preserve">Breakpoint-Debugging in Visual Studio Code oder Android Studio  </w:t>
      </w:r>
    </w:p>
    <w:p w14:paraId="569740D8" w14:textId="055F8CF2" w:rsidR="0097601F" w:rsidRPr="00836866" w:rsidRDefault="0097601F" w:rsidP="0097601F">
      <w:pPr>
        <w:pStyle w:val="SuSMengentext"/>
      </w:pPr>
      <w:r w:rsidRPr="00836866">
        <w:t>Wir haben eine To-Do-App mit Flutter entwickelt, die zeigt, wie man State Management mit Provider verwendet und eine saubere Trennung von U</w:t>
      </w:r>
      <w:r w:rsidR="00653E86">
        <w:t>ser Interface</w:t>
      </w:r>
      <w:r w:rsidRPr="00836866">
        <w:t xml:space="preserve"> und Logik erreicht. </w:t>
      </w:r>
    </w:p>
    <w:p w14:paraId="65CD8855" w14:textId="77777777" w:rsidR="00206820" w:rsidRDefault="00206820" w:rsidP="00836866">
      <w:pPr>
        <w:pStyle w:val="SuSAufzaehlunggegliedert"/>
        <w:numPr>
          <w:ilvl w:val="0"/>
          <w:numId w:val="0"/>
        </w:numPr>
        <w:rPr>
          <w:color w:val="FF0000"/>
        </w:rPr>
      </w:pPr>
    </w:p>
    <w:p w14:paraId="48AD70B9" w14:textId="087F9E23" w:rsidR="00E83CF3" w:rsidRPr="000E4292" w:rsidRDefault="00E83CF3" w:rsidP="00E83CF3">
      <w:pPr>
        <w:pStyle w:val="SuSKastenheadline"/>
      </w:pPr>
      <w:r w:rsidRPr="000E4292">
        <w:t xml:space="preserve">Schneller Einsteigen </w:t>
      </w:r>
    </w:p>
    <w:p w14:paraId="40CA4418" w14:textId="09D43D69" w:rsidR="00E83CF3" w:rsidRPr="00D971EC" w:rsidRDefault="00836866" w:rsidP="00E83CF3">
      <w:pPr>
        <w:pStyle w:val="SuSKastentext"/>
      </w:pPr>
      <w:r w:rsidRPr="00836866">
        <w:t xml:space="preserve">Sie wollen mehr von Flutter erfahren? </w:t>
      </w:r>
      <w:r w:rsidR="00E83CF3" w:rsidRPr="00836866">
        <w:t xml:space="preserve">Dann ist unser </w:t>
      </w:r>
      <w:r w:rsidR="00E83CF3" w:rsidRPr="00836866">
        <w:rPr>
          <w:b/>
          <w:bCs/>
        </w:rPr>
        <w:t>Einstiegs-Webinar</w:t>
      </w:r>
      <w:r w:rsidR="00E83CF3" w:rsidRPr="00836866">
        <w:t xml:space="preserve"> in Flutter genau das richtige für S</w:t>
      </w:r>
      <w:r w:rsidRPr="00836866">
        <w:t>ie Buchen Sie es unter [3].</w:t>
      </w:r>
      <w:r w:rsidR="002A39E9">
        <w:t xml:space="preserve"> Den Quellcode zum Beispiel finden Sie </w:t>
      </w:r>
      <w:r w:rsidR="00FC753F">
        <w:t>ebenfalls</w:t>
      </w:r>
      <w:r w:rsidR="002A39E9">
        <w:t xml:space="preserve"> dort zum Download. </w:t>
      </w:r>
    </w:p>
    <w:p w14:paraId="27A63B0B" w14:textId="09792921" w:rsidR="0062487A" w:rsidRDefault="00E83CF3" w:rsidP="00E83CF3">
      <w:pPr>
        <w:pStyle w:val="SuSKastenheadline"/>
      </w:pPr>
      <w:r>
        <w:t>./.</w:t>
      </w:r>
    </w:p>
    <w:p w14:paraId="3BA874AE" w14:textId="57BDCE75" w:rsidR="00782E11" w:rsidRDefault="00782E11" w:rsidP="00DD2937">
      <w:pPr>
        <w:pStyle w:val="SuSAbsatzheadline"/>
      </w:pPr>
      <w:r>
        <w:t>Fazit</w:t>
      </w:r>
      <w:r w:rsidR="000A47FB">
        <w:t xml:space="preserve"> und Ausblick</w:t>
      </w:r>
    </w:p>
    <w:p w14:paraId="6DAC37DF" w14:textId="2A7D3A84" w:rsidR="00600D77" w:rsidRDefault="00600D77" w:rsidP="00600D77">
      <w:pPr>
        <w:pStyle w:val="SuSMengentext"/>
      </w:pPr>
      <w:r>
        <w:lastRenderedPageBreak/>
        <w:t>Die Kombination von Dart und Flutter bietet eine leistungsstarke Plattform zur Entwicklung plattformübergreifender Anwendungen. Durch das widgetbasierte UI-System ermöglicht Flutter eine konsistente Gestaltung von Benutzeroberflächen für verschiedene Betriebssysteme. Die Hot-Reload-Funktion steigert die Effizienz der Entwicklung erheblich, während das State-Management mit Provider eine robuste Methode zur Steuerung der Anwendungslogik bietet. Im Artikel haben wir die Grundlagen von Flutter erläutert, die Architektur, die Einrichtung der Entwicklungsumgebung sowie die Erstellung einer einfachen App mit State-Management demonstriert. Besonders hervorzuheben ist die einfache Skalierbarkeit, da Widgets wiederverwendet und UI-Elemente dynamisch angepasst werden können. Damit ermöglicht Flutter sowohl für kleine als auch komplexe Anwendungen eine hohe Performance und Flexibilität. Im nächsten Artikel werden wir Best Practices und fortgeschrittene Konzepte</w:t>
      </w:r>
      <w:r>
        <w:t xml:space="preserve"> rund um die Programmierung mit der </w:t>
      </w:r>
      <w:r w:rsidR="00FC753F">
        <w:t>S</w:t>
      </w:r>
      <w:r>
        <w:t>prache Dart</w:t>
      </w:r>
      <w:r>
        <w:t xml:space="preserve"> behandeln</w:t>
      </w:r>
      <w:r>
        <w:t>.</w:t>
      </w:r>
      <w:r>
        <w:t xml:space="preserve"> </w:t>
      </w:r>
    </w:p>
    <w:p w14:paraId="42DCE03D" w14:textId="477A0850" w:rsidR="00052DFC" w:rsidRPr="002A39E9" w:rsidRDefault="00052DFC">
      <w:pPr>
        <w:pStyle w:val="SuSLinksundLiteraturHeadline"/>
        <w:rPr>
          <w:rFonts w:ascii="Times New Roman" w:hAnsi="Times New Roman"/>
          <w:b w:val="0"/>
          <w:bCs w:val="0"/>
          <w:i/>
          <w:sz w:val="20"/>
        </w:rPr>
      </w:pPr>
      <w:r w:rsidRPr="002A39E9">
        <w:rPr>
          <w:rFonts w:ascii="Times New Roman" w:hAnsi="Times New Roman"/>
          <w:b w:val="0"/>
          <w:bCs w:val="0"/>
          <w:i/>
          <w:sz w:val="20"/>
        </w:rPr>
        <w:t>Dr. Veikko Krypczyk ist begeisterter Entwickler und Fachautor. Er bietet Seminare und Workshops zu unterschiedlichen Themen der Softwareentwicklung. Weitere Informationen zu diesen und anderen Themen der IT und Angebote zu Seminaren und Workshops finden Sie unter https://larinet.com.</w:t>
      </w:r>
    </w:p>
    <w:p w14:paraId="5537D835" w14:textId="1C033A36" w:rsidR="00846C39" w:rsidRPr="0006790D" w:rsidRDefault="00846C39" w:rsidP="0006790D">
      <w:pPr>
        <w:pStyle w:val="SuSLinksundLiteraturHeadline"/>
      </w:pPr>
      <w:r w:rsidRPr="0006790D">
        <w:t>Links &amp; Literatur</w:t>
      </w:r>
    </w:p>
    <w:p w14:paraId="7AA0B0C6" w14:textId="2AD951DE" w:rsidR="004E42C0" w:rsidRDefault="00516FC5" w:rsidP="0006790D">
      <w:pPr>
        <w:pStyle w:val="SuSLinksundLiteraturText"/>
      </w:pPr>
      <w:r w:rsidRPr="0006790D">
        <w:t xml:space="preserve">[1] </w:t>
      </w:r>
      <w:r w:rsidR="00965648" w:rsidRPr="00965648">
        <w:t>https://docs.flutter.dev/resources/architectural-overview</w:t>
      </w:r>
    </w:p>
    <w:p w14:paraId="5A02E7C8" w14:textId="3E90955F" w:rsidR="00965648" w:rsidRDefault="00965648" w:rsidP="0006790D">
      <w:pPr>
        <w:pStyle w:val="SuSLinksundLiteraturText"/>
      </w:pPr>
      <w:r>
        <w:t xml:space="preserve">[2] </w:t>
      </w:r>
      <w:hyperlink r:id="rId8" w:history="1">
        <w:r w:rsidRPr="000125AB">
          <w:rPr>
            <w:rStyle w:val="Hyperlink"/>
          </w:rPr>
          <w:t>https://docs.flutter.dev/get-started/install</w:t>
        </w:r>
      </w:hyperlink>
    </w:p>
    <w:p w14:paraId="335C908D" w14:textId="3194BF2B" w:rsidR="00836866" w:rsidRDefault="00836866" w:rsidP="0006790D">
      <w:pPr>
        <w:pStyle w:val="SuSLinksundLiteraturText"/>
      </w:pPr>
      <w:r>
        <w:t xml:space="preserve">[3] </w:t>
      </w:r>
      <w:hyperlink r:id="rId9" w:history="1">
        <w:r w:rsidRPr="001A43C2">
          <w:rPr>
            <w:rStyle w:val="Hyperlink"/>
          </w:rPr>
          <w:t>https://larinet.com</w:t>
        </w:r>
      </w:hyperlink>
    </w:p>
    <w:p w14:paraId="28A01314" w14:textId="77777777" w:rsidR="00836866" w:rsidRDefault="00836866" w:rsidP="0006790D">
      <w:pPr>
        <w:pStyle w:val="SuSLinksundLiteraturText"/>
      </w:pPr>
    </w:p>
    <w:p w14:paraId="6DFF0896" w14:textId="77777777" w:rsidR="00965648" w:rsidRDefault="00965648" w:rsidP="0006790D">
      <w:pPr>
        <w:pStyle w:val="SuSLinksundLiteraturText"/>
        <w:rPr>
          <w:rStyle w:val="Hyperlink"/>
          <w:color w:val="auto"/>
          <w:u w:val="none"/>
        </w:rPr>
      </w:pPr>
    </w:p>
    <w:p w14:paraId="49AD0D81" w14:textId="77777777" w:rsidR="00A31465" w:rsidRPr="00206820" w:rsidRDefault="00A31465" w:rsidP="009373DA">
      <w:pPr>
        <w:pStyle w:val="SuSLinksundLiteraturText"/>
      </w:pPr>
    </w:p>
    <w:p w14:paraId="51C63EA6" w14:textId="77777777" w:rsidR="00605D3D" w:rsidRPr="00206820" w:rsidRDefault="00605D3D" w:rsidP="00FF4447">
      <w:pPr>
        <w:pStyle w:val="SuSLinksundLiteraturText"/>
      </w:pPr>
    </w:p>
    <w:sectPr w:rsidR="00605D3D" w:rsidRPr="00206820" w:rsidSect="0020165D">
      <w:headerReference w:type="default" r:id="rId10"/>
      <w:pgSz w:w="11906" w:h="16838"/>
      <w:pgMar w:top="1247" w:right="2552" w:bottom="1021" w:left="124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F5C895" w14:textId="77777777" w:rsidR="00B3066E" w:rsidRDefault="00B3066E">
      <w:r>
        <w:separator/>
      </w:r>
    </w:p>
  </w:endnote>
  <w:endnote w:type="continuationSeparator" w:id="0">
    <w:p w14:paraId="5CE3E7BE" w14:textId="77777777" w:rsidR="00B3066E" w:rsidRDefault="00B306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auto"/>
    <w:notTrueType/>
    <w:pitch w:val="variable"/>
    <w:sig w:usb0="00000003" w:usb1="00000000" w:usb2="00000000" w:usb3="00000000" w:csb0="00000001" w:csb1="00000000"/>
  </w:font>
  <w:font w:name="Times">
    <w:altName w:val="Sylfae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05162F" w14:textId="77777777" w:rsidR="00B3066E" w:rsidRDefault="00B3066E">
      <w:r>
        <w:separator/>
      </w:r>
    </w:p>
  </w:footnote>
  <w:footnote w:type="continuationSeparator" w:id="0">
    <w:p w14:paraId="67D94A80" w14:textId="77777777" w:rsidR="00B3066E" w:rsidRDefault="00B306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35CE9F" w14:textId="6CC3B17F" w:rsidR="00846C39" w:rsidRDefault="00846C39">
    <w:pPr>
      <w:rPr>
        <w:rFonts w:ascii="Arial" w:hAnsi="Arial" w:cs="Arial"/>
        <w:sz w:val="16"/>
      </w:rPr>
    </w:pPr>
    <w:r>
      <w:rPr>
        <w:rFonts w:ascii="Arial" w:hAnsi="Arial" w:cs="Arial"/>
        <w:sz w:val="16"/>
      </w:rPr>
      <w:t xml:space="preserve">Seite </w:t>
    </w:r>
    <w:r w:rsidR="0020165D">
      <w:rPr>
        <w:rFonts w:ascii="Arial" w:hAnsi="Arial" w:cs="Arial"/>
        <w:sz w:val="16"/>
      </w:rPr>
      <w:fldChar w:fldCharType="begin"/>
    </w:r>
    <w:r>
      <w:rPr>
        <w:rFonts w:ascii="Arial" w:hAnsi="Arial" w:cs="Arial"/>
        <w:sz w:val="16"/>
      </w:rPr>
      <w:instrText xml:space="preserve"> PAGE </w:instrText>
    </w:r>
    <w:r w:rsidR="0020165D">
      <w:rPr>
        <w:rFonts w:ascii="Arial" w:hAnsi="Arial" w:cs="Arial"/>
        <w:sz w:val="16"/>
      </w:rPr>
      <w:fldChar w:fldCharType="separate"/>
    </w:r>
    <w:r w:rsidR="0068104D">
      <w:rPr>
        <w:rFonts w:ascii="Arial" w:hAnsi="Arial" w:cs="Arial"/>
        <w:noProof/>
        <w:sz w:val="16"/>
      </w:rPr>
      <w:t>2</w:t>
    </w:r>
    <w:r w:rsidR="0020165D">
      <w:rPr>
        <w:rFonts w:ascii="Arial" w:hAnsi="Arial" w:cs="Arial"/>
        <w:sz w:val="16"/>
      </w:rPr>
      <w:fldChar w:fldCharType="end"/>
    </w:r>
    <w:r>
      <w:rPr>
        <w:rFonts w:ascii="Arial" w:hAnsi="Arial" w:cs="Arial"/>
        <w:sz w:val="16"/>
      </w:rPr>
      <w:t xml:space="preserve">, Druckdatum: </w:t>
    </w:r>
    <w:r w:rsidR="0020165D">
      <w:rPr>
        <w:rFonts w:ascii="Arial" w:hAnsi="Arial" w:cs="Arial"/>
        <w:sz w:val="16"/>
      </w:rPr>
      <w:fldChar w:fldCharType="begin"/>
    </w:r>
    <w:r>
      <w:rPr>
        <w:rFonts w:ascii="Arial" w:hAnsi="Arial" w:cs="Arial"/>
        <w:sz w:val="16"/>
      </w:rPr>
      <w:instrText xml:space="preserve"> DATE \@ "dd.MM.yyyy" </w:instrText>
    </w:r>
    <w:r w:rsidR="0020165D">
      <w:rPr>
        <w:rFonts w:ascii="Arial" w:hAnsi="Arial" w:cs="Arial"/>
        <w:sz w:val="16"/>
      </w:rPr>
      <w:fldChar w:fldCharType="separate"/>
    </w:r>
    <w:r w:rsidR="00A41572">
      <w:rPr>
        <w:rFonts w:ascii="Arial" w:hAnsi="Arial" w:cs="Arial"/>
        <w:noProof/>
        <w:sz w:val="16"/>
      </w:rPr>
      <w:t>19.02.2025</w:t>
    </w:r>
    <w:r w:rsidR="0020165D">
      <w:rPr>
        <w:rFonts w:ascii="Arial" w:hAnsi="Arial" w:cs="Arial"/>
        <w:sz w:val="16"/>
      </w:rPr>
      <w:fldChar w:fldCharType="end"/>
    </w:r>
    <w:r>
      <w:rPr>
        <w:rFonts w:ascii="Arial" w:hAnsi="Arial" w:cs="Arial"/>
        <w:sz w:val="16"/>
      </w:rPr>
      <w:t xml:space="preserve">, </w:t>
    </w:r>
    <w:r w:rsidR="0020165D">
      <w:rPr>
        <w:rFonts w:ascii="Arial" w:hAnsi="Arial" w:cs="Arial"/>
        <w:sz w:val="16"/>
      </w:rPr>
      <w:fldChar w:fldCharType="begin"/>
    </w:r>
    <w:r>
      <w:rPr>
        <w:rFonts w:ascii="Arial" w:hAnsi="Arial" w:cs="Arial"/>
        <w:sz w:val="16"/>
      </w:rPr>
      <w:instrText xml:space="preserve"> TIME \@ "HH:mm" </w:instrText>
    </w:r>
    <w:r w:rsidR="0020165D">
      <w:rPr>
        <w:rFonts w:ascii="Arial" w:hAnsi="Arial" w:cs="Arial"/>
        <w:sz w:val="16"/>
      </w:rPr>
      <w:fldChar w:fldCharType="separate"/>
    </w:r>
    <w:r w:rsidR="00A41572">
      <w:rPr>
        <w:rFonts w:ascii="Arial" w:hAnsi="Arial" w:cs="Arial"/>
        <w:noProof/>
        <w:sz w:val="16"/>
      </w:rPr>
      <w:t>09:56</w:t>
    </w:r>
    <w:r w:rsidR="0020165D">
      <w:rPr>
        <w:rFonts w:ascii="Arial" w:hAnsi="Arial" w:cs="Arial"/>
        <w:sz w:val="16"/>
      </w:rPr>
      <w:fldChar w:fldCharType="end"/>
    </w:r>
    <w:r>
      <w:rPr>
        <w:rFonts w:ascii="Arial" w:hAnsi="Arial" w:cs="Arial"/>
        <w:sz w:val="16"/>
      </w:rPr>
      <w:t xml:space="preserve"> Uhr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C820D5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FBE08E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18A4AC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BCE7D4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A14C76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D82E1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6C679A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F0CDB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44415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6D2FBD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980791"/>
    <w:multiLevelType w:val="multilevel"/>
    <w:tmpl w:val="CDD4D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6477262"/>
    <w:multiLevelType w:val="multilevel"/>
    <w:tmpl w:val="C76CFF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9D15761"/>
    <w:multiLevelType w:val="multilevel"/>
    <w:tmpl w:val="C1963C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0930E8B"/>
    <w:multiLevelType w:val="multilevel"/>
    <w:tmpl w:val="31D28D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47A3DD9"/>
    <w:multiLevelType w:val="multilevel"/>
    <w:tmpl w:val="B81EF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5A05EA7"/>
    <w:multiLevelType w:val="multilevel"/>
    <w:tmpl w:val="E7F8D01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88F6B76"/>
    <w:multiLevelType w:val="multilevel"/>
    <w:tmpl w:val="A0CE96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8BE5728"/>
    <w:multiLevelType w:val="multilevel"/>
    <w:tmpl w:val="DC58CE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E2D5012"/>
    <w:multiLevelType w:val="multilevel"/>
    <w:tmpl w:val="246498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59B719D"/>
    <w:multiLevelType w:val="multilevel"/>
    <w:tmpl w:val="D9121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60A10F7"/>
    <w:multiLevelType w:val="multilevel"/>
    <w:tmpl w:val="07303C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7CF5841"/>
    <w:multiLevelType w:val="multilevel"/>
    <w:tmpl w:val="E8FA7E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A716DB3"/>
    <w:multiLevelType w:val="hybridMultilevel"/>
    <w:tmpl w:val="EC58A7BA"/>
    <w:lvl w:ilvl="0" w:tplc="D354EAEC">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15:restartNumberingAfterBreak="0">
    <w:nsid w:val="2C184463"/>
    <w:multiLevelType w:val="hybridMultilevel"/>
    <w:tmpl w:val="FA4E2C68"/>
    <w:lvl w:ilvl="0" w:tplc="E214DD3C">
      <w:start w:val="1"/>
      <w:numFmt w:val="decimal"/>
      <w:pStyle w:val="SuSAufzaehlungnummeriert"/>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4" w15:restartNumberingAfterBreak="0">
    <w:nsid w:val="3A4D5541"/>
    <w:multiLevelType w:val="hybridMultilevel"/>
    <w:tmpl w:val="2E7CD8D4"/>
    <w:lvl w:ilvl="0" w:tplc="D6FE829E">
      <w:start w:val="1"/>
      <w:numFmt w:val="bullet"/>
      <w:pStyle w:val="SuSAufzaehlunggeglieder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46375C89"/>
    <w:multiLevelType w:val="multilevel"/>
    <w:tmpl w:val="6F6AC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7C21DF9"/>
    <w:multiLevelType w:val="hybridMultilevel"/>
    <w:tmpl w:val="19CE503C"/>
    <w:lvl w:ilvl="0" w:tplc="CCBA9062">
      <w:start w:val="1"/>
      <w:numFmt w:val="decimal"/>
      <w:pStyle w:val="SuSKastentextAufzaehlungnummeriert"/>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7" w15:restartNumberingAfterBreak="0">
    <w:nsid w:val="4C576610"/>
    <w:multiLevelType w:val="multilevel"/>
    <w:tmpl w:val="80803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08371AC"/>
    <w:multiLevelType w:val="multilevel"/>
    <w:tmpl w:val="48C084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15614F1"/>
    <w:multiLevelType w:val="hybridMultilevel"/>
    <w:tmpl w:val="0A662DBC"/>
    <w:lvl w:ilvl="0" w:tplc="08090001">
      <w:start w:val="1"/>
      <w:numFmt w:val="bullet"/>
      <w:lvlText w:val=""/>
      <w:lvlJc w:val="left"/>
      <w:pPr>
        <w:ind w:left="1117" w:hanging="360"/>
      </w:pPr>
      <w:rPr>
        <w:rFonts w:ascii="Symbol" w:hAnsi="Symbol" w:hint="default"/>
      </w:rPr>
    </w:lvl>
    <w:lvl w:ilvl="1" w:tplc="08090003" w:tentative="1">
      <w:start w:val="1"/>
      <w:numFmt w:val="bullet"/>
      <w:lvlText w:val="o"/>
      <w:lvlJc w:val="left"/>
      <w:pPr>
        <w:ind w:left="1837" w:hanging="360"/>
      </w:pPr>
      <w:rPr>
        <w:rFonts w:ascii="Courier New" w:hAnsi="Courier New" w:cs="Courier New" w:hint="default"/>
      </w:rPr>
    </w:lvl>
    <w:lvl w:ilvl="2" w:tplc="08090005" w:tentative="1">
      <w:start w:val="1"/>
      <w:numFmt w:val="bullet"/>
      <w:lvlText w:val=""/>
      <w:lvlJc w:val="left"/>
      <w:pPr>
        <w:ind w:left="2557" w:hanging="360"/>
      </w:pPr>
      <w:rPr>
        <w:rFonts w:ascii="Wingdings" w:hAnsi="Wingdings" w:hint="default"/>
      </w:rPr>
    </w:lvl>
    <w:lvl w:ilvl="3" w:tplc="08090001" w:tentative="1">
      <w:start w:val="1"/>
      <w:numFmt w:val="bullet"/>
      <w:lvlText w:val=""/>
      <w:lvlJc w:val="left"/>
      <w:pPr>
        <w:ind w:left="3277" w:hanging="360"/>
      </w:pPr>
      <w:rPr>
        <w:rFonts w:ascii="Symbol" w:hAnsi="Symbol" w:hint="default"/>
      </w:rPr>
    </w:lvl>
    <w:lvl w:ilvl="4" w:tplc="08090003" w:tentative="1">
      <w:start w:val="1"/>
      <w:numFmt w:val="bullet"/>
      <w:lvlText w:val="o"/>
      <w:lvlJc w:val="left"/>
      <w:pPr>
        <w:ind w:left="3997" w:hanging="360"/>
      </w:pPr>
      <w:rPr>
        <w:rFonts w:ascii="Courier New" w:hAnsi="Courier New" w:cs="Courier New" w:hint="default"/>
      </w:rPr>
    </w:lvl>
    <w:lvl w:ilvl="5" w:tplc="08090005" w:tentative="1">
      <w:start w:val="1"/>
      <w:numFmt w:val="bullet"/>
      <w:lvlText w:val=""/>
      <w:lvlJc w:val="left"/>
      <w:pPr>
        <w:ind w:left="4717" w:hanging="360"/>
      </w:pPr>
      <w:rPr>
        <w:rFonts w:ascii="Wingdings" w:hAnsi="Wingdings" w:hint="default"/>
      </w:rPr>
    </w:lvl>
    <w:lvl w:ilvl="6" w:tplc="08090001" w:tentative="1">
      <w:start w:val="1"/>
      <w:numFmt w:val="bullet"/>
      <w:lvlText w:val=""/>
      <w:lvlJc w:val="left"/>
      <w:pPr>
        <w:ind w:left="5437" w:hanging="360"/>
      </w:pPr>
      <w:rPr>
        <w:rFonts w:ascii="Symbol" w:hAnsi="Symbol" w:hint="default"/>
      </w:rPr>
    </w:lvl>
    <w:lvl w:ilvl="7" w:tplc="08090003" w:tentative="1">
      <w:start w:val="1"/>
      <w:numFmt w:val="bullet"/>
      <w:lvlText w:val="o"/>
      <w:lvlJc w:val="left"/>
      <w:pPr>
        <w:ind w:left="6157" w:hanging="360"/>
      </w:pPr>
      <w:rPr>
        <w:rFonts w:ascii="Courier New" w:hAnsi="Courier New" w:cs="Courier New" w:hint="default"/>
      </w:rPr>
    </w:lvl>
    <w:lvl w:ilvl="8" w:tplc="08090005" w:tentative="1">
      <w:start w:val="1"/>
      <w:numFmt w:val="bullet"/>
      <w:lvlText w:val=""/>
      <w:lvlJc w:val="left"/>
      <w:pPr>
        <w:ind w:left="6877" w:hanging="360"/>
      </w:pPr>
      <w:rPr>
        <w:rFonts w:ascii="Wingdings" w:hAnsi="Wingdings" w:hint="default"/>
      </w:rPr>
    </w:lvl>
  </w:abstractNum>
  <w:abstractNum w:abstractNumId="30" w15:restartNumberingAfterBreak="0">
    <w:nsid w:val="51C539F1"/>
    <w:multiLevelType w:val="hybridMultilevel"/>
    <w:tmpl w:val="83164E2E"/>
    <w:lvl w:ilvl="0" w:tplc="B6BE1BE0">
      <w:start w:val="1"/>
      <w:numFmt w:val="bullet"/>
      <w:pStyle w:val="SuSKastentextAufzaehlunggeglieder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391266F"/>
    <w:multiLevelType w:val="multilevel"/>
    <w:tmpl w:val="3B36E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EF808B9"/>
    <w:multiLevelType w:val="hybridMultilevel"/>
    <w:tmpl w:val="B3E83E76"/>
    <w:lvl w:ilvl="0" w:tplc="0407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5F783C6D"/>
    <w:multiLevelType w:val="multilevel"/>
    <w:tmpl w:val="C08674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4C76EC4"/>
    <w:multiLevelType w:val="multilevel"/>
    <w:tmpl w:val="4AECAD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6AA4C2F"/>
    <w:multiLevelType w:val="singleLevel"/>
    <w:tmpl w:val="F6466230"/>
    <w:lvl w:ilvl="0">
      <w:start w:val="1"/>
      <w:numFmt w:val="bullet"/>
      <w:lvlText w:val=""/>
      <w:lvlJc w:val="left"/>
      <w:pPr>
        <w:tabs>
          <w:tab w:val="num" w:pos="360"/>
        </w:tabs>
        <w:ind w:left="0" w:firstLine="0"/>
      </w:pPr>
      <w:rPr>
        <w:rFonts w:ascii="Symbol" w:hAnsi="Symbol" w:hint="default"/>
      </w:rPr>
    </w:lvl>
  </w:abstractNum>
  <w:abstractNum w:abstractNumId="36" w15:restartNumberingAfterBreak="0">
    <w:nsid w:val="71297FCB"/>
    <w:multiLevelType w:val="hybridMultilevel"/>
    <w:tmpl w:val="AC142EF2"/>
    <w:lvl w:ilvl="0" w:tplc="04070005">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71B042EE"/>
    <w:multiLevelType w:val="multilevel"/>
    <w:tmpl w:val="B4A496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D226508"/>
    <w:multiLevelType w:val="multilevel"/>
    <w:tmpl w:val="5330BF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13179734">
    <w:abstractNumId w:val="35"/>
  </w:num>
  <w:num w:numId="2" w16cid:durableId="1365516265">
    <w:abstractNumId w:val="35"/>
  </w:num>
  <w:num w:numId="3" w16cid:durableId="252476039">
    <w:abstractNumId w:val="24"/>
  </w:num>
  <w:num w:numId="4" w16cid:durableId="1292129213">
    <w:abstractNumId w:val="30"/>
  </w:num>
  <w:num w:numId="5" w16cid:durableId="1477182824">
    <w:abstractNumId w:val="23"/>
  </w:num>
  <w:num w:numId="6" w16cid:durableId="1677541228">
    <w:abstractNumId w:val="26"/>
  </w:num>
  <w:num w:numId="7" w16cid:durableId="743573075">
    <w:abstractNumId w:val="9"/>
  </w:num>
  <w:num w:numId="8" w16cid:durableId="661666857">
    <w:abstractNumId w:val="7"/>
  </w:num>
  <w:num w:numId="9" w16cid:durableId="1736855779">
    <w:abstractNumId w:val="6"/>
  </w:num>
  <w:num w:numId="10" w16cid:durableId="751001848">
    <w:abstractNumId w:val="5"/>
  </w:num>
  <w:num w:numId="11" w16cid:durableId="262110425">
    <w:abstractNumId w:val="4"/>
  </w:num>
  <w:num w:numId="12" w16cid:durableId="949698723">
    <w:abstractNumId w:val="8"/>
  </w:num>
  <w:num w:numId="13" w16cid:durableId="2079555395">
    <w:abstractNumId w:val="3"/>
  </w:num>
  <w:num w:numId="14" w16cid:durableId="316151425">
    <w:abstractNumId w:val="2"/>
  </w:num>
  <w:num w:numId="15" w16cid:durableId="1328704827">
    <w:abstractNumId w:val="1"/>
  </w:num>
  <w:num w:numId="16" w16cid:durableId="2114930814">
    <w:abstractNumId w:val="0"/>
  </w:num>
  <w:num w:numId="17" w16cid:durableId="1590967121">
    <w:abstractNumId w:val="22"/>
  </w:num>
  <w:num w:numId="18" w16cid:durableId="84571312">
    <w:abstractNumId w:val="11"/>
  </w:num>
  <w:num w:numId="19" w16cid:durableId="29191122">
    <w:abstractNumId w:val="28"/>
  </w:num>
  <w:num w:numId="20" w16cid:durableId="1942955512">
    <w:abstractNumId w:val="16"/>
  </w:num>
  <w:num w:numId="21" w16cid:durableId="603851368">
    <w:abstractNumId w:val="34"/>
  </w:num>
  <w:num w:numId="22" w16cid:durableId="40330610">
    <w:abstractNumId w:val="37"/>
  </w:num>
  <w:num w:numId="23" w16cid:durableId="774136556">
    <w:abstractNumId w:val="20"/>
  </w:num>
  <w:num w:numId="24" w16cid:durableId="504590036">
    <w:abstractNumId w:val="25"/>
  </w:num>
  <w:num w:numId="25" w16cid:durableId="973602879">
    <w:abstractNumId w:val="14"/>
  </w:num>
  <w:num w:numId="26" w16cid:durableId="2117631216">
    <w:abstractNumId w:val="23"/>
    <w:lvlOverride w:ilvl="0">
      <w:startOverride w:val="1"/>
    </w:lvlOverride>
  </w:num>
  <w:num w:numId="27" w16cid:durableId="981809274">
    <w:abstractNumId w:val="36"/>
  </w:num>
  <w:num w:numId="28" w16cid:durableId="1331788156">
    <w:abstractNumId w:val="32"/>
  </w:num>
  <w:num w:numId="29" w16cid:durableId="1097405331">
    <w:abstractNumId w:val="23"/>
    <w:lvlOverride w:ilvl="0">
      <w:startOverride w:val="1"/>
    </w:lvlOverride>
  </w:num>
  <w:num w:numId="30" w16cid:durableId="883909664">
    <w:abstractNumId w:val="23"/>
    <w:lvlOverride w:ilvl="0">
      <w:startOverride w:val="1"/>
    </w:lvlOverride>
  </w:num>
  <w:num w:numId="31" w16cid:durableId="1568026693">
    <w:abstractNumId w:val="13"/>
  </w:num>
  <w:num w:numId="32" w16cid:durableId="450633577">
    <w:abstractNumId w:val="38"/>
  </w:num>
  <w:num w:numId="33" w16cid:durableId="933855000">
    <w:abstractNumId w:val="21"/>
  </w:num>
  <w:num w:numId="34" w16cid:durableId="1854758381">
    <w:abstractNumId w:val="12"/>
  </w:num>
  <w:num w:numId="35" w16cid:durableId="616521536">
    <w:abstractNumId w:val="18"/>
  </w:num>
  <w:num w:numId="36" w16cid:durableId="1020352223">
    <w:abstractNumId w:val="33"/>
  </w:num>
  <w:num w:numId="37" w16cid:durableId="779297434">
    <w:abstractNumId w:val="10"/>
  </w:num>
  <w:num w:numId="38" w16cid:durableId="135073530">
    <w:abstractNumId w:val="19"/>
  </w:num>
  <w:num w:numId="39" w16cid:durableId="1695576379">
    <w:abstractNumId w:val="27"/>
  </w:num>
  <w:num w:numId="40" w16cid:durableId="1636566387">
    <w:abstractNumId w:val="15"/>
  </w:num>
  <w:num w:numId="41" w16cid:durableId="1335181426">
    <w:abstractNumId w:val="31"/>
  </w:num>
  <w:num w:numId="42" w16cid:durableId="1346442112">
    <w:abstractNumId w:val="17"/>
  </w:num>
  <w:num w:numId="43" w16cid:durableId="1358239973">
    <w:abstractNumId w:val="29"/>
  </w:num>
  <w:num w:numId="44" w16cid:durableId="717238220">
    <w:abstractNumId w:val="2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08F2"/>
    <w:rsid w:val="00005E5F"/>
    <w:rsid w:val="00012074"/>
    <w:rsid w:val="0003721D"/>
    <w:rsid w:val="0003754A"/>
    <w:rsid w:val="00037565"/>
    <w:rsid w:val="00043475"/>
    <w:rsid w:val="00045110"/>
    <w:rsid w:val="00047DA7"/>
    <w:rsid w:val="0005131D"/>
    <w:rsid w:val="00052DFC"/>
    <w:rsid w:val="00053CAA"/>
    <w:rsid w:val="0006790D"/>
    <w:rsid w:val="000700AA"/>
    <w:rsid w:val="00074035"/>
    <w:rsid w:val="00080297"/>
    <w:rsid w:val="00087C7C"/>
    <w:rsid w:val="00097F01"/>
    <w:rsid w:val="000A2F8F"/>
    <w:rsid w:val="000A47FB"/>
    <w:rsid w:val="000B716B"/>
    <w:rsid w:val="000D738C"/>
    <w:rsid w:val="000E01A1"/>
    <w:rsid w:val="000E264C"/>
    <w:rsid w:val="000E2FE0"/>
    <w:rsid w:val="000E4292"/>
    <w:rsid w:val="000E6D31"/>
    <w:rsid w:val="000F14D9"/>
    <w:rsid w:val="000F67E1"/>
    <w:rsid w:val="00107EF9"/>
    <w:rsid w:val="0011637F"/>
    <w:rsid w:val="00117DDB"/>
    <w:rsid w:val="00130ED4"/>
    <w:rsid w:val="00136B2C"/>
    <w:rsid w:val="00140AFD"/>
    <w:rsid w:val="001534DF"/>
    <w:rsid w:val="00154F94"/>
    <w:rsid w:val="00157246"/>
    <w:rsid w:val="00161ADB"/>
    <w:rsid w:val="00162257"/>
    <w:rsid w:val="0016662E"/>
    <w:rsid w:val="00167719"/>
    <w:rsid w:val="00173278"/>
    <w:rsid w:val="00182456"/>
    <w:rsid w:val="00196F08"/>
    <w:rsid w:val="001A3773"/>
    <w:rsid w:val="001C6F4E"/>
    <w:rsid w:val="001D2D86"/>
    <w:rsid w:val="001E361B"/>
    <w:rsid w:val="001E4747"/>
    <w:rsid w:val="001E5068"/>
    <w:rsid w:val="001F30D9"/>
    <w:rsid w:val="001F78AD"/>
    <w:rsid w:val="0020165D"/>
    <w:rsid w:val="002024BB"/>
    <w:rsid w:val="00204B6F"/>
    <w:rsid w:val="00206820"/>
    <w:rsid w:val="00207982"/>
    <w:rsid w:val="00220E4E"/>
    <w:rsid w:val="002275DE"/>
    <w:rsid w:val="002324F7"/>
    <w:rsid w:val="00233885"/>
    <w:rsid w:val="002419F1"/>
    <w:rsid w:val="00252EAD"/>
    <w:rsid w:val="00254397"/>
    <w:rsid w:val="00281AC2"/>
    <w:rsid w:val="0029040A"/>
    <w:rsid w:val="00294B4F"/>
    <w:rsid w:val="00296408"/>
    <w:rsid w:val="002A39E9"/>
    <w:rsid w:val="002C5195"/>
    <w:rsid w:val="002C5231"/>
    <w:rsid w:val="002C5AB9"/>
    <w:rsid w:val="002C5F40"/>
    <w:rsid w:val="002D08B2"/>
    <w:rsid w:val="002E7A37"/>
    <w:rsid w:val="002F0749"/>
    <w:rsid w:val="002F0AAA"/>
    <w:rsid w:val="00302B9F"/>
    <w:rsid w:val="00306FAF"/>
    <w:rsid w:val="003121FA"/>
    <w:rsid w:val="00312F16"/>
    <w:rsid w:val="00315F00"/>
    <w:rsid w:val="00321442"/>
    <w:rsid w:val="003254C4"/>
    <w:rsid w:val="00325754"/>
    <w:rsid w:val="003258D8"/>
    <w:rsid w:val="00350084"/>
    <w:rsid w:val="00351BC3"/>
    <w:rsid w:val="003561E0"/>
    <w:rsid w:val="00356BE8"/>
    <w:rsid w:val="003572B5"/>
    <w:rsid w:val="00362AB3"/>
    <w:rsid w:val="00363212"/>
    <w:rsid w:val="00375977"/>
    <w:rsid w:val="00383220"/>
    <w:rsid w:val="003864EE"/>
    <w:rsid w:val="00387AA0"/>
    <w:rsid w:val="00397BA3"/>
    <w:rsid w:val="003A6708"/>
    <w:rsid w:val="003C1F20"/>
    <w:rsid w:val="003D10C5"/>
    <w:rsid w:val="003D1734"/>
    <w:rsid w:val="003D2B79"/>
    <w:rsid w:val="003D59C2"/>
    <w:rsid w:val="003E0E22"/>
    <w:rsid w:val="00400039"/>
    <w:rsid w:val="004044C6"/>
    <w:rsid w:val="004103F2"/>
    <w:rsid w:val="004236DD"/>
    <w:rsid w:val="00424B4E"/>
    <w:rsid w:val="00424B51"/>
    <w:rsid w:val="00435D58"/>
    <w:rsid w:val="00447F13"/>
    <w:rsid w:val="00451815"/>
    <w:rsid w:val="004527CE"/>
    <w:rsid w:val="00477ED0"/>
    <w:rsid w:val="00482360"/>
    <w:rsid w:val="00493616"/>
    <w:rsid w:val="004950B9"/>
    <w:rsid w:val="00495F05"/>
    <w:rsid w:val="004B0641"/>
    <w:rsid w:val="004B2B7F"/>
    <w:rsid w:val="004B2C7F"/>
    <w:rsid w:val="004C3374"/>
    <w:rsid w:val="004C4939"/>
    <w:rsid w:val="004C4AE6"/>
    <w:rsid w:val="004D12E2"/>
    <w:rsid w:val="004E245E"/>
    <w:rsid w:val="004E42C0"/>
    <w:rsid w:val="004E7C2C"/>
    <w:rsid w:val="004F0EF5"/>
    <w:rsid w:val="004F2C53"/>
    <w:rsid w:val="00516FC5"/>
    <w:rsid w:val="00521B32"/>
    <w:rsid w:val="005271FE"/>
    <w:rsid w:val="005359D9"/>
    <w:rsid w:val="00540D1C"/>
    <w:rsid w:val="00544980"/>
    <w:rsid w:val="00551887"/>
    <w:rsid w:val="0055306D"/>
    <w:rsid w:val="005533F5"/>
    <w:rsid w:val="00553628"/>
    <w:rsid w:val="005669E6"/>
    <w:rsid w:val="00573435"/>
    <w:rsid w:val="005764F4"/>
    <w:rsid w:val="00584D09"/>
    <w:rsid w:val="005859BD"/>
    <w:rsid w:val="0059018D"/>
    <w:rsid w:val="005902A6"/>
    <w:rsid w:val="00597C64"/>
    <w:rsid w:val="005A09C6"/>
    <w:rsid w:val="005B50B5"/>
    <w:rsid w:val="005B6100"/>
    <w:rsid w:val="005C16B0"/>
    <w:rsid w:val="005C20D8"/>
    <w:rsid w:val="005D5A07"/>
    <w:rsid w:val="005D6868"/>
    <w:rsid w:val="005D7CD1"/>
    <w:rsid w:val="005F2CE9"/>
    <w:rsid w:val="005F7CBC"/>
    <w:rsid w:val="00600428"/>
    <w:rsid w:val="00600D77"/>
    <w:rsid w:val="00605D3D"/>
    <w:rsid w:val="00611BA0"/>
    <w:rsid w:val="0062487A"/>
    <w:rsid w:val="00625619"/>
    <w:rsid w:val="006408EF"/>
    <w:rsid w:val="006515E2"/>
    <w:rsid w:val="00653E58"/>
    <w:rsid w:val="00653E86"/>
    <w:rsid w:val="006541EA"/>
    <w:rsid w:val="00656F3B"/>
    <w:rsid w:val="006624A5"/>
    <w:rsid w:val="00666AC2"/>
    <w:rsid w:val="00673981"/>
    <w:rsid w:val="00674DA9"/>
    <w:rsid w:val="0068104D"/>
    <w:rsid w:val="006839E4"/>
    <w:rsid w:val="00686D26"/>
    <w:rsid w:val="00693AAF"/>
    <w:rsid w:val="006A1982"/>
    <w:rsid w:val="006A273F"/>
    <w:rsid w:val="006A6E96"/>
    <w:rsid w:val="006B458B"/>
    <w:rsid w:val="006D0426"/>
    <w:rsid w:val="006D789F"/>
    <w:rsid w:val="006E40B7"/>
    <w:rsid w:val="006E7C79"/>
    <w:rsid w:val="006F641C"/>
    <w:rsid w:val="007070FC"/>
    <w:rsid w:val="0071294C"/>
    <w:rsid w:val="007215E8"/>
    <w:rsid w:val="00727AB8"/>
    <w:rsid w:val="0073460C"/>
    <w:rsid w:val="007507B6"/>
    <w:rsid w:val="007572FB"/>
    <w:rsid w:val="00761556"/>
    <w:rsid w:val="00773EF1"/>
    <w:rsid w:val="00780B9A"/>
    <w:rsid w:val="00782E11"/>
    <w:rsid w:val="007834AB"/>
    <w:rsid w:val="00791560"/>
    <w:rsid w:val="007A3986"/>
    <w:rsid w:val="007B4744"/>
    <w:rsid w:val="007C01D0"/>
    <w:rsid w:val="007C20C3"/>
    <w:rsid w:val="007C6420"/>
    <w:rsid w:val="007D3F23"/>
    <w:rsid w:val="007D4248"/>
    <w:rsid w:val="007D79AF"/>
    <w:rsid w:val="00806073"/>
    <w:rsid w:val="00813E00"/>
    <w:rsid w:val="008274C6"/>
    <w:rsid w:val="008323EA"/>
    <w:rsid w:val="00833714"/>
    <w:rsid w:val="00836866"/>
    <w:rsid w:val="00846C39"/>
    <w:rsid w:val="00854FDB"/>
    <w:rsid w:val="00855DFC"/>
    <w:rsid w:val="00855E2A"/>
    <w:rsid w:val="008600A0"/>
    <w:rsid w:val="00862EE6"/>
    <w:rsid w:val="00873FAE"/>
    <w:rsid w:val="008803BD"/>
    <w:rsid w:val="00885BF8"/>
    <w:rsid w:val="00896D1F"/>
    <w:rsid w:val="008A427D"/>
    <w:rsid w:val="008A4CDE"/>
    <w:rsid w:val="008A6377"/>
    <w:rsid w:val="008C35C3"/>
    <w:rsid w:val="008C4E9A"/>
    <w:rsid w:val="008C543E"/>
    <w:rsid w:val="008F0988"/>
    <w:rsid w:val="008F5FE8"/>
    <w:rsid w:val="0091515E"/>
    <w:rsid w:val="009166F9"/>
    <w:rsid w:val="009373DA"/>
    <w:rsid w:val="0095044D"/>
    <w:rsid w:val="009514C3"/>
    <w:rsid w:val="009545C7"/>
    <w:rsid w:val="00957E2A"/>
    <w:rsid w:val="00960AF1"/>
    <w:rsid w:val="00964AB8"/>
    <w:rsid w:val="00965648"/>
    <w:rsid w:val="00967E7E"/>
    <w:rsid w:val="0097601F"/>
    <w:rsid w:val="0098619B"/>
    <w:rsid w:val="00987097"/>
    <w:rsid w:val="0099570B"/>
    <w:rsid w:val="00997510"/>
    <w:rsid w:val="009A1BDC"/>
    <w:rsid w:val="009B1B6E"/>
    <w:rsid w:val="009C1C90"/>
    <w:rsid w:val="009C454D"/>
    <w:rsid w:val="009D3A8A"/>
    <w:rsid w:val="009D736D"/>
    <w:rsid w:val="009E2AF4"/>
    <w:rsid w:val="009F19D1"/>
    <w:rsid w:val="009F6504"/>
    <w:rsid w:val="00A015A8"/>
    <w:rsid w:val="00A1434C"/>
    <w:rsid w:val="00A20436"/>
    <w:rsid w:val="00A27223"/>
    <w:rsid w:val="00A31465"/>
    <w:rsid w:val="00A358F7"/>
    <w:rsid w:val="00A37B91"/>
    <w:rsid w:val="00A41572"/>
    <w:rsid w:val="00A4320F"/>
    <w:rsid w:val="00A43CFF"/>
    <w:rsid w:val="00A51CDC"/>
    <w:rsid w:val="00A54D8F"/>
    <w:rsid w:val="00A55364"/>
    <w:rsid w:val="00A56536"/>
    <w:rsid w:val="00A66EF7"/>
    <w:rsid w:val="00A66FC8"/>
    <w:rsid w:val="00A738F3"/>
    <w:rsid w:val="00A74341"/>
    <w:rsid w:val="00A9565F"/>
    <w:rsid w:val="00A972A5"/>
    <w:rsid w:val="00AB58A3"/>
    <w:rsid w:val="00AC2A49"/>
    <w:rsid w:val="00AC3963"/>
    <w:rsid w:val="00AD2906"/>
    <w:rsid w:val="00AD6162"/>
    <w:rsid w:val="00AD7B34"/>
    <w:rsid w:val="00AE142E"/>
    <w:rsid w:val="00AE32E1"/>
    <w:rsid w:val="00AF6979"/>
    <w:rsid w:val="00B10244"/>
    <w:rsid w:val="00B117E1"/>
    <w:rsid w:val="00B21C4A"/>
    <w:rsid w:val="00B30654"/>
    <w:rsid w:val="00B3066E"/>
    <w:rsid w:val="00B31C1D"/>
    <w:rsid w:val="00B5229D"/>
    <w:rsid w:val="00B60814"/>
    <w:rsid w:val="00B60EB7"/>
    <w:rsid w:val="00B747FC"/>
    <w:rsid w:val="00B816F4"/>
    <w:rsid w:val="00B82A83"/>
    <w:rsid w:val="00B83909"/>
    <w:rsid w:val="00B84341"/>
    <w:rsid w:val="00B84D08"/>
    <w:rsid w:val="00B87DE3"/>
    <w:rsid w:val="00B91357"/>
    <w:rsid w:val="00B92C9D"/>
    <w:rsid w:val="00B93605"/>
    <w:rsid w:val="00BA1B24"/>
    <w:rsid w:val="00BA20BC"/>
    <w:rsid w:val="00BA2A09"/>
    <w:rsid w:val="00BA2BC7"/>
    <w:rsid w:val="00BC7F05"/>
    <w:rsid w:val="00BD491A"/>
    <w:rsid w:val="00BF6F7D"/>
    <w:rsid w:val="00BF7F7E"/>
    <w:rsid w:val="00C0404A"/>
    <w:rsid w:val="00C04511"/>
    <w:rsid w:val="00C1175A"/>
    <w:rsid w:val="00C1179A"/>
    <w:rsid w:val="00C14416"/>
    <w:rsid w:val="00C20648"/>
    <w:rsid w:val="00C3132D"/>
    <w:rsid w:val="00C31B28"/>
    <w:rsid w:val="00C40FA6"/>
    <w:rsid w:val="00C4325D"/>
    <w:rsid w:val="00C51B8D"/>
    <w:rsid w:val="00C543E4"/>
    <w:rsid w:val="00C55EA1"/>
    <w:rsid w:val="00C57055"/>
    <w:rsid w:val="00C61EFF"/>
    <w:rsid w:val="00C70697"/>
    <w:rsid w:val="00C75388"/>
    <w:rsid w:val="00C80CEC"/>
    <w:rsid w:val="00C957ED"/>
    <w:rsid w:val="00C96F3C"/>
    <w:rsid w:val="00CB0B83"/>
    <w:rsid w:val="00CB541F"/>
    <w:rsid w:val="00CB7A0C"/>
    <w:rsid w:val="00CC359D"/>
    <w:rsid w:val="00CC7C19"/>
    <w:rsid w:val="00CD466F"/>
    <w:rsid w:val="00CE600F"/>
    <w:rsid w:val="00CF5630"/>
    <w:rsid w:val="00CF6BE9"/>
    <w:rsid w:val="00D00A1E"/>
    <w:rsid w:val="00D02455"/>
    <w:rsid w:val="00D1437D"/>
    <w:rsid w:val="00D2491D"/>
    <w:rsid w:val="00D2795C"/>
    <w:rsid w:val="00D3029D"/>
    <w:rsid w:val="00D42F69"/>
    <w:rsid w:val="00D43CCA"/>
    <w:rsid w:val="00D4457A"/>
    <w:rsid w:val="00D4471A"/>
    <w:rsid w:val="00D5283C"/>
    <w:rsid w:val="00D6243B"/>
    <w:rsid w:val="00D67E54"/>
    <w:rsid w:val="00D70EDB"/>
    <w:rsid w:val="00D77618"/>
    <w:rsid w:val="00D81EA8"/>
    <w:rsid w:val="00D83AD0"/>
    <w:rsid w:val="00D90153"/>
    <w:rsid w:val="00D95CE7"/>
    <w:rsid w:val="00D97738"/>
    <w:rsid w:val="00DA280C"/>
    <w:rsid w:val="00DA6D07"/>
    <w:rsid w:val="00DB08F2"/>
    <w:rsid w:val="00DC1BF6"/>
    <w:rsid w:val="00DC6E2C"/>
    <w:rsid w:val="00DD12B2"/>
    <w:rsid w:val="00DD2937"/>
    <w:rsid w:val="00DD338F"/>
    <w:rsid w:val="00DD6A69"/>
    <w:rsid w:val="00DE1E11"/>
    <w:rsid w:val="00DE4CF6"/>
    <w:rsid w:val="00E026BB"/>
    <w:rsid w:val="00E076D1"/>
    <w:rsid w:val="00E14A50"/>
    <w:rsid w:val="00E32A2D"/>
    <w:rsid w:val="00E347DB"/>
    <w:rsid w:val="00E356D4"/>
    <w:rsid w:val="00E45C1C"/>
    <w:rsid w:val="00E54D0D"/>
    <w:rsid w:val="00E55F14"/>
    <w:rsid w:val="00E57393"/>
    <w:rsid w:val="00E63235"/>
    <w:rsid w:val="00E64B2A"/>
    <w:rsid w:val="00E66941"/>
    <w:rsid w:val="00E747DE"/>
    <w:rsid w:val="00E8258B"/>
    <w:rsid w:val="00E83CF3"/>
    <w:rsid w:val="00EB090E"/>
    <w:rsid w:val="00EB51E0"/>
    <w:rsid w:val="00EC7BF1"/>
    <w:rsid w:val="00ED618B"/>
    <w:rsid w:val="00EE3272"/>
    <w:rsid w:val="00EE42CD"/>
    <w:rsid w:val="00EE6E95"/>
    <w:rsid w:val="00EF571F"/>
    <w:rsid w:val="00F04818"/>
    <w:rsid w:val="00F072A3"/>
    <w:rsid w:val="00F1188D"/>
    <w:rsid w:val="00F11DA9"/>
    <w:rsid w:val="00F15E4E"/>
    <w:rsid w:val="00F1653C"/>
    <w:rsid w:val="00F257D6"/>
    <w:rsid w:val="00F307C1"/>
    <w:rsid w:val="00F33B92"/>
    <w:rsid w:val="00F33FC8"/>
    <w:rsid w:val="00F35CBC"/>
    <w:rsid w:val="00F36A23"/>
    <w:rsid w:val="00F477EB"/>
    <w:rsid w:val="00F520C4"/>
    <w:rsid w:val="00F53729"/>
    <w:rsid w:val="00F5691B"/>
    <w:rsid w:val="00F6706E"/>
    <w:rsid w:val="00F72034"/>
    <w:rsid w:val="00F74CCC"/>
    <w:rsid w:val="00F752C2"/>
    <w:rsid w:val="00F91D32"/>
    <w:rsid w:val="00FB5DD2"/>
    <w:rsid w:val="00FB7914"/>
    <w:rsid w:val="00FC1957"/>
    <w:rsid w:val="00FC4F6F"/>
    <w:rsid w:val="00FC753F"/>
    <w:rsid w:val="00FC79F3"/>
    <w:rsid w:val="00FD13F0"/>
    <w:rsid w:val="00FD2F75"/>
    <w:rsid w:val="00FD4929"/>
    <w:rsid w:val="00FD53F6"/>
    <w:rsid w:val="00FE3395"/>
    <w:rsid w:val="00FF32A6"/>
    <w:rsid w:val="00FF444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EF73D8"/>
  <w15:docId w15:val="{9C702E12-4F22-4A68-A3BD-3B89E6284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3121FA"/>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uSTabellenkopf">
    <w:name w:val="SuS_Tabellenkopf"/>
    <w:basedOn w:val="SuSKastenheadline"/>
    <w:next w:val="SuSTabellentext"/>
  </w:style>
  <w:style w:type="paragraph" w:customStyle="1" w:styleId="SuSKastenheadline">
    <w:name w:val="SuS_Kastenheadline"/>
    <w:basedOn w:val="SuSKastentext"/>
    <w:next w:val="SuSKastentext"/>
    <w:pPr>
      <w:shd w:val="clear" w:color="auto" w:fill="E0E0E0"/>
      <w:spacing w:line="280" w:lineRule="exact"/>
    </w:pPr>
    <w:rPr>
      <w:b/>
      <w:bCs/>
    </w:rPr>
  </w:style>
  <w:style w:type="paragraph" w:customStyle="1" w:styleId="SuSKastentext">
    <w:name w:val="SuS_Kastentext"/>
    <w:basedOn w:val="SuSMengentext"/>
    <w:pPr>
      <w:spacing w:line="300" w:lineRule="exact"/>
    </w:pPr>
    <w:rPr>
      <w:rFonts w:ascii="Arial" w:hAnsi="Arial"/>
      <w:sz w:val="18"/>
    </w:rPr>
  </w:style>
  <w:style w:type="paragraph" w:customStyle="1" w:styleId="SuSTabellentext">
    <w:name w:val="SuS_Tabellentext"/>
    <w:basedOn w:val="SuSKastentext"/>
    <w:pPr>
      <w:ind w:firstLine="0"/>
    </w:pPr>
  </w:style>
  <w:style w:type="paragraph" w:customStyle="1" w:styleId="SuSMengentext">
    <w:name w:val="SuS_Mengentext"/>
    <w:basedOn w:val="Standard"/>
    <w:pPr>
      <w:spacing w:line="320" w:lineRule="exact"/>
      <w:ind w:firstLine="397"/>
    </w:pPr>
  </w:style>
  <w:style w:type="paragraph" w:customStyle="1" w:styleId="SuSAbsatzheadline">
    <w:name w:val="SuS_Absatzheadline"/>
    <w:basedOn w:val="SuSMengentext"/>
    <w:next w:val="SuSMengentext"/>
    <w:pPr>
      <w:spacing w:before="240"/>
      <w:ind w:firstLine="0"/>
      <w:outlineLvl w:val="3"/>
    </w:pPr>
    <w:rPr>
      <w:rFonts w:ascii="Arial" w:hAnsi="Arial"/>
      <w:b/>
      <w:bCs/>
    </w:rPr>
  </w:style>
  <w:style w:type="paragraph" w:customStyle="1" w:styleId="SuSSubhead2">
    <w:name w:val="SuS_Subhead2"/>
    <w:basedOn w:val="SuSMengentext"/>
    <w:next w:val="SuSMengentext"/>
    <w:pPr>
      <w:spacing w:after="120"/>
      <w:ind w:firstLine="0"/>
      <w:outlineLvl w:val="2"/>
    </w:pPr>
    <w:rPr>
      <w:sz w:val="22"/>
    </w:rPr>
  </w:style>
  <w:style w:type="paragraph" w:customStyle="1" w:styleId="SuSSubhead1">
    <w:name w:val="SuS_Subhead1"/>
    <w:basedOn w:val="SuSMengentext"/>
    <w:next w:val="SuSSubhead2"/>
    <w:pPr>
      <w:spacing w:before="120"/>
      <w:outlineLvl w:val="1"/>
    </w:pPr>
    <w:rPr>
      <w:rFonts w:ascii="Arial" w:hAnsi="Arial"/>
      <w:sz w:val="24"/>
    </w:rPr>
  </w:style>
  <w:style w:type="paragraph" w:customStyle="1" w:styleId="SuSHeadline">
    <w:name w:val="SuS_Headline"/>
    <w:basedOn w:val="SuSMengentext"/>
    <w:next w:val="SuSSubhead1"/>
    <w:pPr>
      <w:spacing w:line="240" w:lineRule="auto"/>
      <w:outlineLvl w:val="0"/>
    </w:pPr>
    <w:rPr>
      <w:sz w:val="36"/>
    </w:rPr>
  </w:style>
  <w:style w:type="paragraph" w:customStyle="1" w:styleId="SuSAufzaehlunggegliedert">
    <w:name w:val="SuS_Aufzaehlung_gegliedert"/>
    <w:basedOn w:val="SuSMengentext"/>
    <w:pPr>
      <w:numPr>
        <w:numId w:val="3"/>
      </w:numPr>
    </w:pPr>
  </w:style>
  <w:style w:type="paragraph" w:customStyle="1" w:styleId="SuSQuellcode">
    <w:name w:val="SuS_Quellcode"/>
    <w:basedOn w:val="SuSMengentext"/>
    <w:rPr>
      <w:rFonts w:ascii="Courier" w:hAnsi="Courier"/>
      <w:sz w:val="16"/>
      <w:lang w:val="en-US"/>
    </w:rPr>
  </w:style>
  <w:style w:type="paragraph" w:customStyle="1" w:styleId="SuSAutorname">
    <w:name w:val="SuS_Autorname"/>
    <w:basedOn w:val="SuSMengentext"/>
    <w:next w:val="SuSMengentext"/>
    <w:pPr>
      <w:ind w:firstLine="0"/>
    </w:pPr>
    <w:rPr>
      <w:b/>
    </w:rPr>
  </w:style>
  <w:style w:type="paragraph" w:customStyle="1" w:styleId="SuSBildTabellenunterschrift">
    <w:name w:val="SuS_Bild/Tabellenunterschrift"/>
    <w:basedOn w:val="SuSMengentext"/>
    <w:next w:val="SuSMengentext"/>
    <w:pPr>
      <w:shd w:val="clear" w:color="auto" w:fill="FFFF00"/>
      <w:spacing w:line="280" w:lineRule="exact"/>
      <w:ind w:firstLine="0"/>
    </w:pPr>
  </w:style>
  <w:style w:type="paragraph" w:customStyle="1" w:styleId="SuSKastenAbsatzheadline">
    <w:name w:val="SuS_Kasten_Absatzheadline"/>
    <w:basedOn w:val="SuSKastentext"/>
    <w:next w:val="SuSKastentext"/>
    <w:pPr>
      <w:spacing w:before="160"/>
    </w:pPr>
    <w:rPr>
      <w:b/>
      <w:bCs/>
    </w:rPr>
  </w:style>
  <w:style w:type="paragraph" w:customStyle="1" w:styleId="SuSKastentextAufzaehlunggegliedert">
    <w:name w:val="SuS_Kastentext_Aufzaehlung_gegliedert"/>
    <w:basedOn w:val="SuSKastentext"/>
    <w:pPr>
      <w:numPr>
        <w:numId w:val="4"/>
      </w:numPr>
    </w:pPr>
  </w:style>
  <w:style w:type="paragraph" w:customStyle="1" w:styleId="SuSLinksundLiteraturHeadline">
    <w:name w:val="SuS_Links_und_Literatur_Headline"/>
    <w:basedOn w:val="SuSTabellentext"/>
    <w:next w:val="SuSLinksundLiteraturText"/>
    <w:pPr>
      <w:pBdr>
        <w:bottom w:val="single" w:sz="4" w:space="1" w:color="auto"/>
      </w:pBdr>
      <w:spacing w:before="240"/>
    </w:pPr>
    <w:rPr>
      <w:b/>
      <w:bCs/>
    </w:rPr>
  </w:style>
  <w:style w:type="paragraph" w:customStyle="1" w:styleId="SuSLinksundLiteraturText">
    <w:name w:val="SuS_Links_und_Literatur_Text"/>
    <w:basedOn w:val="SuSKastentextAufzaehlunggegliedert"/>
    <w:pPr>
      <w:numPr>
        <w:numId w:val="0"/>
      </w:numPr>
    </w:pPr>
  </w:style>
  <w:style w:type="paragraph" w:customStyle="1" w:styleId="SuSInterviewZitat">
    <w:name w:val="SuS_Interview_Zitat"/>
    <w:basedOn w:val="SuSMengentext"/>
    <w:pPr>
      <w:spacing w:before="240" w:after="240"/>
    </w:pPr>
    <w:rPr>
      <w:b/>
      <w:bCs/>
      <w:i/>
      <w:iCs/>
      <w:sz w:val="26"/>
    </w:rPr>
  </w:style>
  <w:style w:type="paragraph" w:customStyle="1" w:styleId="SuSBilddateiname">
    <w:name w:val="SuS_Bilddateiname"/>
    <w:basedOn w:val="SuSMengentext"/>
    <w:next w:val="SuSBildTabellenunterschrift"/>
    <w:autoRedefine/>
    <w:pPr>
      <w:shd w:val="clear" w:color="auto" w:fill="FFCC00"/>
      <w:spacing w:line="280" w:lineRule="exact"/>
      <w:ind w:firstLine="0"/>
    </w:pPr>
    <w:rPr>
      <w:rFonts w:ascii="Times" w:hAnsi="Times"/>
    </w:rPr>
  </w:style>
  <w:style w:type="paragraph" w:customStyle="1" w:styleId="SuSAufzaehlungnummeriert">
    <w:name w:val="SuS_Aufzaehlung_nummeriert"/>
    <w:basedOn w:val="SuSMengentext"/>
    <w:pPr>
      <w:numPr>
        <w:numId w:val="5"/>
      </w:numPr>
      <w:tabs>
        <w:tab w:val="clear" w:pos="360"/>
        <w:tab w:val="left" w:pos="357"/>
      </w:tabs>
      <w:ind w:left="0" w:firstLine="0"/>
    </w:pPr>
  </w:style>
  <w:style w:type="paragraph" w:customStyle="1" w:styleId="SuSKastentextAufzaehlungnummeriert">
    <w:name w:val="SuS_Kastentext_Aufzaehlung_nummeriert"/>
    <w:basedOn w:val="SuSKastentext"/>
    <w:pPr>
      <w:numPr>
        <w:numId w:val="6"/>
      </w:numPr>
      <w:tabs>
        <w:tab w:val="clear" w:pos="720"/>
      </w:tabs>
      <w:ind w:left="357" w:hanging="357"/>
    </w:pPr>
  </w:style>
  <w:style w:type="character" w:customStyle="1" w:styleId="SuSKursiv">
    <w:name w:val="SuS_Kursiv"/>
    <w:basedOn w:val="Absatz-Standardschriftart"/>
    <w:rPr>
      <w:i/>
    </w:rPr>
  </w:style>
  <w:style w:type="character" w:customStyle="1" w:styleId="SuSKapitlchen">
    <w:name w:val="SuS_Kapitälchen"/>
    <w:basedOn w:val="Absatz-Standardschriftart"/>
    <w:rPr>
      <w:smallCaps/>
    </w:rPr>
  </w:style>
  <w:style w:type="character" w:customStyle="1" w:styleId="SuSLink">
    <w:name w:val="SuS_Link"/>
    <w:basedOn w:val="Absatz-Standardschriftart"/>
    <w:rPr>
      <w:u w:val="words"/>
    </w:rPr>
  </w:style>
  <w:style w:type="character" w:customStyle="1" w:styleId="SuSBold">
    <w:name w:val="SuS_Bold"/>
    <w:basedOn w:val="Absatz-Standardschriftart"/>
    <w:rPr>
      <w:b/>
    </w:rPr>
  </w:style>
  <w:style w:type="paragraph" w:styleId="Sprechblasentext">
    <w:name w:val="Balloon Text"/>
    <w:basedOn w:val="Standard"/>
    <w:link w:val="SprechblasentextZchn"/>
    <w:rsid w:val="002F0AAA"/>
    <w:rPr>
      <w:rFonts w:ascii="Tahoma" w:hAnsi="Tahoma" w:cs="Tahoma"/>
      <w:sz w:val="16"/>
      <w:szCs w:val="16"/>
    </w:rPr>
  </w:style>
  <w:style w:type="paragraph" w:customStyle="1" w:styleId="SuSAutorKurzbiografie">
    <w:name w:val="SuS_Autor_Kurzbiografie"/>
    <w:basedOn w:val="SuSMengentext"/>
    <w:next w:val="SuSMengentext"/>
    <w:pPr>
      <w:ind w:firstLine="0"/>
    </w:pPr>
    <w:rPr>
      <w:i/>
    </w:rPr>
  </w:style>
  <w:style w:type="paragraph" w:customStyle="1" w:styleId="SuSInterviewFrage">
    <w:name w:val="SuS_Interview_Frage"/>
    <w:basedOn w:val="SuSMengentext"/>
    <w:next w:val="SuSMengentext"/>
    <w:rPr>
      <w:b/>
      <w:sz w:val="18"/>
    </w:rPr>
  </w:style>
  <w:style w:type="paragraph" w:customStyle="1" w:styleId="SuSInterviewAntwort">
    <w:name w:val="SuS_Interview_Antwort"/>
    <w:basedOn w:val="SuSMengentext"/>
    <w:next w:val="SuSMengentext"/>
  </w:style>
  <w:style w:type="paragraph" w:customStyle="1" w:styleId="SuSRezensent">
    <w:name w:val="SuS_Rezensent"/>
    <w:basedOn w:val="SuSMengentext"/>
    <w:next w:val="SuSMengentext"/>
    <w:pPr>
      <w:jc w:val="right"/>
    </w:pPr>
    <w:rPr>
      <w:i/>
    </w:rPr>
  </w:style>
  <w:style w:type="paragraph" w:customStyle="1" w:styleId="SuSBibliografie">
    <w:name w:val="SuS_Bibliografie"/>
    <w:basedOn w:val="SuSMengentext"/>
    <w:pPr>
      <w:ind w:firstLine="0"/>
    </w:pPr>
    <w:rPr>
      <w:rFonts w:ascii="Arial" w:hAnsi="Arial"/>
      <w:sz w:val="18"/>
    </w:rPr>
  </w:style>
  <w:style w:type="character" w:customStyle="1" w:styleId="SuSQuellcodeKommentar">
    <w:name w:val="SuS_Quellcode_Kommentar"/>
    <w:basedOn w:val="Absatz-Standardschriftart"/>
    <w:rPr>
      <w:color w:val="808080"/>
      <w:lang w:val="en-GB"/>
    </w:rPr>
  </w:style>
  <w:style w:type="character" w:customStyle="1" w:styleId="SuSKastentextKursiv">
    <w:name w:val="SuS_Kastentext_Kursiv"/>
    <w:basedOn w:val="Absatz-Standardschriftart"/>
    <w:rPr>
      <w:i/>
      <w:lang w:val="de-DE"/>
    </w:rPr>
  </w:style>
  <w:style w:type="character" w:customStyle="1" w:styleId="SprechblasentextZchn">
    <w:name w:val="Sprechblasentext Zchn"/>
    <w:basedOn w:val="Absatz-Standardschriftart"/>
    <w:link w:val="Sprechblasentext"/>
    <w:rsid w:val="002F0AAA"/>
    <w:rPr>
      <w:rFonts w:ascii="Tahoma" w:hAnsi="Tahoma" w:cs="Tahoma"/>
      <w:sz w:val="16"/>
      <w:szCs w:val="16"/>
    </w:rPr>
  </w:style>
  <w:style w:type="table" w:styleId="Tabellenraster">
    <w:name w:val="Table Grid"/>
    <w:basedOn w:val="NormaleTabelle"/>
    <w:uiPriority w:val="59"/>
    <w:rsid w:val="003121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nhideWhenUsed/>
    <w:rsid w:val="00F74CCC"/>
    <w:rPr>
      <w:color w:val="0000FF" w:themeColor="hyperlink"/>
      <w:u w:val="single"/>
    </w:rPr>
  </w:style>
  <w:style w:type="character" w:styleId="BesuchterLink">
    <w:name w:val="FollowedHyperlink"/>
    <w:basedOn w:val="Absatz-Standardschriftart"/>
    <w:semiHidden/>
    <w:unhideWhenUsed/>
    <w:rsid w:val="00605D3D"/>
    <w:rPr>
      <w:color w:val="800080" w:themeColor="followedHyperlink"/>
      <w:u w:val="single"/>
    </w:rPr>
  </w:style>
  <w:style w:type="character" w:styleId="NichtaufgelsteErwhnung">
    <w:name w:val="Unresolved Mention"/>
    <w:basedOn w:val="Absatz-Standardschriftart"/>
    <w:uiPriority w:val="99"/>
    <w:semiHidden/>
    <w:unhideWhenUsed/>
    <w:rsid w:val="00A31465"/>
    <w:rPr>
      <w:color w:val="605E5C"/>
      <w:shd w:val="clear" w:color="auto" w:fill="E1DFDD"/>
    </w:rPr>
  </w:style>
  <w:style w:type="table" w:styleId="TabellemithellemGitternetz">
    <w:name w:val="Grid Table Light"/>
    <w:basedOn w:val="NormaleTabelle"/>
    <w:uiPriority w:val="40"/>
    <w:rsid w:val="00E45C1C"/>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48253">
      <w:bodyDiv w:val="1"/>
      <w:marLeft w:val="0"/>
      <w:marRight w:val="0"/>
      <w:marTop w:val="0"/>
      <w:marBottom w:val="0"/>
      <w:divBdr>
        <w:top w:val="none" w:sz="0" w:space="0" w:color="auto"/>
        <w:left w:val="none" w:sz="0" w:space="0" w:color="auto"/>
        <w:bottom w:val="none" w:sz="0" w:space="0" w:color="auto"/>
        <w:right w:val="none" w:sz="0" w:space="0" w:color="auto"/>
      </w:divBdr>
    </w:div>
    <w:div w:id="49236674">
      <w:bodyDiv w:val="1"/>
      <w:marLeft w:val="0"/>
      <w:marRight w:val="0"/>
      <w:marTop w:val="0"/>
      <w:marBottom w:val="0"/>
      <w:divBdr>
        <w:top w:val="none" w:sz="0" w:space="0" w:color="auto"/>
        <w:left w:val="none" w:sz="0" w:space="0" w:color="auto"/>
        <w:bottom w:val="none" w:sz="0" w:space="0" w:color="auto"/>
        <w:right w:val="none" w:sz="0" w:space="0" w:color="auto"/>
      </w:divBdr>
      <w:divsChild>
        <w:div w:id="2010668524">
          <w:marLeft w:val="0"/>
          <w:marRight w:val="0"/>
          <w:marTop w:val="0"/>
          <w:marBottom w:val="0"/>
          <w:divBdr>
            <w:top w:val="none" w:sz="0" w:space="0" w:color="auto"/>
            <w:left w:val="none" w:sz="0" w:space="0" w:color="auto"/>
            <w:bottom w:val="none" w:sz="0" w:space="0" w:color="auto"/>
            <w:right w:val="none" w:sz="0" w:space="0" w:color="auto"/>
          </w:divBdr>
          <w:divsChild>
            <w:div w:id="1460226686">
              <w:marLeft w:val="0"/>
              <w:marRight w:val="0"/>
              <w:marTop w:val="0"/>
              <w:marBottom w:val="0"/>
              <w:divBdr>
                <w:top w:val="none" w:sz="0" w:space="0" w:color="auto"/>
                <w:left w:val="none" w:sz="0" w:space="0" w:color="auto"/>
                <w:bottom w:val="none" w:sz="0" w:space="0" w:color="auto"/>
                <w:right w:val="none" w:sz="0" w:space="0" w:color="auto"/>
              </w:divBdr>
            </w:div>
            <w:div w:id="1248727806">
              <w:marLeft w:val="0"/>
              <w:marRight w:val="0"/>
              <w:marTop w:val="0"/>
              <w:marBottom w:val="0"/>
              <w:divBdr>
                <w:top w:val="none" w:sz="0" w:space="0" w:color="auto"/>
                <w:left w:val="none" w:sz="0" w:space="0" w:color="auto"/>
                <w:bottom w:val="none" w:sz="0" w:space="0" w:color="auto"/>
                <w:right w:val="none" w:sz="0" w:space="0" w:color="auto"/>
              </w:divBdr>
              <w:divsChild>
                <w:div w:id="840700911">
                  <w:marLeft w:val="0"/>
                  <w:marRight w:val="0"/>
                  <w:marTop w:val="0"/>
                  <w:marBottom w:val="0"/>
                  <w:divBdr>
                    <w:top w:val="none" w:sz="0" w:space="0" w:color="auto"/>
                    <w:left w:val="none" w:sz="0" w:space="0" w:color="auto"/>
                    <w:bottom w:val="none" w:sz="0" w:space="0" w:color="auto"/>
                    <w:right w:val="none" w:sz="0" w:space="0" w:color="auto"/>
                  </w:divBdr>
                  <w:divsChild>
                    <w:div w:id="144966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937939">
              <w:marLeft w:val="0"/>
              <w:marRight w:val="0"/>
              <w:marTop w:val="0"/>
              <w:marBottom w:val="0"/>
              <w:divBdr>
                <w:top w:val="none" w:sz="0" w:space="0" w:color="auto"/>
                <w:left w:val="none" w:sz="0" w:space="0" w:color="auto"/>
                <w:bottom w:val="none" w:sz="0" w:space="0" w:color="auto"/>
                <w:right w:val="none" w:sz="0" w:space="0" w:color="auto"/>
              </w:divBdr>
            </w:div>
          </w:divsChild>
        </w:div>
        <w:div w:id="6374694">
          <w:marLeft w:val="0"/>
          <w:marRight w:val="0"/>
          <w:marTop w:val="0"/>
          <w:marBottom w:val="0"/>
          <w:divBdr>
            <w:top w:val="none" w:sz="0" w:space="0" w:color="auto"/>
            <w:left w:val="none" w:sz="0" w:space="0" w:color="auto"/>
            <w:bottom w:val="none" w:sz="0" w:space="0" w:color="auto"/>
            <w:right w:val="none" w:sz="0" w:space="0" w:color="auto"/>
          </w:divBdr>
          <w:divsChild>
            <w:div w:id="2077433833">
              <w:marLeft w:val="0"/>
              <w:marRight w:val="0"/>
              <w:marTop w:val="0"/>
              <w:marBottom w:val="0"/>
              <w:divBdr>
                <w:top w:val="none" w:sz="0" w:space="0" w:color="auto"/>
                <w:left w:val="none" w:sz="0" w:space="0" w:color="auto"/>
                <w:bottom w:val="none" w:sz="0" w:space="0" w:color="auto"/>
                <w:right w:val="none" w:sz="0" w:space="0" w:color="auto"/>
              </w:divBdr>
            </w:div>
            <w:div w:id="2101218282">
              <w:marLeft w:val="0"/>
              <w:marRight w:val="0"/>
              <w:marTop w:val="0"/>
              <w:marBottom w:val="0"/>
              <w:divBdr>
                <w:top w:val="none" w:sz="0" w:space="0" w:color="auto"/>
                <w:left w:val="none" w:sz="0" w:space="0" w:color="auto"/>
                <w:bottom w:val="none" w:sz="0" w:space="0" w:color="auto"/>
                <w:right w:val="none" w:sz="0" w:space="0" w:color="auto"/>
              </w:divBdr>
              <w:divsChild>
                <w:div w:id="575631037">
                  <w:marLeft w:val="0"/>
                  <w:marRight w:val="0"/>
                  <w:marTop w:val="0"/>
                  <w:marBottom w:val="0"/>
                  <w:divBdr>
                    <w:top w:val="none" w:sz="0" w:space="0" w:color="auto"/>
                    <w:left w:val="none" w:sz="0" w:space="0" w:color="auto"/>
                    <w:bottom w:val="none" w:sz="0" w:space="0" w:color="auto"/>
                    <w:right w:val="none" w:sz="0" w:space="0" w:color="auto"/>
                  </w:divBdr>
                  <w:divsChild>
                    <w:div w:id="890045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219157">
              <w:marLeft w:val="0"/>
              <w:marRight w:val="0"/>
              <w:marTop w:val="0"/>
              <w:marBottom w:val="0"/>
              <w:divBdr>
                <w:top w:val="none" w:sz="0" w:space="0" w:color="auto"/>
                <w:left w:val="none" w:sz="0" w:space="0" w:color="auto"/>
                <w:bottom w:val="none" w:sz="0" w:space="0" w:color="auto"/>
                <w:right w:val="none" w:sz="0" w:space="0" w:color="auto"/>
              </w:divBdr>
            </w:div>
          </w:divsChild>
        </w:div>
        <w:div w:id="2117291131">
          <w:marLeft w:val="0"/>
          <w:marRight w:val="0"/>
          <w:marTop w:val="0"/>
          <w:marBottom w:val="0"/>
          <w:divBdr>
            <w:top w:val="none" w:sz="0" w:space="0" w:color="auto"/>
            <w:left w:val="none" w:sz="0" w:space="0" w:color="auto"/>
            <w:bottom w:val="none" w:sz="0" w:space="0" w:color="auto"/>
            <w:right w:val="none" w:sz="0" w:space="0" w:color="auto"/>
          </w:divBdr>
          <w:divsChild>
            <w:div w:id="1601255674">
              <w:marLeft w:val="0"/>
              <w:marRight w:val="0"/>
              <w:marTop w:val="0"/>
              <w:marBottom w:val="0"/>
              <w:divBdr>
                <w:top w:val="none" w:sz="0" w:space="0" w:color="auto"/>
                <w:left w:val="none" w:sz="0" w:space="0" w:color="auto"/>
                <w:bottom w:val="none" w:sz="0" w:space="0" w:color="auto"/>
                <w:right w:val="none" w:sz="0" w:space="0" w:color="auto"/>
              </w:divBdr>
            </w:div>
            <w:div w:id="39984500">
              <w:marLeft w:val="0"/>
              <w:marRight w:val="0"/>
              <w:marTop w:val="0"/>
              <w:marBottom w:val="0"/>
              <w:divBdr>
                <w:top w:val="none" w:sz="0" w:space="0" w:color="auto"/>
                <w:left w:val="none" w:sz="0" w:space="0" w:color="auto"/>
                <w:bottom w:val="none" w:sz="0" w:space="0" w:color="auto"/>
                <w:right w:val="none" w:sz="0" w:space="0" w:color="auto"/>
              </w:divBdr>
              <w:divsChild>
                <w:div w:id="2050494281">
                  <w:marLeft w:val="0"/>
                  <w:marRight w:val="0"/>
                  <w:marTop w:val="0"/>
                  <w:marBottom w:val="0"/>
                  <w:divBdr>
                    <w:top w:val="none" w:sz="0" w:space="0" w:color="auto"/>
                    <w:left w:val="none" w:sz="0" w:space="0" w:color="auto"/>
                    <w:bottom w:val="none" w:sz="0" w:space="0" w:color="auto"/>
                    <w:right w:val="none" w:sz="0" w:space="0" w:color="auto"/>
                  </w:divBdr>
                  <w:divsChild>
                    <w:div w:id="198778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983231">
              <w:marLeft w:val="0"/>
              <w:marRight w:val="0"/>
              <w:marTop w:val="0"/>
              <w:marBottom w:val="0"/>
              <w:divBdr>
                <w:top w:val="none" w:sz="0" w:space="0" w:color="auto"/>
                <w:left w:val="none" w:sz="0" w:space="0" w:color="auto"/>
                <w:bottom w:val="none" w:sz="0" w:space="0" w:color="auto"/>
                <w:right w:val="none" w:sz="0" w:space="0" w:color="auto"/>
              </w:divBdr>
            </w:div>
          </w:divsChild>
        </w:div>
        <w:div w:id="2039353869">
          <w:marLeft w:val="0"/>
          <w:marRight w:val="0"/>
          <w:marTop w:val="0"/>
          <w:marBottom w:val="0"/>
          <w:divBdr>
            <w:top w:val="none" w:sz="0" w:space="0" w:color="auto"/>
            <w:left w:val="none" w:sz="0" w:space="0" w:color="auto"/>
            <w:bottom w:val="none" w:sz="0" w:space="0" w:color="auto"/>
            <w:right w:val="none" w:sz="0" w:space="0" w:color="auto"/>
          </w:divBdr>
          <w:divsChild>
            <w:div w:id="1051031959">
              <w:marLeft w:val="0"/>
              <w:marRight w:val="0"/>
              <w:marTop w:val="0"/>
              <w:marBottom w:val="0"/>
              <w:divBdr>
                <w:top w:val="none" w:sz="0" w:space="0" w:color="auto"/>
                <w:left w:val="none" w:sz="0" w:space="0" w:color="auto"/>
                <w:bottom w:val="none" w:sz="0" w:space="0" w:color="auto"/>
                <w:right w:val="none" w:sz="0" w:space="0" w:color="auto"/>
              </w:divBdr>
            </w:div>
            <w:div w:id="461004383">
              <w:marLeft w:val="0"/>
              <w:marRight w:val="0"/>
              <w:marTop w:val="0"/>
              <w:marBottom w:val="0"/>
              <w:divBdr>
                <w:top w:val="none" w:sz="0" w:space="0" w:color="auto"/>
                <w:left w:val="none" w:sz="0" w:space="0" w:color="auto"/>
                <w:bottom w:val="none" w:sz="0" w:space="0" w:color="auto"/>
                <w:right w:val="none" w:sz="0" w:space="0" w:color="auto"/>
              </w:divBdr>
              <w:divsChild>
                <w:div w:id="1176382391">
                  <w:marLeft w:val="0"/>
                  <w:marRight w:val="0"/>
                  <w:marTop w:val="0"/>
                  <w:marBottom w:val="0"/>
                  <w:divBdr>
                    <w:top w:val="none" w:sz="0" w:space="0" w:color="auto"/>
                    <w:left w:val="none" w:sz="0" w:space="0" w:color="auto"/>
                    <w:bottom w:val="none" w:sz="0" w:space="0" w:color="auto"/>
                    <w:right w:val="none" w:sz="0" w:space="0" w:color="auto"/>
                  </w:divBdr>
                  <w:divsChild>
                    <w:div w:id="1237521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1363">
              <w:marLeft w:val="0"/>
              <w:marRight w:val="0"/>
              <w:marTop w:val="0"/>
              <w:marBottom w:val="0"/>
              <w:divBdr>
                <w:top w:val="none" w:sz="0" w:space="0" w:color="auto"/>
                <w:left w:val="none" w:sz="0" w:space="0" w:color="auto"/>
                <w:bottom w:val="none" w:sz="0" w:space="0" w:color="auto"/>
                <w:right w:val="none" w:sz="0" w:space="0" w:color="auto"/>
              </w:divBdr>
            </w:div>
          </w:divsChild>
        </w:div>
        <w:div w:id="98719283">
          <w:marLeft w:val="0"/>
          <w:marRight w:val="0"/>
          <w:marTop w:val="0"/>
          <w:marBottom w:val="0"/>
          <w:divBdr>
            <w:top w:val="none" w:sz="0" w:space="0" w:color="auto"/>
            <w:left w:val="none" w:sz="0" w:space="0" w:color="auto"/>
            <w:bottom w:val="none" w:sz="0" w:space="0" w:color="auto"/>
            <w:right w:val="none" w:sz="0" w:space="0" w:color="auto"/>
          </w:divBdr>
          <w:divsChild>
            <w:div w:id="26299906">
              <w:marLeft w:val="0"/>
              <w:marRight w:val="0"/>
              <w:marTop w:val="0"/>
              <w:marBottom w:val="0"/>
              <w:divBdr>
                <w:top w:val="none" w:sz="0" w:space="0" w:color="auto"/>
                <w:left w:val="none" w:sz="0" w:space="0" w:color="auto"/>
                <w:bottom w:val="none" w:sz="0" w:space="0" w:color="auto"/>
                <w:right w:val="none" w:sz="0" w:space="0" w:color="auto"/>
              </w:divBdr>
            </w:div>
            <w:div w:id="2138521411">
              <w:marLeft w:val="0"/>
              <w:marRight w:val="0"/>
              <w:marTop w:val="0"/>
              <w:marBottom w:val="0"/>
              <w:divBdr>
                <w:top w:val="none" w:sz="0" w:space="0" w:color="auto"/>
                <w:left w:val="none" w:sz="0" w:space="0" w:color="auto"/>
                <w:bottom w:val="none" w:sz="0" w:space="0" w:color="auto"/>
                <w:right w:val="none" w:sz="0" w:space="0" w:color="auto"/>
              </w:divBdr>
              <w:divsChild>
                <w:div w:id="260920065">
                  <w:marLeft w:val="0"/>
                  <w:marRight w:val="0"/>
                  <w:marTop w:val="0"/>
                  <w:marBottom w:val="0"/>
                  <w:divBdr>
                    <w:top w:val="none" w:sz="0" w:space="0" w:color="auto"/>
                    <w:left w:val="none" w:sz="0" w:space="0" w:color="auto"/>
                    <w:bottom w:val="none" w:sz="0" w:space="0" w:color="auto"/>
                    <w:right w:val="none" w:sz="0" w:space="0" w:color="auto"/>
                  </w:divBdr>
                  <w:divsChild>
                    <w:div w:id="984166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78503">
              <w:marLeft w:val="0"/>
              <w:marRight w:val="0"/>
              <w:marTop w:val="0"/>
              <w:marBottom w:val="0"/>
              <w:divBdr>
                <w:top w:val="none" w:sz="0" w:space="0" w:color="auto"/>
                <w:left w:val="none" w:sz="0" w:space="0" w:color="auto"/>
                <w:bottom w:val="none" w:sz="0" w:space="0" w:color="auto"/>
                <w:right w:val="none" w:sz="0" w:space="0" w:color="auto"/>
              </w:divBdr>
            </w:div>
          </w:divsChild>
        </w:div>
        <w:div w:id="162210154">
          <w:marLeft w:val="0"/>
          <w:marRight w:val="0"/>
          <w:marTop w:val="0"/>
          <w:marBottom w:val="0"/>
          <w:divBdr>
            <w:top w:val="none" w:sz="0" w:space="0" w:color="auto"/>
            <w:left w:val="none" w:sz="0" w:space="0" w:color="auto"/>
            <w:bottom w:val="none" w:sz="0" w:space="0" w:color="auto"/>
            <w:right w:val="none" w:sz="0" w:space="0" w:color="auto"/>
          </w:divBdr>
          <w:divsChild>
            <w:div w:id="2087222409">
              <w:marLeft w:val="0"/>
              <w:marRight w:val="0"/>
              <w:marTop w:val="0"/>
              <w:marBottom w:val="0"/>
              <w:divBdr>
                <w:top w:val="none" w:sz="0" w:space="0" w:color="auto"/>
                <w:left w:val="none" w:sz="0" w:space="0" w:color="auto"/>
                <w:bottom w:val="none" w:sz="0" w:space="0" w:color="auto"/>
                <w:right w:val="none" w:sz="0" w:space="0" w:color="auto"/>
              </w:divBdr>
            </w:div>
            <w:div w:id="481045235">
              <w:marLeft w:val="0"/>
              <w:marRight w:val="0"/>
              <w:marTop w:val="0"/>
              <w:marBottom w:val="0"/>
              <w:divBdr>
                <w:top w:val="none" w:sz="0" w:space="0" w:color="auto"/>
                <w:left w:val="none" w:sz="0" w:space="0" w:color="auto"/>
                <w:bottom w:val="none" w:sz="0" w:space="0" w:color="auto"/>
                <w:right w:val="none" w:sz="0" w:space="0" w:color="auto"/>
              </w:divBdr>
              <w:divsChild>
                <w:div w:id="521937242">
                  <w:marLeft w:val="0"/>
                  <w:marRight w:val="0"/>
                  <w:marTop w:val="0"/>
                  <w:marBottom w:val="0"/>
                  <w:divBdr>
                    <w:top w:val="none" w:sz="0" w:space="0" w:color="auto"/>
                    <w:left w:val="none" w:sz="0" w:space="0" w:color="auto"/>
                    <w:bottom w:val="none" w:sz="0" w:space="0" w:color="auto"/>
                    <w:right w:val="none" w:sz="0" w:space="0" w:color="auto"/>
                  </w:divBdr>
                  <w:divsChild>
                    <w:div w:id="1307317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01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930150">
      <w:bodyDiv w:val="1"/>
      <w:marLeft w:val="0"/>
      <w:marRight w:val="0"/>
      <w:marTop w:val="0"/>
      <w:marBottom w:val="0"/>
      <w:divBdr>
        <w:top w:val="none" w:sz="0" w:space="0" w:color="auto"/>
        <w:left w:val="none" w:sz="0" w:space="0" w:color="auto"/>
        <w:bottom w:val="none" w:sz="0" w:space="0" w:color="auto"/>
        <w:right w:val="none" w:sz="0" w:space="0" w:color="auto"/>
      </w:divBdr>
    </w:div>
    <w:div w:id="89472618">
      <w:bodyDiv w:val="1"/>
      <w:marLeft w:val="0"/>
      <w:marRight w:val="0"/>
      <w:marTop w:val="0"/>
      <w:marBottom w:val="0"/>
      <w:divBdr>
        <w:top w:val="none" w:sz="0" w:space="0" w:color="auto"/>
        <w:left w:val="none" w:sz="0" w:space="0" w:color="auto"/>
        <w:bottom w:val="none" w:sz="0" w:space="0" w:color="auto"/>
        <w:right w:val="none" w:sz="0" w:space="0" w:color="auto"/>
      </w:divBdr>
    </w:div>
    <w:div w:id="159319764">
      <w:bodyDiv w:val="1"/>
      <w:marLeft w:val="0"/>
      <w:marRight w:val="0"/>
      <w:marTop w:val="0"/>
      <w:marBottom w:val="0"/>
      <w:divBdr>
        <w:top w:val="none" w:sz="0" w:space="0" w:color="auto"/>
        <w:left w:val="none" w:sz="0" w:space="0" w:color="auto"/>
        <w:bottom w:val="none" w:sz="0" w:space="0" w:color="auto"/>
        <w:right w:val="none" w:sz="0" w:space="0" w:color="auto"/>
      </w:divBdr>
      <w:divsChild>
        <w:div w:id="1772775638">
          <w:marLeft w:val="0"/>
          <w:marRight w:val="0"/>
          <w:marTop w:val="0"/>
          <w:marBottom w:val="0"/>
          <w:divBdr>
            <w:top w:val="none" w:sz="0" w:space="0" w:color="auto"/>
            <w:left w:val="none" w:sz="0" w:space="0" w:color="auto"/>
            <w:bottom w:val="none" w:sz="0" w:space="0" w:color="auto"/>
            <w:right w:val="none" w:sz="0" w:space="0" w:color="auto"/>
          </w:divBdr>
          <w:divsChild>
            <w:div w:id="652760607">
              <w:marLeft w:val="0"/>
              <w:marRight w:val="0"/>
              <w:marTop w:val="0"/>
              <w:marBottom w:val="0"/>
              <w:divBdr>
                <w:top w:val="none" w:sz="0" w:space="0" w:color="auto"/>
                <w:left w:val="none" w:sz="0" w:space="0" w:color="auto"/>
                <w:bottom w:val="none" w:sz="0" w:space="0" w:color="auto"/>
                <w:right w:val="none" w:sz="0" w:space="0" w:color="auto"/>
              </w:divBdr>
            </w:div>
            <w:div w:id="200359324">
              <w:marLeft w:val="0"/>
              <w:marRight w:val="0"/>
              <w:marTop w:val="0"/>
              <w:marBottom w:val="0"/>
              <w:divBdr>
                <w:top w:val="none" w:sz="0" w:space="0" w:color="auto"/>
                <w:left w:val="none" w:sz="0" w:space="0" w:color="auto"/>
                <w:bottom w:val="none" w:sz="0" w:space="0" w:color="auto"/>
                <w:right w:val="none" w:sz="0" w:space="0" w:color="auto"/>
              </w:divBdr>
            </w:div>
            <w:div w:id="596716729">
              <w:marLeft w:val="0"/>
              <w:marRight w:val="0"/>
              <w:marTop w:val="0"/>
              <w:marBottom w:val="0"/>
              <w:divBdr>
                <w:top w:val="none" w:sz="0" w:space="0" w:color="auto"/>
                <w:left w:val="none" w:sz="0" w:space="0" w:color="auto"/>
                <w:bottom w:val="none" w:sz="0" w:space="0" w:color="auto"/>
                <w:right w:val="none" w:sz="0" w:space="0" w:color="auto"/>
              </w:divBdr>
            </w:div>
            <w:div w:id="987982082">
              <w:marLeft w:val="0"/>
              <w:marRight w:val="0"/>
              <w:marTop w:val="0"/>
              <w:marBottom w:val="0"/>
              <w:divBdr>
                <w:top w:val="none" w:sz="0" w:space="0" w:color="auto"/>
                <w:left w:val="none" w:sz="0" w:space="0" w:color="auto"/>
                <w:bottom w:val="none" w:sz="0" w:space="0" w:color="auto"/>
                <w:right w:val="none" w:sz="0" w:space="0" w:color="auto"/>
              </w:divBdr>
            </w:div>
            <w:div w:id="318316415">
              <w:marLeft w:val="0"/>
              <w:marRight w:val="0"/>
              <w:marTop w:val="0"/>
              <w:marBottom w:val="0"/>
              <w:divBdr>
                <w:top w:val="none" w:sz="0" w:space="0" w:color="auto"/>
                <w:left w:val="none" w:sz="0" w:space="0" w:color="auto"/>
                <w:bottom w:val="none" w:sz="0" w:space="0" w:color="auto"/>
                <w:right w:val="none" w:sz="0" w:space="0" w:color="auto"/>
              </w:divBdr>
            </w:div>
            <w:div w:id="1823890016">
              <w:marLeft w:val="0"/>
              <w:marRight w:val="0"/>
              <w:marTop w:val="0"/>
              <w:marBottom w:val="0"/>
              <w:divBdr>
                <w:top w:val="none" w:sz="0" w:space="0" w:color="auto"/>
                <w:left w:val="none" w:sz="0" w:space="0" w:color="auto"/>
                <w:bottom w:val="none" w:sz="0" w:space="0" w:color="auto"/>
                <w:right w:val="none" w:sz="0" w:space="0" w:color="auto"/>
              </w:divBdr>
            </w:div>
            <w:div w:id="850335322">
              <w:marLeft w:val="0"/>
              <w:marRight w:val="0"/>
              <w:marTop w:val="0"/>
              <w:marBottom w:val="0"/>
              <w:divBdr>
                <w:top w:val="none" w:sz="0" w:space="0" w:color="auto"/>
                <w:left w:val="none" w:sz="0" w:space="0" w:color="auto"/>
                <w:bottom w:val="none" w:sz="0" w:space="0" w:color="auto"/>
                <w:right w:val="none" w:sz="0" w:space="0" w:color="auto"/>
              </w:divBdr>
            </w:div>
            <w:div w:id="2024933858">
              <w:marLeft w:val="0"/>
              <w:marRight w:val="0"/>
              <w:marTop w:val="0"/>
              <w:marBottom w:val="0"/>
              <w:divBdr>
                <w:top w:val="none" w:sz="0" w:space="0" w:color="auto"/>
                <w:left w:val="none" w:sz="0" w:space="0" w:color="auto"/>
                <w:bottom w:val="none" w:sz="0" w:space="0" w:color="auto"/>
                <w:right w:val="none" w:sz="0" w:space="0" w:color="auto"/>
              </w:divBdr>
            </w:div>
            <w:div w:id="1005940676">
              <w:marLeft w:val="0"/>
              <w:marRight w:val="0"/>
              <w:marTop w:val="0"/>
              <w:marBottom w:val="0"/>
              <w:divBdr>
                <w:top w:val="none" w:sz="0" w:space="0" w:color="auto"/>
                <w:left w:val="none" w:sz="0" w:space="0" w:color="auto"/>
                <w:bottom w:val="none" w:sz="0" w:space="0" w:color="auto"/>
                <w:right w:val="none" w:sz="0" w:space="0" w:color="auto"/>
              </w:divBdr>
            </w:div>
            <w:div w:id="1309361922">
              <w:marLeft w:val="0"/>
              <w:marRight w:val="0"/>
              <w:marTop w:val="0"/>
              <w:marBottom w:val="0"/>
              <w:divBdr>
                <w:top w:val="none" w:sz="0" w:space="0" w:color="auto"/>
                <w:left w:val="none" w:sz="0" w:space="0" w:color="auto"/>
                <w:bottom w:val="none" w:sz="0" w:space="0" w:color="auto"/>
                <w:right w:val="none" w:sz="0" w:space="0" w:color="auto"/>
              </w:divBdr>
            </w:div>
            <w:div w:id="886835739">
              <w:marLeft w:val="0"/>
              <w:marRight w:val="0"/>
              <w:marTop w:val="0"/>
              <w:marBottom w:val="0"/>
              <w:divBdr>
                <w:top w:val="none" w:sz="0" w:space="0" w:color="auto"/>
                <w:left w:val="none" w:sz="0" w:space="0" w:color="auto"/>
                <w:bottom w:val="none" w:sz="0" w:space="0" w:color="auto"/>
                <w:right w:val="none" w:sz="0" w:space="0" w:color="auto"/>
              </w:divBdr>
            </w:div>
            <w:div w:id="689257822">
              <w:marLeft w:val="0"/>
              <w:marRight w:val="0"/>
              <w:marTop w:val="0"/>
              <w:marBottom w:val="0"/>
              <w:divBdr>
                <w:top w:val="none" w:sz="0" w:space="0" w:color="auto"/>
                <w:left w:val="none" w:sz="0" w:space="0" w:color="auto"/>
                <w:bottom w:val="none" w:sz="0" w:space="0" w:color="auto"/>
                <w:right w:val="none" w:sz="0" w:space="0" w:color="auto"/>
              </w:divBdr>
            </w:div>
            <w:div w:id="1284191105">
              <w:marLeft w:val="0"/>
              <w:marRight w:val="0"/>
              <w:marTop w:val="0"/>
              <w:marBottom w:val="0"/>
              <w:divBdr>
                <w:top w:val="none" w:sz="0" w:space="0" w:color="auto"/>
                <w:left w:val="none" w:sz="0" w:space="0" w:color="auto"/>
                <w:bottom w:val="none" w:sz="0" w:space="0" w:color="auto"/>
                <w:right w:val="none" w:sz="0" w:space="0" w:color="auto"/>
              </w:divBdr>
            </w:div>
            <w:div w:id="1846826374">
              <w:marLeft w:val="0"/>
              <w:marRight w:val="0"/>
              <w:marTop w:val="0"/>
              <w:marBottom w:val="0"/>
              <w:divBdr>
                <w:top w:val="none" w:sz="0" w:space="0" w:color="auto"/>
                <w:left w:val="none" w:sz="0" w:space="0" w:color="auto"/>
                <w:bottom w:val="none" w:sz="0" w:space="0" w:color="auto"/>
                <w:right w:val="none" w:sz="0" w:space="0" w:color="auto"/>
              </w:divBdr>
            </w:div>
            <w:div w:id="490214791">
              <w:marLeft w:val="0"/>
              <w:marRight w:val="0"/>
              <w:marTop w:val="0"/>
              <w:marBottom w:val="0"/>
              <w:divBdr>
                <w:top w:val="none" w:sz="0" w:space="0" w:color="auto"/>
                <w:left w:val="none" w:sz="0" w:space="0" w:color="auto"/>
                <w:bottom w:val="none" w:sz="0" w:space="0" w:color="auto"/>
                <w:right w:val="none" w:sz="0" w:space="0" w:color="auto"/>
              </w:divBdr>
            </w:div>
            <w:div w:id="1525049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345077">
      <w:bodyDiv w:val="1"/>
      <w:marLeft w:val="0"/>
      <w:marRight w:val="0"/>
      <w:marTop w:val="0"/>
      <w:marBottom w:val="0"/>
      <w:divBdr>
        <w:top w:val="none" w:sz="0" w:space="0" w:color="auto"/>
        <w:left w:val="none" w:sz="0" w:space="0" w:color="auto"/>
        <w:bottom w:val="none" w:sz="0" w:space="0" w:color="auto"/>
        <w:right w:val="none" w:sz="0" w:space="0" w:color="auto"/>
      </w:divBdr>
      <w:divsChild>
        <w:div w:id="795948620">
          <w:marLeft w:val="0"/>
          <w:marRight w:val="0"/>
          <w:marTop w:val="0"/>
          <w:marBottom w:val="0"/>
          <w:divBdr>
            <w:top w:val="none" w:sz="0" w:space="0" w:color="auto"/>
            <w:left w:val="none" w:sz="0" w:space="0" w:color="auto"/>
            <w:bottom w:val="none" w:sz="0" w:space="0" w:color="auto"/>
            <w:right w:val="none" w:sz="0" w:space="0" w:color="auto"/>
          </w:divBdr>
          <w:divsChild>
            <w:div w:id="841166742">
              <w:marLeft w:val="0"/>
              <w:marRight w:val="0"/>
              <w:marTop w:val="0"/>
              <w:marBottom w:val="0"/>
              <w:divBdr>
                <w:top w:val="none" w:sz="0" w:space="0" w:color="auto"/>
                <w:left w:val="none" w:sz="0" w:space="0" w:color="auto"/>
                <w:bottom w:val="none" w:sz="0" w:space="0" w:color="auto"/>
                <w:right w:val="none" w:sz="0" w:space="0" w:color="auto"/>
              </w:divBdr>
            </w:div>
            <w:div w:id="354237381">
              <w:marLeft w:val="0"/>
              <w:marRight w:val="0"/>
              <w:marTop w:val="0"/>
              <w:marBottom w:val="0"/>
              <w:divBdr>
                <w:top w:val="none" w:sz="0" w:space="0" w:color="auto"/>
                <w:left w:val="none" w:sz="0" w:space="0" w:color="auto"/>
                <w:bottom w:val="none" w:sz="0" w:space="0" w:color="auto"/>
                <w:right w:val="none" w:sz="0" w:space="0" w:color="auto"/>
              </w:divBdr>
            </w:div>
            <w:div w:id="471563454">
              <w:marLeft w:val="0"/>
              <w:marRight w:val="0"/>
              <w:marTop w:val="0"/>
              <w:marBottom w:val="0"/>
              <w:divBdr>
                <w:top w:val="none" w:sz="0" w:space="0" w:color="auto"/>
                <w:left w:val="none" w:sz="0" w:space="0" w:color="auto"/>
                <w:bottom w:val="none" w:sz="0" w:space="0" w:color="auto"/>
                <w:right w:val="none" w:sz="0" w:space="0" w:color="auto"/>
              </w:divBdr>
            </w:div>
            <w:div w:id="1082800717">
              <w:marLeft w:val="0"/>
              <w:marRight w:val="0"/>
              <w:marTop w:val="0"/>
              <w:marBottom w:val="0"/>
              <w:divBdr>
                <w:top w:val="none" w:sz="0" w:space="0" w:color="auto"/>
                <w:left w:val="none" w:sz="0" w:space="0" w:color="auto"/>
                <w:bottom w:val="none" w:sz="0" w:space="0" w:color="auto"/>
                <w:right w:val="none" w:sz="0" w:space="0" w:color="auto"/>
              </w:divBdr>
            </w:div>
            <w:div w:id="621304833">
              <w:marLeft w:val="0"/>
              <w:marRight w:val="0"/>
              <w:marTop w:val="0"/>
              <w:marBottom w:val="0"/>
              <w:divBdr>
                <w:top w:val="none" w:sz="0" w:space="0" w:color="auto"/>
                <w:left w:val="none" w:sz="0" w:space="0" w:color="auto"/>
                <w:bottom w:val="none" w:sz="0" w:space="0" w:color="auto"/>
                <w:right w:val="none" w:sz="0" w:space="0" w:color="auto"/>
              </w:divBdr>
            </w:div>
            <w:div w:id="675308612">
              <w:marLeft w:val="0"/>
              <w:marRight w:val="0"/>
              <w:marTop w:val="0"/>
              <w:marBottom w:val="0"/>
              <w:divBdr>
                <w:top w:val="none" w:sz="0" w:space="0" w:color="auto"/>
                <w:left w:val="none" w:sz="0" w:space="0" w:color="auto"/>
                <w:bottom w:val="none" w:sz="0" w:space="0" w:color="auto"/>
                <w:right w:val="none" w:sz="0" w:space="0" w:color="auto"/>
              </w:divBdr>
            </w:div>
            <w:div w:id="446242846">
              <w:marLeft w:val="0"/>
              <w:marRight w:val="0"/>
              <w:marTop w:val="0"/>
              <w:marBottom w:val="0"/>
              <w:divBdr>
                <w:top w:val="none" w:sz="0" w:space="0" w:color="auto"/>
                <w:left w:val="none" w:sz="0" w:space="0" w:color="auto"/>
                <w:bottom w:val="none" w:sz="0" w:space="0" w:color="auto"/>
                <w:right w:val="none" w:sz="0" w:space="0" w:color="auto"/>
              </w:divBdr>
            </w:div>
            <w:div w:id="563754952">
              <w:marLeft w:val="0"/>
              <w:marRight w:val="0"/>
              <w:marTop w:val="0"/>
              <w:marBottom w:val="0"/>
              <w:divBdr>
                <w:top w:val="none" w:sz="0" w:space="0" w:color="auto"/>
                <w:left w:val="none" w:sz="0" w:space="0" w:color="auto"/>
                <w:bottom w:val="none" w:sz="0" w:space="0" w:color="auto"/>
                <w:right w:val="none" w:sz="0" w:space="0" w:color="auto"/>
              </w:divBdr>
            </w:div>
            <w:div w:id="302321777">
              <w:marLeft w:val="0"/>
              <w:marRight w:val="0"/>
              <w:marTop w:val="0"/>
              <w:marBottom w:val="0"/>
              <w:divBdr>
                <w:top w:val="none" w:sz="0" w:space="0" w:color="auto"/>
                <w:left w:val="none" w:sz="0" w:space="0" w:color="auto"/>
                <w:bottom w:val="none" w:sz="0" w:space="0" w:color="auto"/>
                <w:right w:val="none" w:sz="0" w:space="0" w:color="auto"/>
              </w:divBdr>
            </w:div>
            <w:div w:id="1275677324">
              <w:marLeft w:val="0"/>
              <w:marRight w:val="0"/>
              <w:marTop w:val="0"/>
              <w:marBottom w:val="0"/>
              <w:divBdr>
                <w:top w:val="none" w:sz="0" w:space="0" w:color="auto"/>
                <w:left w:val="none" w:sz="0" w:space="0" w:color="auto"/>
                <w:bottom w:val="none" w:sz="0" w:space="0" w:color="auto"/>
                <w:right w:val="none" w:sz="0" w:space="0" w:color="auto"/>
              </w:divBdr>
            </w:div>
            <w:div w:id="1804075312">
              <w:marLeft w:val="0"/>
              <w:marRight w:val="0"/>
              <w:marTop w:val="0"/>
              <w:marBottom w:val="0"/>
              <w:divBdr>
                <w:top w:val="none" w:sz="0" w:space="0" w:color="auto"/>
                <w:left w:val="none" w:sz="0" w:space="0" w:color="auto"/>
                <w:bottom w:val="none" w:sz="0" w:space="0" w:color="auto"/>
                <w:right w:val="none" w:sz="0" w:space="0" w:color="auto"/>
              </w:divBdr>
            </w:div>
            <w:div w:id="515507556">
              <w:marLeft w:val="0"/>
              <w:marRight w:val="0"/>
              <w:marTop w:val="0"/>
              <w:marBottom w:val="0"/>
              <w:divBdr>
                <w:top w:val="none" w:sz="0" w:space="0" w:color="auto"/>
                <w:left w:val="none" w:sz="0" w:space="0" w:color="auto"/>
                <w:bottom w:val="none" w:sz="0" w:space="0" w:color="auto"/>
                <w:right w:val="none" w:sz="0" w:space="0" w:color="auto"/>
              </w:divBdr>
            </w:div>
            <w:div w:id="1638953742">
              <w:marLeft w:val="0"/>
              <w:marRight w:val="0"/>
              <w:marTop w:val="0"/>
              <w:marBottom w:val="0"/>
              <w:divBdr>
                <w:top w:val="none" w:sz="0" w:space="0" w:color="auto"/>
                <w:left w:val="none" w:sz="0" w:space="0" w:color="auto"/>
                <w:bottom w:val="none" w:sz="0" w:space="0" w:color="auto"/>
                <w:right w:val="none" w:sz="0" w:space="0" w:color="auto"/>
              </w:divBdr>
            </w:div>
            <w:div w:id="174461719">
              <w:marLeft w:val="0"/>
              <w:marRight w:val="0"/>
              <w:marTop w:val="0"/>
              <w:marBottom w:val="0"/>
              <w:divBdr>
                <w:top w:val="none" w:sz="0" w:space="0" w:color="auto"/>
                <w:left w:val="none" w:sz="0" w:space="0" w:color="auto"/>
                <w:bottom w:val="none" w:sz="0" w:space="0" w:color="auto"/>
                <w:right w:val="none" w:sz="0" w:space="0" w:color="auto"/>
              </w:divBdr>
            </w:div>
            <w:div w:id="1432047879">
              <w:marLeft w:val="0"/>
              <w:marRight w:val="0"/>
              <w:marTop w:val="0"/>
              <w:marBottom w:val="0"/>
              <w:divBdr>
                <w:top w:val="none" w:sz="0" w:space="0" w:color="auto"/>
                <w:left w:val="none" w:sz="0" w:space="0" w:color="auto"/>
                <w:bottom w:val="none" w:sz="0" w:space="0" w:color="auto"/>
                <w:right w:val="none" w:sz="0" w:space="0" w:color="auto"/>
              </w:divBdr>
            </w:div>
            <w:div w:id="621421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960345">
      <w:bodyDiv w:val="1"/>
      <w:marLeft w:val="0"/>
      <w:marRight w:val="0"/>
      <w:marTop w:val="0"/>
      <w:marBottom w:val="0"/>
      <w:divBdr>
        <w:top w:val="none" w:sz="0" w:space="0" w:color="auto"/>
        <w:left w:val="none" w:sz="0" w:space="0" w:color="auto"/>
        <w:bottom w:val="none" w:sz="0" w:space="0" w:color="auto"/>
        <w:right w:val="none" w:sz="0" w:space="0" w:color="auto"/>
      </w:divBdr>
    </w:div>
    <w:div w:id="357393241">
      <w:bodyDiv w:val="1"/>
      <w:marLeft w:val="0"/>
      <w:marRight w:val="0"/>
      <w:marTop w:val="0"/>
      <w:marBottom w:val="0"/>
      <w:divBdr>
        <w:top w:val="none" w:sz="0" w:space="0" w:color="auto"/>
        <w:left w:val="none" w:sz="0" w:space="0" w:color="auto"/>
        <w:bottom w:val="none" w:sz="0" w:space="0" w:color="auto"/>
        <w:right w:val="none" w:sz="0" w:space="0" w:color="auto"/>
      </w:divBdr>
      <w:divsChild>
        <w:div w:id="1831672117">
          <w:marLeft w:val="0"/>
          <w:marRight w:val="0"/>
          <w:marTop w:val="0"/>
          <w:marBottom w:val="0"/>
          <w:divBdr>
            <w:top w:val="none" w:sz="0" w:space="0" w:color="auto"/>
            <w:left w:val="none" w:sz="0" w:space="0" w:color="auto"/>
            <w:bottom w:val="none" w:sz="0" w:space="0" w:color="auto"/>
            <w:right w:val="none" w:sz="0" w:space="0" w:color="auto"/>
          </w:divBdr>
          <w:divsChild>
            <w:div w:id="472210551">
              <w:marLeft w:val="0"/>
              <w:marRight w:val="0"/>
              <w:marTop w:val="0"/>
              <w:marBottom w:val="0"/>
              <w:divBdr>
                <w:top w:val="none" w:sz="0" w:space="0" w:color="auto"/>
                <w:left w:val="none" w:sz="0" w:space="0" w:color="auto"/>
                <w:bottom w:val="none" w:sz="0" w:space="0" w:color="auto"/>
                <w:right w:val="none" w:sz="0" w:space="0" w:color="auto"/>
              </w:divBdr>
              <w:divsChild>
                <w:div w:id="2102946063">
                  <w:marLeft w:val="0"/>
                  <w:marRight w:val="0"/>
                  <w:marTop w:val="0"/>
                  <w:marBottom w:val="0"/>
                  <w:divBdr>
                    <w:top w:val="none" w:sz="0" w:space="0" w:color="auto"/>
                    <w:left w:val="none" w:sz="0" w:space="0" w:color="auto"/>
                    <w:bottom w:val="none" w:sz="0" w:space="0" w:color="auto"/>
                    <w:right w:val="none" w:sz="0" w:space="0" w:color="auto"/>
                  </w:divBdr>
                  <w:divsChild>
                    <w:div w:id="828902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5299015">
      <w:bodyDiv w:val="1"/>
      <w:marLeft w:val="0"/>
      <w:marRight w:val="0"/>
      <w:marTop w:val="0"/>
      <w:marBottom w:val="0"/>
      <w:divBdr>
        <w:top w:val="none" w:sz="0" w:space="0" w:color="auto"/>
        <w:left w:val="none" w:sz="0" w:space="0" w:color="auto"/>
        <w:bottom w:val="none" w:sz="0" w:space="0" w:color="auto"/>
        <w:right w:val="none" w:sz="0" w:space="0" w:color="auto"/>
      </w:divBdr>
      <w:divsChild>
        <w:div w:id="1787847654">
          <w:marLeft w:val="0"/>
          <w:marRight w:val="0"/>
          <w:marTop w:val="0"/>
          <w:marBottom w:val="0"/>
          <w:divBdr>
            <w:top w:val="none" w:sz="0" w:space="0" w:color="auto"/>
            <w:left w:val="none" w:sz="0" w:space="0" w:color="auto"/>
            <w:bottom w:val="none" w:sz="0" w:space="0" w:color="auto"/>
            <w:right w:val="none" w:sz="0" w:space="0" w:color="auto"/>
          </w:divBdr>
        </w:div>
      </w:divsChild>
    </w:div>
    <w:div w:id="456797286">
      <w:bodyDiv w:val="1"/>
      <w:marLeft w:val="0"/>
      <w:marRight w:val="0"/>
      <w:marTop w:val="0"/>
      <w:marBottom w:val="0"/>
      <w:divBdr>
        <w:top w:val="none" w:sz="0" w:space="0" w:color="auto"/>
        <w:left w:val="none" w:sz="0" w:space="0" w:color="auto"/>
        <w:bottom w:val="none" w:sz="0" w:space="0" w:color="auto"/>
        <w:right w:val="none" w:sz="0" w:space="0" w:color="auto"/>
      </w:divBdr>
    </w:div>
    <w:div w:id="491943824">
      <w:bodyDiv w:val="1"/>
      <w:marLeft w:val="0"/>
      <w:marRight w:val="0"/>
      <w:marTop w:val="0"/>
      <w:marBottom w:val="0"/>
      <w:divBdr>
        <w:top w:val="none" w:sz="0" w:space="0" w:color="auto"/>
        <w:left w:val="none" w:sz="0" w:space="0" w:color="auto"/>
        <w:bottom w:val="none" w:sz="0" w:space="0" w:color="auto"/>
        <w:right w:val="none" w:sz="0" w:space="0" w:color="auto"/>
      </w:divBdr>
    </w:div>
    <w:div w:id="513148216">
      <w:bodyDiv w:val="1"/>
      <w:marLeft w:val="0"/>
      <w:marRight w:val="0"/>
      <w:marTop w:val="0"/>
      <w:marBottom w:val="0"/>
      <w:divBdr>
        <w:top w:val="none" w:sz="0" w:space="0" w:color="auto"/>
        <w:left w:val="none" w:sz="0" w:space="0" w:color="auto"/>
        <w:bottom w:val="none" w:sz="0" w:space="0" w:color="auto"/>
        <w:right w:val="none" w:sz="0" w:space="0" w:color="auto"/>
      </w:divBdr>
    </w:div>
    <w:div w:id="562915415">
      <w:bodyDiv w:val="1"/>
      <w:marLeft w:val="0"/>
      <w:marRight w:val="0"/>
      <w:marTop w:val="0"/>
      <w:marBottom w:val="0"/>
      <w:divBdr>
        <w:top w:val="none" w:sz="0" w:space="0" w:color="auto"/>
        <w:left w:val="none" w:sz="0" w:space="0" w:color="auto"/>
        <w:bottom w:val="none" w:sz="0" w:space="0" w:color="auto"/>
        <w:right w:val="none" w:sz="0" w:space="0" w:color="auto"/>
      </w:divBdr>
      <w:divsChild>
        <w:div w:id="732392546">
          <w:marLeft w:val="0"/>
          <w:marRight w:val="0"/>
          <w:marTop w:val="0"/>
          <w:marBottom w:val="0"/>
          <w:divBdr>
            <w:top w:val="none" w:sz="0" w:space="0" w:color="auto"/>
            <w:left w:val="none" w:sz="0" w:space="0" w:color="auto"/>
            <w:bottom w:val="none" w:sz="0" w:space="0" w:color="auto"/>
            <w:right w:val="none" w:sz="0" w:space="0" w:color="auto"/>
          </w:divBdr>
          <w:divsChild>
            <w:div w:id="1573541984">
              <w:marLeft w:val="0"/>
              <w:marRight w:val="0"/>
              <w:marTop w:val="0"/>
              <w:marBottom w:val="0"/>
              <w:divBdr>
                <w:top w:val="none" w:sz="0" w:space="0" w:color="auto"/>
                <w:left w:val="none" w:sz="0" w:space="0" w:color="auto"/>
                <w:bottom w:val="none" w:sz="0" w:space="0" w:color="auto"/>
                <w:right w:val="none" w:sz="0" w:space="0" w:color="auto"/>
              </w:divBdr>
            </w:div>
            <w:div w:id="2015918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336776">
      <w:bodyDiv w:val="1"/>
      <w:marLeft w:val="0"/>
      <w:marRight w:val="0"/>
      <w:marTop w:val="0"/>
      <w:marBottom w:val="0"/>
      <w:divBdr>
        <w:top w:val="none" w:sz="0" w:space="0" w:color="auto"/>
        <w:left w:val="none" w:sz="0" w:space="0" w:color="auto"/>
        <w:bottom w:val="none" w:sz="0" w:space="0" w:color="auto"/>
        <w:right w:val="none" w:sz="0" w:space="0" w:color="auto"/>
      </w:divBdr>
      <w:divsChild>
        <w:div w:id="772818129">
          <w:marLeft w:val="0"/>
          <w:marRight w:val="0"/>
          <w:marTop w:val="0"/>
          <w:marBottom w:val="0"/>
          <w:divBdr>
            <w:top w:val="none" w:sz="0" w:space="0" w:color="auto"/>
            <w:left w:val="none" w:sz="0" w:space="0" w:color="auto"/>
            <w:bottom w:val="none" w:sz="0" w:space="0" w:color="auto"/>
            <w:right w:val="none" w:sz="0" w:space="0" w:color="auto"/>
          </w:divBdr>
        </w:div>
      </w:divsChild>
    </w:div>
    <w:div w:id="583412743">
      <w:bodyDiv w:val="1"/>
      <w:marLeft w:val="0"/>
      <w:marRight w:val="0"/>
      <w:marTop w:val="0"/>
      <w:marBottom w:val="0"/>
      <w:divBdr>
        <w:top w:val="none" w:sz="0" w:space="0" w:color="auto"/>
        <w:left w:val="none" w:sz="0" w:space="0" w:color="auto"/>
        <w:bottom w:val="none" w:sz="0" w:space="0" w:color="auto"/>
        <w:right w:val="none" w:sz="0" w:space="0" w:color="auto"/>
      </w:divBdr>
    </w:div>
    <w:div w:id="588538964">
      <w:bodyDiv w:val="1"/>
      <w:marLeft w:val="0"/>
      <w:marRight w:val="0"/>
      <w:marTop w:val="0"/>
      <w:marBottom w:val="0"/>
      <w:divBdr>
        <w:top w:val="none" w:sz="0" w:space="0" w:color="auto"/>
        <w:left w:val="none" w:sz="0" w:space="0" w:color="auto"/>
        <w:bottom w:val="none" w:sz="0" w:space="0" w:color="auto"/>
        <w:right w:val="none" w:sz="0" w:space="0" w:color="auto"/>
      </w:divBdr>
    </w:div>
    <w:div w:id="612517138">
      <w:bodyDiv w:val="1"/>
      <w:marLeft w:val="0"/>
      <w:marRight w:val="0"/>
      <w:marTop w:val="0"/>
      <w:marBottom w:val="0"/>
      <w:divBdr>
        <w:top w:val="none" w:sz="0" w:space="0" w:color="auto"/>
        <w:left w:val="none" w:sz="0" w:space="0" w:color="auto"/>
        <w:bottom w:val="none" w:sz="0" w:space="0" w:color="auto"/>
        <w:right w:val="none" w:sz="0" w:space="0" w:color="auto"/>
      </w:divBdr>
    </w:div>
    <w:div w:id="637146836">
      <w:bodyDiv w:val="1"/>
      <w:marLeft w:val="0"/>
      <w:marRight w:val="0"/>
      <w:marTop w:val="0"/>
      <w:marBottom w:val="0"/>
      <w:divBdr>
        <w:top w:val="none" w:sz="0" w:space="0" w:color="auto"/>
        <w:left w:val="none" w:sz="0" w:space="0" w:color="auto"/>
        <w:bottom w:val="none" w:sz="0" w:space="0" w:color="auto"/>
        <w:right w:val="none" w:sz="0" w:space="0" w:color="auto"/>
      </w:divBdr>
    </w:div>
    <w:div w:id="642855646">
      <w:bodyDiv w:val="1"/>
      <w:marLeft w:val="0"/>
      <w:marRight w:val="0"/>
      <w:marTop w:val="0"/>
      <w:marBottom w:val="0"/>
      <w:divBdr>
        <w:top w:val="none" w:sz="0" w:space="0" w:color="auto"/>
        <w:left w:val="none" w:sz="0" w:space="0" w:color="auto"/>
        <w:bottom w:val="none" w:sz="0" w:space="0" w:color="auto"/>
        <w:right w:val="none" w:sz="0" w:space="0" w:color="auto"/>
      </w:divBdr>
    </w:div>
    <w:div w:id="684138645">
      <w:bodyDiv w:val="1"/>
      <w:marLeft w:val="0"/>
      <w:marRight w:val="0"/>
      <w:marTop w:val="0"/>
      <w:marBottom w:val="0"/>
      <w:divBdr>
        <w:top w:val="none" w:sz="0" w:space="0" w:color="auto"/>
        <w:left w:val="none" w:sz="0" w:space="0" w:color="auto"/>
        <w:bottom w:val="none" w:sz="0" w:space="0" w:color="auto"/>
        <w:right w:val="none" w:sz="0" w:space="0" w:color="auto"/>
      </w:divBdr>
    </w:div>
    <w:div w:id="708719778">
      <w:bodyDiv w:val="1"/>
      <w:marLeft w:val="0"/>
      <w:marRight w:val="0"/>
      <w:marTop w:val="0"/>
      <w:marBottom w:val="0"/>
      <w:divBdr>
        <w:top w:val="none" w:sz="0" w:space="0" w:color="auto"/>
        <w:left w:val="none" w:sz="0" w:space="0" w:color="auto"/>
        <w:bottom w:val="none" w:sz="0" w:space="0" w:color="auto"/>
        <w:right w:val="none" w:sz="0" w:space="0" w:color="auto"/>
      </w:divBdr>
      <w:divsChild>
        <w:div w:id="958880275">
          <w:marLeft w:val="0"/>
          <w:marRight w:val="0"/>
          <w:marTop w:val="0"/>
          <w:marBottom w:val="0"/>
          <w:divBdr>
            <w:top w:val="none" w:sz="0" w:space="0" w:color="auto"/>
            <w:left w:val="none" w:sz="0" w:space="0" w:color="auto"/>
            <w:bottom w:val="none" w:sz="0" w:space="0" w:color="auto"/>
            <w:right w:val="none" w:sz="0" w:space="0" w:color="auto"/>
          </w:divBdr>
          <w:divsChild>
            <w:div w:id="1572303370">
              <w:marLeft w:val="0"/>
              <w:marRight w:val="0"/>
              <w:marTop w:val="0"/>
              <w:marBottom w:val="0"/>
              <w:divBdr>
                <w:top w:val="none" w:sz="0" w:space="0" w:color="auto"/>
                <w:left w:val="none" w:sz="0" w:space="0" w:color="auto"/>
                <w:bottom w:val="none" w:sz="0" w:space="0" w:color="auto"/>
                <w:right w:val="none" w:sz="0" w:space="0" w:color="auto"/>
              </w:divBdr>
            </w:div>
            <w:div w:id="1934628426">
              <w:marLeft w:val="0"/>
              <w:marRight w:val="0"/>
              <w:marTop w:val="0"/>
              <w:marBottom w:val="0"/>
              <w:divBdr>
                <w:top w:val="none" w:sz="0" w:space="0" w:color="auto"/>
                <w:left w:val="none" w:sz="0" w:space="0" w:color="auto"/>
                <w:bottom w:val="none" w:sz="0" w:space="0" w:color="auto"/>
                <w:right w:val="none" w:sz="0" w:space="0" w:color="auto"/>
              </w:divBdr>
              <w:divsChild>
                <w:div w:id="560553913">
                  <w:marLeft w:val="0"/>
                  <w:marRight w:val="0"/>
                  <w:marTop w:val="0"/>
                  <w:marBottom w:val="0"/>
                  <w:divBdr>
                    <w:top w:val="none" w:sz="0" w:space="0" w:color="auto"/>
                    <w:left w:val="none" w:sz="0" w:space="0" w:color="auto"/>
                    <w:bottom w:val="none" w:sz="0" w:space="0" w:color="auto"/>
                    <w:right w:val="none" w:sz="0" w:space="0" w:color="auto"/>
                  </w:divBdr>
                  <w:divsChild>
                    <w:div w:id="104925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262565">
              <w:marLeft w:val="0"/>
              <w:marRight w:val="0"/>
              <w:marTop w:val="0"/>
              <w:marBottom w:val="0"/>
              <w:divBdr>
                <w:top w:val="none" w:sz="0" w:space="0" w:color="auto"/>
                <w:left w:val="none" w:sz="0" w:space="0" w:color="auto"/>
                <w:bottom w:val="none" w:sz="0" w:space="0" w:color="auto"/>
                <w:right w:val="none" w:sz="0" w:space="0" w:color="auto"/>
              </w:divBdr>
            </w:div>
          </w:divsChild>
        </w:div>
        <w:div w:id="199897650">
          <w:marLeft w:val="0"/>
          <w:marRight w:val="0"/>
          <w:marTop w:val="0"/>
          <w:marBottom w:val="0"/>
          <w:divBdr>
            <w:top w:val="none" w:sz="0" w:space="0" w:color="auto"/>
            <w:left w:val="none" w:sz="0" w:space="0" w:color="auto"/>
            <w:bottom w:val="none" w:sz="0" w:space="0" w:color="auto"/>
            <w:right w:val="none" w:sz="0" w:space="0" w:color="auto"/>
          </w:divBdr>
          <w:divsChild>
            <w:div w:id="866213640">
              <w:marLeft w:val="0"/>
              <w:marRight w:val="0"/>
              <w:marTop w:val="0"/>
              <w:marBottom w:val="0"/>
              <w:divBdr>
                <w:top w:val="none" w:sz="0" w:space="0" w:color="auto"/>
                <w:left w:val="none" w:sz="0" w:space="0" w:color="auto"/>
                <w:bottom w:val="none" w:sz="0" w:space="0" w:color="auto"/>
                <w:right w:val="none" w:sz="0" w:space="0" w:color="auto"/>
              </w:divBdr>
            </w:div>
            <w:div w:id="666711987">
              <w:marLeft w:val="0"/>
              <w:marRight w:val="0"/>
              <w:marTop w:val="0"/>
              <w:marBottom w:val="0"/>
              <w:divBdr>
                <w:top w:val="none" w:sz="0" w:space="0" w:color="auto"/>
                <w:left w:val="none" w:sz="0" w:space="0" w:color="auto"/>
                <w:bottom w:val="none" w:sz="0" w:space="0" w:color="auto"/>
                <w:right w:val="none" w:sz="0" w:space="0" w:color="auto"/>
              </w:divBdr>
              <w:divsChild>
                <w:div w:id="920023526">
                  <w:marLeft w:val="0"/>
                  <w:marRight w:val="0"/>
                  <w:marTop w:val="0"/>
                  <w:marBottom w:val="0"/>
                  <w:divBdr>
                    <w:top w:val="none" w:sz="0" w:space="0" w:color="auto"/>
                    <w:left w:val="none" w:sz="0" w:space="0" w:color="auto"/>
                    <w:bottom w:val="none" w:sz="0" w:space="0" w:color="auto"/>
                    <w:right w:val="none" w:sz="0" w:space="0" w:color="auto"/>
                  </w:divBdr>
                  <w:divsChild>
                    <w:div w:id="1257136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321353">
              <w:marLeft w:val="0"/>
              <w:marRight w:val="0"/>
              <w:marTop w:val="0"/>
              <w:marBottom w:val="0"/>
              <w:divBdr>
                <w:top w:val="none" w:sz="0" w:space="0" w:color="auto"/>
                <w:left w:val="none" w:sz="0" w:space="0" w:color="auto"/>
                <w:bottom w:val="none" w:sz="0" w:space="0" w:color="auto"/>
                <w:right w:val="none" w:sz="0" w:space="0" w:color="auto"/>
              </w:divBdr>
            </w:div>
          </w:divsChild>
        </w:div>
        <w:div w:id="1845315654">
          <w:marLeft w:val="0"/>
          <w:marRight w:val="0"/>
          <w:marTop w:val="0"/>
          <w:marBottom w:val="0"/>
          <w:divBdr>
            <w:top w:val="none" w:sz="0" w:space="0" w:color="auto"/>
            <w:left w:val="none" w:sz="0" w:space="0" w:color="auto"/>
            <w:bottom w:val="none" w:sz="0" w:space="0" w:color="auto"/>
            <w:right w:val="none" w:sz="0" w:space="0" w:color="auto"/>
          </w:divBdr>
          <w:divsChild>
            <w:div w:id="189296541">
              <w:marLeft w:val="0"/>
              <w:marRight w:val="0"/>
              <w:marTop w:val="0"/>
              <w:marBottom w:val="0"/>
              <w:divBdr>
                <w:top w:val="none" w:sz="0" w:space="0" w:color="auto"/>
                <w:left w:val="none" w:sz="0" w:space="0" w:color="auto"/>
                <w:bottom w:val="none" w:sz="0" w:space="0" w:color="auto"/>
                <w:right w:val="none" w:sz="0" w:space="0" w:color="auto"/>
              </w:divBdr>
            </w:div>
            <w:div w:id="1212767952">
              <w:marLeft w:val="0"/>
              <w:marRight w:val="0"/>
              <w:marTop w:val="0"/>
              <w:marBottom w:val="0"/>
              <w:divBdr>
                <w:top w:val="none" w:sz="0" w:space="0" w:color="auto"/>
                <w:left w:val="none" w:sz="0" w:space="0" w:color="auto"/>
                <w:bottom w:val="none" w:sz="0" w:space="0" w:color="auto"/>
                <w:right w:val="none" w:sz="0" w:space="0" w:color="auto"/>
              </w:divBdr>
              <w:divsChild>
                <w:div w:id="947394837">
                  <w:marLeft w:val="0"/>
                  <w:marRight w:val="0"/>
                  <w:marTop w:val="0"/>
                  <w:marBottom w:val="0"/>
                  <w:divBdr>
                    <w:top w:val="none" w:sz="0" w:space="0" w:color="auto"/>
                    <w:left w:val="none" w:sz="0" w:space="0" w:color="auto"/>
                    <w:bottom w:val="none" w:sz="0" w:space="0" w:color="auto"/>
                    <w:right w:val="none" w:sz="0" w:space="0" w:color="auto"/>
                  </w:divBdr>
                  <w:divsChild>
                    <w:div w:id="1950694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833321">
              <w:marLeft w:val="0"/>
              <w:marRight w:val="0"/>
              <w:marTop w:val="0"/>
              <w:marBottom w:val="0"/>
              <w:divBdr>
                <w:top w:val="none" w:sz="0" w:space="0" w:color="auto"/>
                <w:left w:val="none" w:sz="0" w:space="0" w:color="auto"/>
                <w:bottom w:val="none" w:sz="0" w:space="0" w:color="auto"/>
                <w:right w:val="none" w:sz="0" w:space="0" w:color="auto"/>
              </w:divBdr>
            </w:div>
          </w:divsChild>
        </w:div>
        <w:div w:id="1956250898">
          <w:marLeft w:val="0"/>
          <w:marRight w:val="0"/>
          <w:marTop w:val="0"/>
          <w:marBottom w:val="0"/>
          <w:divBdr>
            <w:top w:val="none" w:sz="0" w:space="0" w:color="auto"/>
            <w:left w:val="none" w:sz="0" w:space="0" w:color="auto"/>
            <w:bottom w:val="none" w:sz="0" w:space="0" w:color="auto"/>
            <w:right w:val="none" w:sz="0" w:space="0" w:color="auto"/>
          </w:divBdr>
          <w:divsChild>
            <w:div w:id="687604216">
              <w:marLeft w:val="0"/>
              <w:marRight w:val="0"/>
              <w:marTop w:val="0"/>
              <w:marBottom w:val="0"/>
              <w:divBdr>
                <w:top w:val="none" w:sz="0" w:space="0" w:color="auto"/>
                <w:left w:val="none" w:sz="0" w:space="0" w:color="auto"/>
                <w:bottom w:val="none" w:sz="0" w:space="0" w:color="auto"/>
                <w:right w:val="none" w:sz="0" w:space="0" w:color="auto"/>
              </w:divBdr>
            </w:div>
            <w:div w:id="582377733">
              <w:marLeft w:val="0"/>
              <w:marRight w:val="0"/>
              <w:marTop w:val="0"/>
              <w:marBottom w:val="0"/>
              <w:divBdr>
                <w:top w:val="none" w:sz="0" w:space="0" w:color="auto"/>
                <w:left w:val="none" w:sz="0" w:space="0" w:color="auto"/>
                <w:bottom w:val="none" w:sz="0" w:space="0" w:color="auto"/>
                <w:right w:val="none" w:sz="0" w:space="0" w:color="auto"/>
              </w:divBdr>
              <w:divsChild>
                <w:div w:id="96567126">
                  <w:marLeft w:val="0"/>
                  <w:marRight w:val="0"/>
                  <w:marTop w:val="0"/>
                  <w:marBottom w:val="0"/>
                  <w:divBdr>
                    <w:top w:val="none" w:sz="0" w:space="0" w:color="auto"/>
                    <w:left w:val="none" w:sz="0" w:space="0" w:color="auto"/>
                    <w:bottom w:val="none" w:sz="0" w:space="0" w:color="auto"/>
                    <w:right w:val="none" w:sz="0" w:space="0" w:color="auto"/>
                  </w:divBdr>
                  <w:divsChild>
                    <w:div w:id="2857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305304">
              <w:marLeft w:val="0"/>
              <w:marRight w:val="0"/>
              <w:marTop w:val="0"/>
              <w:marBottom w:val="0"/>
              <w:divBdr>
                <w:top w:val="none" w:sz="0" w:space="0" w:color="auto"/>
                <w:left w:val="none" w:sz="0" w:space="0" w:color="auto"/>
                <w:bottom w:val="none" w:sz="0" w:space="0" w:color="auto"/>
                <w:right w:val="none" w:sz="0" w:space="0" w:color="auto"/>
              </w:divBdr>
            </w:div>
          </w:divsChild>
        </w:div>
        <w:div w:id="363333003">
          <w:marLeft w:val="0"/>
          <w:marRight w:val="0"/>
          <w:marTop w:val="0"/>
          <w:marBottom w:val="0"/>
          <w:divBdr>
            <w:top w:val="none" w:sz="0" w:space="0" w:color="auto"/>
            <w:left w:val="none" w:sz="0" w:space="0" w:color="auto"/>
            <w:bottom w:val="none" w:sz="0" w:space="0" w:color="auto"/>
            <w:right w:val="none" w:sz="0" w:space="0" w:color="auto"/>
          </w:divBdr>
          <w:divsChild>
            <w:div w:id="349836417">
              <w:marLeft w:val="0"/>
              <w:marRight w:val="0"/>
              <w:marTop w:val="0"/>
              <w:marBottom w:val="0"/>
              <w:divBdr>
                <w:top w:val="none" w:sz="0" w:space="0" w:color="auto"/>
                <w:left w:val="none" w:sz="0" w:space="0" w:color="auto"/>
                <w:bottom w:val="none" w:sz="0" w:space="0" w:color="auto"/>
                <w:right w:val="none" w:sz="0" w:space="0" w:color="auto"/>
              </w:divBdr>
            </w:div>
            <w:div w:id="223639781">
              <w:marLeft w:val="0"/>
              <w:marRight w:val="0"/>
              <w:marTop w:val="0"/>
              <w:marBottom w:val="0"/>
              <w:divBdr>
                <w:top w:val="none" w:sz="0" w:space="0" w:color="auto"/>
                <w:left w:val="none" w:sz="0" w:space="0" w:color="auto"/>
                <w:bottom w:val="none" w:sz="0" w:space="0" w:color="auto"/>
                <w:right w:val="none" w:sz="0" w:space="0" w:color="auto"/>
              </w:divBdr>
              <w:divsChild>
                <w:div w:id="1373114773">
                  <w:marLeft w:val="0"/>
                  <w:marRight w:val="0"/>
                  <w:marTop w:val="0"/>
                  <w:marBottom w:val="0"/>
                  <w:divBdr>
                    <w:top w:val="none" w:sz="0" w:space="0" w:color="auto"/>
                    <w:left w:val="none" w:sz="0" w:space="0" w:color="auto"/>
                    <w:bottom w:val="none" w:sz="0" w:space="0" w:color="auto"/>
                    <w:right w:val="none" w:sz="0" w:space="0" w:color="auto"/>
                  </w:divBdr>
                  <w:divsChild>
                    <w:div w:id="425460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882838">
              <w:marLeft w:val="0"/>
              <w:marRight w:val="0"/>
              <w:marTop w:val="0"/>
              <w:marBottom w:val="0"/>
              <w:divBdr>
                <w:top w:val="none" w:sz="0" w:space="0" w:color="auto"/>
                <w:left w:val="none" w:sz="0" w:space="0" w:color="auto"/>
                <w:bottom w:val="none" w:sz="0" w:space="0" w:color="auto"/>
                <w:right w:val="none" w:sz="0" w:space="0" w:color="auto"/>
              </w:divBdr>
            </w:div>
          </w:divsChild>
        </w:div>
        <w:div w:id="1876576276">
          <w:marLeft w:val="0"/>
          <w:marRight w:val="0"/>
          <w:marTop w:val="0"/>
          <w:marBottom w:val="0"/>
          <w:divBdr>
            <w:top w:val="none" w:sz="0" w:space="0" w:color="auto"/>
            <w:left w:val="none" w:sz="0" w:space="0" w:color="auto"/>
            <w:bottom w:val="none" w:sz="0" w:space="0" w:color="auto"/>
            <w:right w:val="none" w:sz="0" w:space="0" w:color="auto"/>
          </w:divBdr>
          <w:divsChild>
            <w:div w:id="665133517">
              <w:marLeft w:val="0"/>
              <w:marRight w:val="0"/>
              <w:marTop w:val="0"/>
              <w:marBottom w:val="0"/>
              <w:divBdr>
                <w:top w:val="none" w:sz="0" w:space="0" w:color="auto"/>
                <w:left w:val="none" w:sz="0" w:space="0" w:color="auto"/>
                <w:bottom w:val="none" w:sz="0" w:space="0" w:color="auto"/>
                <w:right w:val="none" w:sz="0" w:space="0" w:color="auto"/>
              </w:divBdr>
            </w:div>
            <w:div w:id="1309170566">
              <w:marLeft w:val="0"/>
              <w:marRight w:val="0"/>
              <w:marTop w:val="0"/>
              <w:marBottom w:val="0"/>
              <w:divBdr>
                <w:top w:val="none" w:sz="0" w:space="0" w:color="auto"/>
                <w:left w:val="none" w:sz="0" w:space="0" w:color="auto"/>
                <w:bottom w:val="none" w:sz="0" w:space="0" w:color="auto"/>
                <w:right w:val="none" w:sz="0" w:space="0" w:color="auto"/>
              </w:divBdr>
              <w:divsChild>
                <w:div w:id="1955096955">
                  <w:marLeft w:val="0"/>
                  <w:marRight w:val="0"/>
                  <w:marTop w:val="0"/>
                  <w:marBottom w:val="0"/>
                  <w:divBdr>
                    <w:top w:val="none" w:sz="0" w:space="0" w:color="auto"/>
                    <w:left w:val="none" w:sz="0" w:space="0" w:color="auto"/>
                    <w:bottom w:val="none" w:sz="0" w:space="0" w:color="auto"/>
                    <w:right w:val="none" w:sz="0" w:space="0" w:color="auto"/>
                  </w:divBdr>
                  <w:divsChild>
                    <w:div w:id="114944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7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461381">
      <w:bodyDiv w:val="1"/>
      <w:marLeft w:val="0"/>
      <w:marRight w:val="0"/>
      <w:marTop w:val="0"/>
      <w:marBottom w:val="0"/>
      <w:divBdr>
        <w:top w:val="none" w:sz="0" w:space="0" w:color="auto"/>
        <w:left w:val="none" w:sz="0" w:space="0" w:color="auto"/>
        <w:bottom w:val="none" w:sz="0" w:space="0" w:color="auto"/>
        <w:right w:val="none" w:sz="0" w:space="0" w:color="auto"/>
      </w:divBdr>
    </w:div>
    <w:div w:id="856313070">
      <w:bodyDiv w:val="1"/>
      <w:marLeft w:val="0"/>
      <w:marRight w:val="0"/>
      <w:marTop w:val="0"/>
      <w:marBottom w:val="0"/>
      <w:divBdr>
        <w:top w:val="none" w:sz="0" w:space="0" w:color="auto"/>
        <w:left w:val="none" w:sz="0" w:space="0" w:color="auto"/>
        <w:bottom w:val="none" w:sz="0" w:space="0" w:color="auto"/>
        <w:right w:val="none" w:sz="0" w:space="0" w:color="auto"/>
      </w:divBdr>
    </w:div>
    <w:div w:id="875195451">
      <w:bodyDiv w:val="1"/>
      <w:marLeft w:val="0"/>
      <w:marRight w:val="0"/>
      <w:marTop w:val="0"/>
      <w:marBottom w:val="0"/>
      <w:divBdr>
        <w:top w:val="none" w:sz="0" w:space="0" w:color="auto"/>
        <w:left w:val="none" w:sz="0" w:space="0" w:color="auto"/>
        <w:bottom w:val="none" w:sz="0" w:space="0" w:color="auto"/>
        <w:right w:val="none" w:sz="0" w:space="0" w:color="auto"/>
      </w:divBdr>
      <w:divsChild>
        <w:div w:id="1253079860">
          <w:marLeft w:val="0"/>
          <w:marRight w:val="0"/>
          <w:marTop w:val="0"/>
          <w:marBottom w:val="0"/>
          <w:divBdr>
            <w:top w:val="none" w:sz="0" w:space="0" w:color="auto"/>
            <w:left w:val="none" w:sz="0" w:space="0" w:color="auto"/>
            <w:bottom w:val="none" w:sz="0" w:space="0" w:color="auto"/>
            <w:right w:val="none" w:sz="0" w:space="0" w:color="auto"/>
          </w:divBdr>
          <w:divsChild>
            <w:div w:id="133304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504963">
      <w:bodyDiv w:val="1"/>
      <w:marLeft w:val="0"/>
      <w:marRight w:val="0"/>
      <w:marTop w:val="0"/>
      <w:marBottom w:val="0"/>
      <w:divBdr>
        <w:top w:val="none" w:sz="0" w:space="0" w:color="auto"/>
        <w:left w:val="none" w:sz="0" w:space="0" w:color="auto"/>
        <w:bottom w:val="none" w:sz="0" w:space="0" w:color="auto"/>
        <w:right w:val="none" w:sz="0" w:space="0" w:color="auto"/>
      </w:divBdr>
    </w:div>
    <w:div w:id="922223069">
      <w:bodyDiv w:val="1"/>
      <w:marLeft w:val="0"/>
      <w:marRight w:val="0"/>
      <w:marTop w:val="0"/>
      <w:marBottom w:val="0"/>
      <w:divBdr>
        <w:top w:val="none" w:sz="0" w:space="0" w:color="auto"/>
        <w:left w:val="none" w:sz="0" w:space="0" w:color="auto"/>
        <w:bottom w:val="none" w:sz="0" w:space="0" w:color="auto"/>
        <w:right w:val="none" w:sz="0" w:space="0" w:color="auto"/>
      </w:divBdr>
      <w:divsChild>
        <w:div w:id="1927348318">
          <w:marLeft w:val="0"/>
          <w:marRight w:val="0"/>
          <w:marTop w:val="0"/>
          <w:marBottom w:val="0"/>
          <w:divBdr>
            <w:top w:val="none" w:sz="0" w:space="0" w:color="auto"/>
            <w:left w:val="none" w:sz="0" w:space="0" w:color="auto"/>
            <w:bottom w:val="none" w:sz="0" w:space="0" w:color="auto"/>
            <w:right w:val="none" w:sz="0" w:space="0" w:color="auto"/>
          </w:divBdr>
          <w:divsChild>
            <w:div w:id="1342390005">
              <w:marLeft w:val="0"/>
              <w:marRight w:val="0"/>
              <w:marTop w:val="0"/>
              <w:marBottom w:val="0"/>
              <w:divBdr>
                <w:top w:val="none" w:sz="0" w:space="0" w:color="auto"/>
                <w:left w:val="none" w:sz="0" w:space="0" w:color="auto"/>
                <w:bottom w:val="none" w:sz="0" w:space="0" w:color="auto"/>
                <w:right w:val="none" w:sz="0" w:space="0" w:color="auto"/>
              </w:divBdr>
            </w:div>
            <w:div w:id="1747726197">
              <w:marLeft w:val="0"/>
              <w:marRight w:val="0"/>
              <w:marTop w:val="0"/>
              <w:marBottom w:val="0"/>
              <w:divBdr>
                <w:top w:val="none" w:sz="0" w:space="0" w:color="auto"/>
                <w:left w:val="none" w:sz="0" w:space="0" w:color="auto"/>
                <w:bottom w:val="none" w:sz="0" w:space="0" w:color="auto"/>
                <w:right w:val="none" w:sz="0" w:space="0" w:color="auto"/>
              </w:divBdr>
              <w:divsChild>
                <w:div w:id="1791778712">
                  <w:marLeft w:val="0"/>
                  <w:marRight w:val="0"/>
                  <w:marTop w:val="0"/>
                  <w:marBottom w:val="0"/>
                  <w:divBdr>
                    <w:top w:val="none" w:sz="0" w:space="0" w:color="auto"/>
                    <w:left w:val="none" w:sz="0" w:space="0" w:color="auto"/>
                    <w:bottom w:val="none" w:sz="0" w:space="0" w:color="auto"/>
                    <w:right w:val="none" w:sz="0" w:space="0" w:color="auto"/>
                  </w:divBdr>
                  <w:divsChild>
                    <w:div w:id="122371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212327">
              <w:marLeft w:val="0"/>
              <w:marRight w:val="0"/>
              <w:marTop w:val="0"/>
              <w:marBottom w:val="0"/>
              <w:divBdr>
                <w:top w:val="none" w:sz="0" w:space="0" w:color="auto"/>
                <w:left w:val="none" w:sz="0" w:space="0" w:color="auto"/>
                <w:bottom w:val="none" w:sz="0" w:space="0" w:color="auto"/>
                <w:right w:val="none" w:sz="0" w:space="0" w:color="auto"/>
              </w:divBdr>
            </w:div>
          </w:divsChild>
        </w:div>
        <w:div w:id="1309823134">
          <w:marLeft w:val="0"/>
          <w:marRight w:val="0"/>
          <w:marTop w:val="0"/>
          <w:marBottom w:val="0"/>
          <w:divBdr>
            <w:top w:val="none" w:sz="0" w:space="0" w:color="auto"/>
            <w:left w:val="none" w:sz="0" w:space="0" w:color="auto"/>
            <w:bottom w:val="none" w:sz="0" w:space="0" w:color="auto"/>
            <w:right w:val="none" w:sz="0" w:space="0" w:color="auto"/>
          </w:divBdr>
          <w:divsChild>
            <w:div w:id="184831946">
              <w:marLeft w:val="0"/>
              <w:marRight w:val="0"/>
              <w:marTop w:val="0"/>
              <w:marBottom w:val="0"/>
              <w:divBdr>
                <w:top w:val="none" w:sz="0" w:space="0" w:color="auto"/>
                <w:left w:val="none" w:sz="0" w:space="0" w:color="auto"/>
                <w:bottom w:val="none" w:sz="0" w:space="0" w:color="auto"/>
                <w:right w:val="none" w:sz="0" w:space="0" w:color="auto"/>
              </w:divBdr>
            </w:div>
            <w:div w:id="464005196">
              <w:marLeft w:val="0"/>
              <w:marRight w:val="0"/>
              <w:marTop w:val="0"/>
              <w:marBottom w:val="0"/>
              <w:divBdr>
                <w:top w:val="none" w:sz="0" w:space="0" w:color="auto"/>
                <w:left w:val="none" w:sz="0" w:space="0" w:color="auto"/>
                <w:bottom w:val="none" w:sz="0" w:space="0" w:color="auto"/>
                <w:right w:val="none" w:sz="0" w:space="0" w:color="auto"/>
              </w:divBdr>
              <w:divsChild>
                <w:div w:id="526716406">
                  <w:marLeft w:val="0"/>
                  <w:marRight w:val="0"/>
                  <w:marTop w:val="0"/>
                  <w:marBottom w:val="0"/>
                  <w:divBdr>
                    <w:top w:val="none" w:sz="0" w:space="0" w:color="auto"/>
                    <w:left w:val="none" w:sz="0" w:space="0" w:color="auto"/>
                    <w:bottom w:val="none" w:sz="0" w:space="0" w:color="auto"/>
                    <w:right w:val="none" w:sz="0" w:space="0" w:color="auto"/>
                  </w:divBdr>
                  <w:divsChild>
                    <w:div w:id="290327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33764">
              <w:marLeft w:val="0"/>
              <w:marRight w:val="0"/>
              <w:marTop w:val="0"/>
              <w:marBottom w:val="0"/>
              <w:divBdr>
                <w:top w:val="none" w:sz="0" w:space="0" w:color="auto"/>
                <w:left w:val="none" w:sz="0" w:space="0" w:color="auto"/>
                <w:bottom w:val="none" w:sz="0" w:space="0" w:color="auto"/>
                <w:right w:val="none" w:sz="0" w:space="0" w:color="auto"/>
              </w:divBdr>
            </w:div>
          </w:divsChild>
        </w:div>
        <w:div w:id="2136824720">
          <w:marLeft w:val="0"/>
          <w:marRight w:val="0"/>
          <w:marTop w:val="0"/>
          <w:marBottom w:val="0"/>
          <w:divBdr>
            <w:top w:val="none" w:sz="0" w:space="0" w:color="auto"/>
            <w:left w:val="none" w:sz="0" w:space="0" w:color="auto"/>
            <w:bottom w:val="none" w:sz="0" w:space="0" w:color="auto"/>
            <w:right w:val="none" w:sz="0" w:space="0" w:color="auto"/>
          </w:divBdr>
          <w:divsChild>
            <w:div w:id="95247708">
              <w:marLeft w:val="0"/>
              <w:marRight w:val="0"/>
              <w:marTop w:val="0"/>
              <w:marBottom w:val="0"/>
              <w:divBdr>
                <w:top w:val="none" w:sz="0" w:space="0" w:color="auto"/>
                <w:left w:val="none" w:sz="0" w:space="0" w:color="auto"/>
                <w:bottom w:val="none" w:sz="0" w:space="0" w:color="auto"/>
                <w:right w:val="none" w:sz="0" w:space="0" w:color="auto"/>
              </w:divBdr>
            </w:div>
            <w:div w:id="372310684">
              <w:marLeft w:val="0"/>
              <w:marRight w:val="0"/>
              <w:marTop w:val="0"/>
              <w:marBottom w:val="0"/>
              <w:divBdr>
                <w:top w:val="none" w:sz="0" w:space="0" w:color="auto"/>
                <w:left w:val="none" w:sz="0" w:space="0" w:color="auto"/>
                <w:bottom w:val="none" w:sz="0" w:space="0" w:color="auto"/>
                <w:right w:val="none" w:sz="0" w:space="0" w:color="auto"/>
              </w:divBdr>
              <w:divsChild>
                <w:div w:id="2008287083">
                  <w:marLeft w:val="0"/>
                  <w:marRight w:val="0"/>
                  <w:marTop w:val="0"/>
                  <w:marBottom w:val="0"/>
                  <w:divBdr>
                    <w:top w:val="none" w:sz="0" w:space="0" w:color="auto"/>
                    <w:left w:val="none" w:sz="0" w:space="0" w:color="auto"/>
                    <w:bottom w:val="none" w:sz="0" w:space="0" w:color="auto"/>
                    <w:right w:val="none" w:sz="0" w:space="0" w:color="auto"/>
                  </w:divBdr>
                  <w:divsChild>
                    <w:div w:id="77772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496606">
              <w:marLeft w:val="0"/>
              <w:marRight w:val="0"/>
              <w:marTop w:val="0"/>
              <w:marBottom w:val="0"/>
              <w:divBdr>
                <w:top w:val="none" w:sz="0" w:space="0" w:color="auto"/>
                <w:left w:val="none" w:sz="0" w:space="0" w:color="auto"/>
                <w:bottom w:val="none" w:sz="0" w:space="0" w:color="auto"/>
                <w:right w:val="none" w:sz="0" w:space="0" w:color="auto"/>
              </w:divBdr>
            </w:div>
          </w:divsChild>
        </w:div>
        <w:div w:id="384986265">
          <w:marLeft w:val="0"/>
          <w:marRight w:val="0"/>
          <w:marTop w:val="0"/>
          <w:marBottom w:val="0"/>
          <w:divBdr>
            <w:top w:val="none" w:sz="0" w:space="0" w:color="auto"/>
            <w:left w:val="none" w:sz="0" w:space="0" w:color="auto"/>
            <w:bottom w:val="none" w:sz="0" w:space="0" w:color="auto"/>
            <w:right w:val="none" w:sz="0" w:space="0" w:color="auto"/>
          </w:divBdr>
          <w:divsChild>
            <w:div w:id="1079210617">
              <w:marLeft w:val="0"/>
              <w:marRight w:val="0"/>
              <w:marTop w:val="0"/>
              <w:marBottom w:val="0"/>
              <w:divBdr>
                <w:top w:val="none" w:sz="0" w:space="0" w:color="auto"/>
                <w:left w:val="none" w:sz="0" w:space="0" w:color="auto"/>
                <w:bottom w:val="none" w:sz="0" w:space="0" w:color="auto"/>
                <w:right w:val="none" w:sz="0" w:space="0" w:color="auto"/>
              </w:divBdr>
            </w:div>
            <w:div w:id="407535330">
              <w:marLeft w:val="0"/>
              <w:marRight w:val="0"/>
              <w:marTop w:val="0"/>
              <w:marBottom w:val="0"/>
              <w:divBdr>
                <w:top w:val="none" w:sz="0" w:space="0" w:color="auto"/>
                <w:left w:val="none" w:sz="0" w:space="0" w:color="auto"/>
                <w:bottom w:val="none" w:sz="0" w:space="0" w:color="auto"/>
                <w:right w:val="none" w:sz="0" w:space="0" w:color="auto"/>
              </w:divBdr>
              <w:divsChild>
                <w:div w:id="1010303907">
                  <w:marLeft w:val="0"/>
                  <w:marRight w:val="0"/>
                  <w:marTop w:val="0"/>
                  <w:marBottom w:val="0"/>
                  <w:divBdr>
                    <w:top w:val="none" w:sz="0" w:space="0" w:color="auto"/>
                    <w:left w:val="none" w:sz="0" w:space="0" w:color="auto"/>
                    <w:bottom w:val="none" w:sz="0" w:space="0" w:color="auto"/>
                    <w:right w:val="none" w:sz="0" w:space="0" w:color="auto"/>
                  </w:divBdr>
                  <w:divsChild>
                    <w:div w:id="587808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644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375957">
      <w:bodyDiv w:val="1"/>
      <w:marLeft w:val="0"/>
      <w:marRight w:val="0"/>
      <w:marTop w:val="0"/>
      <w:marBottom w:val="0"/>
      <w:divBdr>
        <w:top w:val="none" w:sz="0" w:space="0" w:color="auto"/>
        <w:left w:val="none" w:sz="0" w:space="0" w:color="auto"/>
        <w:bottom w:val="none" w:sz="0" w:space="0" w:color="auto"/>
        <w:right w:val="none" w:sz="0" w:space="0" w:color="auto"/>
      </w:divBdr>
    </w:div>
    <w:div w:id="1035886767">
      <w:bodyDiv w:val="1"/>
      <w:marLeft w:val="0"/>
      <w:marRight w:val="0"/>
      <w:marTop w:val="0"/>
      <w:marBottom w:val="0"/>
      <w:divBdr>
        <w:top w:val="none" w:sz="0" w:space="0" w:color="auto"/>
        <w:left w:val="none" w:sz="0" w:space="0" w:color="auto"/>
        <w:bottom w:val="none" w:sz="0" w:space="0" w:color="auto"/>
        <w:right w:val="none" w:sz="0" w:space="0" w:color="auto"/>
      </w:divBdr>
      <w:divsChild>
        <w:div w:id="1513909406">
          <w:marLeft w:val="0"/>
          <w:marRight w:val="0"/>
          <w:marTop w:val="0"/>
          <w:marBottom w:val="0"/>
          <w:divBdr>
            <w:top w:val="none" w:sz="0" w:space="0" w:color="auto"/>
            <w:left w:val="none" w:sz="0" w:space="0" w:color="auto"/>
            <w:bottom w:val="none" w:sz="0" w:space="0" w:color="auto"/>
            <w:right w:val="none" w:sz="0" w:space="0" w:color="auto"/>
          </w:divBdr>
          <w:divsChild>
            <w:div w:id="1671331576">
              <w:marLeft w:val="0"/>
              <w:marRight w:val="0"/>
              <w:marTop w:val="0"/>
              <w:marBottom w:val="0"/>
              <w:divBdr>
                <w:top w:val="none" w:sz="0" w:space="0" w:color="auto"/>
                <w:left w:val="none" w:sz="0" w:space="0" w:color="auto"/>
                <w:bottom w:val="none" w:sz="0" w:space="0" w:color="auto"/>
                <w:right w:val="none" w:sz="0" w:space="0" w:color="auto"/>
              </w:divBdr>
            </w:div>
            <w:div w:id="2007632818">
              <w:marLeft w:val="0"/>
              <w:marRight w:val="0"/>
              <w:marTop w:val="0"/>
              <w:marBottom w:val="0"/>
              <w:divBdr>
                <w:top w:val="none" w:sz="0" w:space="0" w:color="auto"/>
                <w:left w:val="none" w:sz="0" w:space="0" w:color="auto"/>
                <w:bottom w:val="none" w:sz="0" w:space="0" w:color="auto"/>
                <w:right w:val="none" w:sz="0" w:space="0" w:color="auto"/>
              </w:divBdr>
              <w:divsChild>
                <w:div w:id="1343119333">
                  <w:marLeft w:val="0"/>
                  <w:marRight w:val="0"/>
                  <w:marTop w:val="0"/>
                  <w:marBottom w:val="0"/>
                  <w:divBdr>
                    <w:top w:val="none" w:sz="0" w:space="0" w:color="auto"/>
                    <w:left w:val="none" w:sz="0" w:space="0" w:color="auto"/>
                    <w:bottom w:val="none" w:sz="0" w:space="0" w:color="auto"/>
                    <w:right w:val="none" w:sz="0" w:space="0" w:color="auto"/>
                  </w:divBdr>
                  <w:divsChild>
                    <w:div w:id="576018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242742">
              <w:marLeft w:val="0"/>
              <w:marRight w:val="0"/>
              <w:marTop w:val="0"/>
              <w:marBottom w:val="0"/>
              <w:divBdr>
                <w:top w:val="none" w:sz="0" w:space="0" w:color="auto"/>
                <w:left w:val="none" w:sz="0" w:space="0" w:color="auto"/>
                <w:bottom w:val="none" w:sz="0" w:space="0" w:color="auto"/>
                <w:right w:val="none" w:sz="0" w:space="0" w:color="auto"/>
              </w:divBdr>
            </w:div>
          </w:divsChild>
        </w:div>
        <w:div w:id="1471172071">
          <w:marLeft w:val="0"/>
          <w:marRight w:val="0"/>
          <w:marTop w:val="0"/>
          <w:marBottom w:val="0"/>
          <w:divBdr>
            <w:top w:val="none" w:sz="0" w:space="0" w:color="auto"/>
            <w:left w:val="none" w:sz="0" w:space="0" w:color="auto"/>
            <w:bottom w:val="none" w:sz="0" w:space="0" w:color="auto"/>
            <w:right w:val="none" w:sz="0" w:space="0" w:color="auto"/>
          </w:divBdr>
          <w:divsChild>
            <w:div w:id="2137214213">
              <w:marLeft w:val="0"/>
              <w:marRight w:val="0"/>
              <w:marTop w:val="0"/>
              <w:marBottom w:val="0"/>
              <w:divBdr>
                <w:top w:val="none" w:sz="0" w:space="0" w:color="auto"/>
                <w:left w:val="none" w:sz="0" w:space="0" w:color="auto"/>
                <w:bottom w:val="none" w:sz="0" w:space="0" w:color="auto"/>
                <w:right w:val="none" w:sz="0" w:space="0" w:color="auto"/>
              </w:divBdr>
            </w:div>
            <w:div w:id="384763732">
              <w:marLeft w:val="0"/>
              <w:marRight w:val="0"/>
              <w:marTop w:val="0"/>
              <w:marBottom w:val="0"/>
              <w:divBdr>
                <w:top w:val="none" w:sz="0" w:space="0" w:color="auto"/>
                <w:left w:val="none" w:sz="0" w:space="0" w:color="auto"/>
                <w:bottom w:val="none" w:sz="0" w:space="0" w:color="auto"/>
                <w:right w:val="none" w:sz="0" w:space="0" w:color="auto"/>
              </w:divBdr>
              <w:divsChild>
                <w:div w:id="1874345115">
                  <w:marLeft w:val="0"/>
                  <w:marRight w:val="0"/>
                  <w:marTop w:val="0"/>
                  <w:marBottom w:val="0"/>
                  <w:divBdr>
                    <w:top w:val="none" w:sz="0" w:space="0" w:color="auto"/>
                    <w:left w:val="none" w:sz="0" w:space="0" w:color="auto"/>
                    <w:bottom w:val="none" w:sz="0" w:space="0" w:color="auto"/>
                    <w:right w:val="none" w:sz="0" w:space="0" w:color="auto"/>
                  </w:divBdr>
                  <w:divsChild>
                    <w:div w:id="1367439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456026">
              <w:marLeft w:val="0"/>
              <w:marRight w:val="0"/>
              <w:marTop w:val="0"/>
              <w:marBottom w:val="0"/>
              <w:divBdr>
                <w:top w:val="none" w:sz="0" w:space="0" w:color="auto"/>
                <w:left w:val="none" w:sz="0" w:space="0" w:color="auto"/>
                <w:bottom w:val="none" w:sz="0" w:space="0" w:color="auto"/>
                <w:right w:val="none" w:sz="0" w:space="0" w:color="auto"/>
              </w:divBdr>
            </w:div>
          </w:divsChild>
        </w:div>
        <w:div w:id="174005027">
          <w:marLeft w:val="0"/>
          <w:marRight w:val="0"/>
          <w:marTop w:val="0"/>
          <w:marBottom w:val="0"/>
          <w:divBdr>
            <w:top w:val="none" w:sz="0" w:space="0" w:color="auto"/>
            <w:left w:val="none" w:sz="0" w:space="0" w:color="auto"/>
            <w:bottom w:val="none" w:sz="0" w:space="0" w:color="auto"/>
            <w:right w:val="none" w:sz="0" w:space="0" w:color="auto"/>
          </w:divBdr>
          <w:divsChild>
            <w:div w:id="1980914815">
              <w:marLeft w:val="0"/>
              <w:marRight w:val="0"/>
              <w:marTop w:val="0"/>
              <w:marBottom w:val="0"/>
              <w:divBdr>
                <w:top w:val="none" w:sz="0" w:space="0" w:color="auto"/>
                <w:left w:val="none" w:sz="0" w:space="0" w:color="auto"/>
                <w:bottom w:val="none" w:sz="0" w:space="0" w:color="auto"/>
                <w:right w:val="none" w:sz="0" w:space="0" w:color="auto"/>
              </w:divBdr>
            </w:div>
            <w:div w:id="1005282851">
              <w:marLeft w:val="0"/>
              <w:marRight w:val="0"/>
              <w:marTop w:val="0"/>
              <w:marBottom w:val="0"/>
              <w:divBdr>
                <w:top w:val="none" w:sz="0" w:space="0" w:color="auto"/>
                <w:left w:val="none" w:sz="0" w:space="0" w:color="auto"/>
                <w:bottom w:val="none" w:sz="0" w:space="0" w:color="auto"/>
                <w:right w:val="none" w:sz="0" w:space="0" w:color="auto"/>
              </w:divBdr>
              <w:divsChild>
                <w:div w:id="94404135">
                  <w:marLeft w:val="0"/>
                  <w:marRight w:val="0"/>
                  <w:marTop w:val="0"/>
                  <w:marBottom w:val="0"/>
                  <w:divBdr>
                    <w:top w:val="none" w:sz="0" w:space="0" w:color="auto"/>
                    <w:left w:val="none" w:sz="0" w:space="0" w:color="auto"/>
                    <w:bottom w:val="none" w:sz="0" w:space="0" w:color="auto"/>
                    <w:right w:val="none" w:sz="0" w:space="0" w:color="auto"/>
                  </w:divBdr>
                  <w:divsChild>
                    <w:div w:id="33923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119618">
              <w:marLeft w:val="0"/>
              <w:marRight w:val="0"/>
              <w:marTop w:val="0"/>
              <w:marBottom w:val="0"/>
              <w:divBdr>
                <w:top w:val="none" w:sz="0" w:space="0" w:color="auto"/>
                <w:left w:val="none" w:sz="0" w:space="0" w:color="auto"/>
                <w:bottom w:val="none" w:sz="0" w:space="0" w:color="auto"/>
                <w:right w:val="none" w:sz="0" w:space="0" w:color="auto"/>
              </w:divBdr>
            </w:div>
          </w:divsChild>
        </w:div>
        <w:div w:id="537355814">
          <w:marLeft w:val="0"/>
          <w:marRight w:val="0"/>
          <w:marTop w:val="0"/>
          <w:marBottom w:val="0"/>
          <w:divBdr>
            <w:top w:val="none" w:sz="0" w:space="0" w:color="auto"/>
            <w:left w:val="none" w:sz="0" w:space="0" w:color="auto"/>
            <w:bottom w:val="none" w:sz="0" w:space="0" w:color="auto"/>
            <w:right w:val="none" w:sz="0" w:space="0" w:color="auto"/>
          </w:divBdr>
          <w:divsChild>
            <w:div w:id="300500069">
              <w:marLeft w:val="0"/>
              <w:marRight w:val="0"/>
              <w:marTop w:val="0"/>
              <w:marBottom w:val="0"/>
              <w:divBdr>
                <w:top w:val="none" w:sz="0" w:space="0" w:color="auto"/>
                <w:left w:val="none" w:sz="0" w:space="0" w:color="auto"/>
                <w:bottom w:val="none" w:sz="0" w:space="0" w:color="auto"/>
                <w:right w:val="none" w:sz="0" w:space="0" w:color="auto"/>
              </w:divBdr>
            </w:div>
            <w:div w:id="298800063">
              <w:marLeft w:val="0"/>
              <w:marRight w:val="0"/>
              <w:marTop w:val="0"/>
              <w:marBottom w:val="0"/>
              <w:divBdr>
                <w:top w:val="none" w:sz="0" w:space="0" w:color="auto"/>
                <w:left w:val="none" w:sz="0" w:space="0" w:color="auto"/>
                <w:bottom w:val="none" w:sz="0" w:space="0" w:color="auto"/>
                <w:right w:val="none" w:sz="0" w:space="0" w:color="auto"/>
              </w:divBdr>
              <w:divsChild>
                <w:div w:id="1626428956">
                  <w:marLeft w:val="0"/>
                  <w:marRight w:val="0"/>
                  <w:marTop w:val="0"/>
                  <w:marBottom w:val="0"/>
                  <w:divBdr>
                    <w:top w:val="none" w:sz="0" w:space="0" w:color="auto"/>
                    <w:left w:val="none" w:sz="0" w:space="0" w:color="auto"/>
                    <w:bottom w:val="none" w:sz="0" w:space="0" w:color="auto"/>
                    <w:right w:val="none" w:sz="0" w:space="0" w:color="auto"/>
                  </w:divBdr>
                  <w:divsChild>
                    <w:div w:id="1901867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189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7704869">
      <w:bodyDiv w:val="1"/>
      <w:marLeft w:val="0"/>
      <w:marRight w:val="0"/>
      <w:marTop w:val="0"/>
      <w:marBottom w:val="0"/>
      <w:divBdr>
        <w:top w:val="none" w:sz="0" w:space="0" w:color="auto"/>
        <w:left w:val="none" w:sz="0" w:space="0" w:color="auto"/>
        <w:bottom w:val="none" w:sz="0" w:space="0" w:color="auto"/>
        <w:right w:val="none" w:sz="0" w:space="0" w:color="auto"/>
      </w:divBdr>
    </w:div>
    <w:div w:id="1074354860">
      <w:bodyDiv w:val="1"/>
      <w:marLeft w:val="0"/>
      <w:marRight w:val="0"/>
      <w:marTop w:val="0"/>
      <w:marBottom w:val="0"/>
      <w:divBdr>
        <w:top w:val="none" w:sz="0" w:space="0" w:color="auto"/>
        <w:left w:val="none" w:sz="0" w:space="0" w:color="auto"/>
        <w:bottom w:val="none" w:sz="0" w:space="0" w:color="auto"/>
        <w:right w:val="none" w:sz="0" w:space="0" w:color="auto"/>
      </w:divBdr>
    </w:div>
    <w:div w:id="1080248662">
      <w:bodyDiv w:val="1"/>
      <w:marLeft w:val="0"/>
      <w:marRight w:val="0"/>
      <w:marTop w:val="0"/>
      <w:marBottom w:val="0"/>
      <w:divBdr>
        <w:top w:val="none" w:sz="0" w:space="0" w:color="auto"/>
        <w:left w:val="none" w:sz="0" w:space="0" w:color="auto"/>
        <w:bottom w:val="none" w:sz="0" w:space="0" w:color="auto"/>
        <w:right w:val="none" w:sz="0" w:space="0" w:color="auto"/>
      </w:divBdr>
    </w:div>
    <w:div w:id="1081024973">
      <w:bodyDiv w:val="1"/>
      <w:marLeft w:val="0"/>
      <w:marRight w:val="0"/>
      <w:marTop w:val="0"/>
      <w:marBottom w:val="0"/>
      <w:divBdr>
        <w:top w:val="none" w:sz="0" w:space="0" w:color="auto"/>
        <w:left w:val="none" w:sz="0" w:space="0" w:color="auto"/>
        <w:bottom w:val="none" w:sz="0" w:space="0" w:color="auto"/>
        <w:right w:val="none" w:sz="0" w:space="0" w:color="auto"/>
      </w:divBdr>
    </w:div>
    <w:div w:id="1181090183">
      <w:bodyDiv w:val="1"/>
      <w:marLeft w:val="0"/>
      <w:marRight w:val="0"/>
      <w:marTop w:val="0"/>
      <w:marBottom w:val="0"/>
      <w:divBdr>
        <w:top w:val="none" w:sz="0" w:space="0" w:color="auto"/>
        <w:left w:val="none" w:sz="0" w:space="0" w:color="auto"/>
        <w:bottom w:val="none" w:sz="0" w:space="0" w:color="auto"/>
        <w:right w:val="none" w:sz="0" w:space="0" w:color="auto"/>
      </w:divBdr>
      <w:divsChild>
        <w:div w:id="179589346">
          <w:marLeft w:val="0"/>
          <w:marRight w:val="0"/>
          <w:marTop w:val="0"/>
          <w:marBottom w:val="0"/>
          <w:divBdr>
            <w:top w:val="none" w:sz="0" w:space="0" w:color="auto"/>
            <w:left w:val="none" w:sz="0" w:space="0" w:color="auto"/>
            <w:bottom w:val="none" w:sz="0" w:space="0" w:color="auto"/>
            <w:right w:val="none" w:sz="0" w:space="0" w:color="auto"/>
          </w:divBdr>
          <w:divsChild>
            <w:div w:id="1615399210">
              <w:marLeft w:val="0"/>
              <w:marRight w:val="0"/>
              <w:marTop w:val="0"/>
              <w:marBottom w:val="0"/>
              <w:divBdr>
                <w:top w:val="none" w:sz="0" w:space="0" w:color="auto"/>
                <w:left w:val="none" w:sz="0" w:space="0" w:color="auto"/>
                <w:bottom w:val="none" w:sz="0" w:space="0" w:color="auto"/>
                <w:right w:val="none" w:sz="0" w:space="0" w:color="auto"/>
              </w:divBdr>
              <w:divsChild>
                <w:div w:id="1362055466">
                  <w:marLeft w:val="0"/>
                  <w:marRight w:val="0"/>
                  <w:marTop w:val="0"/>
                  <w:marBottom w:val="0"/>
                  <w:divBdr>
                    <w:top w:val="none" w:sz="0" w:space="0" w:color="auto"/>
                    <w:left w:val="none" w:sz="0" w:space="0" w:color="auto"/>
                    <w:bottom w:val="none" w:sz="0" w:space="0" w:color="auto"/>
                    <w:right w:val="none" w:sz="0" w:space="0" w:color="auto"/>
                  </w:divBdr>
                  <w:divsChild>
                    <w:div w:id="1839692570">
                      <w:marLeft w:val="0"/>
                      <w:marRight w:val="0"/>
                      <w:marTop w:val="0"/>
                      <w:marBottom w:val="0"/>
                      <w:divBdr>
                        <w:top w:val="none" w:sz="0" w:space="0" w:color="auto"/>
                        <w:left w:val="none" w:sz="0" w:space="0" w:color="auto"/>
                        <w:bottom w:val="none" w:sz="0" w:space="0" w:color="auto"/>
                        <w:right w:val="none" w:sz="0" w:space="0" w:color="auto"/>
                      </w:divBdr>
                      <w:divsChild>
                        <w:div w:id="1405445979">
                          <w:marLeft w:val="0"/>
                          <w:marRight w:val="0"/>
                          <w:marTop w:val="0"/>
                          <w:marBottom w:val="0"/>
                          <w:divBdr>
                            <w:top w:val="none" w:sz="0" w:space="0" w:color="auto"/>
                            <w:left w:val="none" w:sz="0" w:space="0" w:color="auto"/>
                            <w:bottom w:val="none" w:sz="0" w:space="0" w:color="auto"/>
                            <w:right w:val="none" w:sz="0" w:space="0" w:color="auto"/>
                          </w:divBdr>
                          <w:divsChild>
                            <w:div w:id="275448360">
                              <w:marLeft w:val="0"/>
                              <w:marRight w:val="0"/>
                              <w:marTop w:val="0"/>
                              <w:marBottom w:val="0"/>
                              <w:divBdr>
                                <w:top w:val="none" w:sz="0" w:space="0" w:color="auto"/>
                                <w:left w:val="none" w:sz="0" w:space="0" w:color="auto"/>
                                <w:bottom w:val="none" w:sz="0" w:space="0" w:color="auto"/>
                                <w:right w:val="none" w:sz="0" w:space="0" w:color="auto"/>
                              </w:divBdr>
                              <w:divsChild>
                                <w:div w:id="1263492890">
                                  <w:marLeft w:val="0"/>
                                  <w:marRight w:val="0"/>
                                  <w:marTop w:val="0"/>
                                  <w:marBottom w:val="0"/>
                                  <w:divBdr>
                                    <w:top w:val="none" w:sz="0" w:space="0" w:color="auto"/>
                                    <w:left w:val="none" w:sz="0" w:space="0" w:color="auto"/>
                                    <w:bottom w:val="none" w:sz="0" w:space="0" w:color="auto"/>
                                    <w:right w:val="none" w:sz="0" w:space="0" w:color="auto"/>
                                  </w:divBdr>
                                  <w:divsChild>
                                    <w:div w:id="97171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2208427">
                          <w:marLeft w:val="0"/>
                          <w:marRight w:val="0"/>
                          <w:marTop w:val="0"/>
                          <w:marBottom w:val="0"/>
                          <w:divBdr>
                            <w:top w:val="none" w:sz="0" w:space="0" w:color="auto"/>
                            <w:left w:val="none" w:sz="0" w:space="0" w:color="auto"/>
                            <w:bottom w:val="none" w:sz="0" w:space="0" w:color="auto"/>
                            <w:right w:val="none" w:sz="0" w:space="0" w:color="auto"/>
                          </w:divBdr>
                          <w:divsChild>
                            <w:div w:id="2087988915">
                              <w:marLeft w:val="0"/>
                              <w:marRight w:val="0"/>
                              <w:marTop w:val="0"/>
                              <w:marBottom w:val="0"/>
                              <w:divBdr>
                                <w:top w:val="none" w:sz="0" w:space="0" w:color="auto"/>
                                <w:left w:val="none" w:sz="0" w:space="0" w:color="auto"/>
                                <w:bottom w:val="none" w:sz="0" w:space="0" w:color="auto"/>
                                <w:right w:val="none" w:sz="0" w:space="0" w:color="auto"/>
                              </w:divBdr>
                              <w:divsChild>
                                <w:div w:id="1482042461">
                                  <w:marLeft w:val="0"/>
                                  <w:marRight w:val="0"/>
                                  <w:marTop w:val="0"/>
                                  <w:marBottom w:val="0"/>
                                  <w:divBdr>
                                    <w:top w:val="none" w:sz="0" w:space="0" w:color="auto"/>
                                    <w:left w:val="none" w:sz="0" w:space="0" w:color="auto"/>
                                    <w:bottom w:val="none" w:sz="0" w:space="0" w:color="auto"/>
                                    <w:right w:val="none" w:sz="0" w:space="0" w:color="auto"/>
                                  </w:divBdr>
                                  <w:divsChild>
                                    <w:div w:id="1147940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7664591">
          <w:marLeft w:val="0"/>
          <w:marRight w:val="0"/>
          <w:marTop w:val="0"/>
          <w:marBottom w:val="0"/>
          <w:divBdr>
            <w:top w:val="none" w:sz="0" w:space="0" w:color="auto"/>
            <w:left w:val="none" w:sz="0" w:space="0" w:color="auto"/>
            <w:bottom w:val="none" w:sz="0" w:space="0" w:color="auto"/>
            <w:right w:val="none" w:sz="0" w:space="0" w:color="auto"/>
          </w:divBdr>
          <w:divsChild>
            <w:div w:id="1110511702">
              <w:marLeft w:val="0"/>
              <w:marRight w:val="0"/>
              <w:marTop w:val="0"/>
              <w:marBottom w:val="0"/>
              <w:divBdr>
                <w:top w:val="none" w:sz="0" w:space="0" w:color="auto"/>
                <w:left w:val="none" w:sz="0" w:space="0" w:color="auto"/>
                <w:bottom w:val="none" w:sz="0" w:space="0" w:color="auto"/>
                <w:right w:val="none" w:sz="0" w:space="0" w:color="auto"/>
              </w:divBdr>
              <w:divsChild>
                <w:div w:id="1595671344">
                  <w:marLeft w:val="0"/>
                  <w:marRight w:val="0"/>
                  <w:marTop w:val="0"/>
                  <w:marBottom w:val="0"/>
                  <w:divBdr>
                    <w:top w:val="none" w:sz="0" w:space="0" w:color="auto"/>
                    <w:left w:val="none" w:sz="0" w:space="0" w:color="auto"/>
                    <w:bottom w:val="none" w:sz="0" w:space="0" w:color="auto"/>
                    <w:right w:val="none" w:sz="0" w:space="0" w:color="auto"/>
                  </w:divBdr>
                  <w:divsChild>
                    <w:div w:id="184444460">
                      <w:marLeft w:val="0"/>
                      <w:marRight w:val="0"/>
                      <w:marTop w:val="0"/>
                      <w:marBottom w:val="0"/>
                      <w:divBdr>
                        <w:top w:val="none" w:sz="0" w:space="0" w:color="auto"/>
                        <w:left w:val="none" w:sz="0" w:space="0" w:color="auto"/>
                        <w:bottom w:val="none" w:sz="0" w:space="0" w:color="auto"/>
                        <w:right w:val="none" w:sz="0" w:space="0" w:color="auto"/>
                      </w:divBdr>
                      <w:divsChild>
                        <w:div w:id="1909025299">
                          <w:marLeft w:val="0"/>
                          <w:marRight w:val="0"/>
                          <w:marTop w:val="0"/>
                          <w:marBottom w:val="0"/>
                          <w:divBdr>
                            <w:top w:val="none" w:sz="0" w:space="0" w:color="auto"/>
                            <w:left w:val="none" w:sz="0" w:space="0" w:color="auto"/>
                            <w:bottom w:val="none" w:sz="0" w:space="0" w:color="auto"/>
                            <w:right w:val="none" w:sz="0" w:space="0" w:color="auto"/>
                          </w:divBdr>
                          <w:divsChild>
                            <w:div w:id="344987869">
                              <w:marLeft w:val="0"/>
                              <w:marRight w:val="0"/>
                              <w:marTop w:val="0"/>
                              <w:marBottom w:val="0"/>
                              <w:divBdr>
                                <w:top w:val="none" w:sz="0" w:space="0" w:color="auto"/>
                                <w:left w:val="none" w:sz="0" w:space="0" w:color="auto"/>
                                <w:bottom w:val="none" w:sz="0" w:space="0" w:color="auto"/>
                                <w:right w:val="none" w:sz="0" w:space="0" w:color="auto"/>
                              </w:divBdr>
                              <w:divsChild>
                                <w:div w:id="1735158398">
                                  <w:marLeft w:val="0"/>
                                  <w:marRight w:val="0"/>
                                  <w:marTop w:val="0"/>
                                  <w:marBottom w:val="0"/>
                                  <w:divBdr>
                                    <w:top w:val="none" w:sz="0" w:space="0" w:color="auto"/>
                                    <w:left w:val="none" w:sz="0" w:space="0" w:color="auto"/>
                                    <w:bottom w:val="none" w:sz="0" w:space="0" w:color="auto"/>
                                    <w:right w:val="none" w:sz="0" w:space="0" w:color="auto"/>
                                  </w:divBdr>
                                  <w:divsChild>
                                    <w:div w:id="154683533">
                                      <w:marLeft w:val="0"/>
                                      <w:marRight w:val="0"/>
                                      <w:marTop w:val="0"/>
                                      <w:marBottom w:val="0"/>
                                      <w:divBdr>
                                        <w:top w:val="none" w:sz="0" w:space="0" w:color="auto"/>
                                        <w:left w:val="none" w:sz="0" w:space="0" w:color="auto"/>
                                        <w:bottom w:val="none" w:sz="0" w:space="0" w:color="auto"/>
                                        <w:right w:val="none" w:sz="0" w:space="0" w:color="auto"/>
                                      </w:divBdr>
                                      <w:divsChild>
                                        <w:div w:id="209578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05798526">
      <w:bodyDiv w:val="1"/>
      <w:marLeft w:val="0"/>
      <w:marRight w:val="0"/>
      <w:marTop w:val="0"/>
      <w:marBottom w:val="0"/>
      <w:divBdr>
        <w:top w:val="none" w:sz="0" w:space="0" w:color="auto"/>
        <w:left w:val="none" w:sz="0" w:space="0" w:color="auto"/>
        <w:bottom w:val="none" w:sz="0" w:space="0" w:color="auto"/>
        <w:right w:val="none" w:sz="0" w:space="0" w:color="auto"/>
      </w:divBdr>
    </w:div>
    <w:div w:id="1320039659">
      <w:bodyDiv w:val="1"/>
      <w:marLeft w:val="0"/>
      <w:marRight w:val="0"/>
      <w:marTop w:val="0"/>
      <w:marBottom w:val="0"/>
      <w:divBdr>
        <w:top w:val="none" w:sz="0" w:space="0" w:color="auto"/>
        <w:left w:val="none" w:sz="0" w:space="0" w:color="auto"/>
        <w:bottom w:val="none" w:sz="0" w:space="0" w:color="auto"/>
        <w:right w:val="none" w:sz="0" w:space="0" w:color="auto"/>
      </w:divBdr>
    </w:div>
    <w:div w:id="1346713573">
      <w:bodyDiv w:val="1"/>
      <w:marLeft w:val="0"/>
      <w:marRight w:val="0"/>
      <w:marTop w:val="0"/>
      <w:marBottom w:val="0"/>
      <w:divBdr>
        <w:top w:val="none" w:sz="0" w:space="0" w:color="auto"/>
        <w:left w:val="none" w:sz="0" w:space="0" w:color="auto"/>
        <w:bottom w:val="none" w:sz="0" w:space="0" w:color="auto"/>
        <w:right w:val="none" w:sz="0" w:space="0" w:color="auto"/>
      </w:divBdr>
    </w:div>
    <w:div w:id="1412921630">
      <w:bodyDiv w:val="1"/>
      <w:marLeft w:val="0"/>
      <w:marRight w:val="0"/>
      <w:marTop w:val="0"/>
      <w:marBottom w:val="0"/>
      <w:divBdr>
        <w:top w:val="none" w:sz="0" w:space="0" w:color="auto"/>
        <w:left w:val="none" w:sz="0" w:space="0" w:color="auto"/>
        <w:bottom w:val="none" w:sz="0" w:space="0" w:color="auto"/>
        <w:right w:val="none" w:sz="0" w:space="0" w:color="auto"/>
      </w:divBdr>
    </w:div>
    <w:div w:id="1436292200">
      <w:bodyDiv w:val="1"/>
      <w:marLeft w:val="0"/>
      <w:marRight w:val="0"/>
      <w:marTop w:val="0"/>
      <w:marBottom w:val="0"/>
      <w:divBdr>
        <w:top w:val="none" w:sz="0" w:space="0" w:color="auto"/>
        <w:left w:val="none" w:sz="0" w:space="0" w:color="auto"/>
        <w:bottom w:val="none" w:sz="0" w:space="0" w:color="auto"/>
        <w:right w:val="none" w:sz="0" w:space="0" w:color="auto"/>
      </w:divBdr>
    </w:div>
    <w:div w:id="1496074024">
      <w:bodyDiv w:val="1"/>
      <w:marLeft w:val="0"/>
      <w:marRight w:val="0"/>
      <w:marTop w:val="0"/>
      <w:marBottom w:val="0"/>
      <w:divBdr>
        <w:top w:val="none" w:sz="0" w:space="0" w:color="auto"/>
        <w:left w:val="none" w:sz="0" w:space="0" w:color="auto"/>
        <w:bottom w:val="none" w:sz="0" w:space="0" w:color="auto"/>
        <w:right w:val="none" w:sz="0" w:space="0" w:color="auto"/>
      </w:divBdr>
    </w:div>
    <w:div w:id="1626736369">
      <w:bodyDiv w:val="1"/>
      <w:marLeft w:val="0"/>
      <w:marRight w:val="0"/>
      <w:marTop w:val="0"/>
      <w:marBottom w:val="0"/>
      <w:divBdr>
        <w:top w:val="none" w:sz="0" w:space="0" w:color="auto"/>
        <w:left w:val="none" w:sz="0" w:space="0" w:color="auto"/>
        <w:bottom w:val="none" w:sz="0" w:space="0" w:color="auto"/>
        <w:right w:val="none" w:sz="0" w:space="0" w:color="auto"/>
      </w:divBdr>
    </w:div>
    <w:div w:id="1650743048">
      <w:bodyDiv w:val="1"/>
      <w:marLeft w:val="0"/>
      <w:marRight w:val="0"/>
      <w:marTop w:val="0"/>
      <w:marBottom w:val="0"/>
      <w:divBdr>
        <w:top w:val="none" w:sz="0" w:space="0" w:color="auto"/>
        <w:left w:val="none" w:sz="0" w:space="0" w:color="auto"/>
        <w:bottom w:val="none" w:sz="0" w:space="0" w:color="auto"/>
        <w:right w:val="none" w:sz="0" w:space="0" w:color="auto"/>
      </w:divBdr>
      <w:divsChild>
        <w:div w:id="848524218">
          <w:marLeft w:val="0"/>
          <w:marRight w:val="0"/>
          <w:marTop w:val="0"/>
          <w:marBottom w:val="0"/>
          <w:divBdr>
            <w:top w:val="none" w:sz="0" w:space="0" w:color="auto"/>
            <w:left w:val="none" w:sz="0" w:space="0" w:color="auto"/>
            <w:bottom w:val="none" w:sz="0" w:space="0" w:color="auto"/>
            <w:right w:val="none" w:sz="0" w:space="0" w:color="auto"/>
          </w:divBdr>
          <w:divsChild>
            <w:div w:id="859010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567976">
      <w:bodyDiv w:val="1"/>
      <w:marLeft w:val="0"/>
      <w:marRight w:val="0"/>
      <w:marTop w:val="0"/>
      <w:marBottom w:val="0"/>
      <w:divBdr>
        <w:top w:val="none" w:sz="0" w:space="0" w:color="auto"/>
        <w:left w:val="none" w:sz="0" w:space="0" w:color="auto"/>
        <w:bottom w:val="none" w:sz="0" w:space="0" w:color="auto"/>
        <w:right w:val="none" w:sz="0" w:space="0" w:color="auto"/>
      </w:divBdr>
    </w:div>
    <w:div w:id="1775902947">
      <w:bodyDiv w:val="1"/>
      <w:marLeft w:val="0"/>
      <w:marRight w:val="0"/>
      <w:marTop w:val="0"/>
      <w:marBottom w:val="0"/>
      <w:divBdr>
        <w:top w:val="none" w:sz="0" w:space="0" w:color="auto"/>
        <w:left w:val="none" w:sz="0" w:space="0" w:color="auto"/>
        <w:bottom w:val="none" w:sz="0" w:space="0" w:color="auto"/>
        <w:right w:val="none" w:sz="0" w:space="0" w:color="auto"/>
      </w:divBdr>
    </w:div>
    <w:div w:id="1835685802">
      <w:bodyDiv w:val="1"/>
      <w:marLeft w:val="0"/>
      <w:marRight w:val="0"/>
      <w:marTop w:val="0"/>
      <w:marBottom w:val="0"/>
      <w:divBdr>
        <w:top w:val="none" w:sz="0" w:space="0" w:color="auto"/>
        <w:left w:val="none" w:sz="0" w:space="0" w:color="auto"/>
        <w:bottom w:val="none" w:sz="0" w:space="0" w:color="auto"/>
        <w:right w:val="none" w:sz="0" w:space="0" w:color="auto"/>
      </w:divBdr>
    </w:div>
    <w:div w:id="1837960998">
      <w:bodyDiv w:val="1"/>
      <w:marLeft w:val="0"/>
      <w:marRight w:val="0"/>
      <w:marTop w:val="0"/>
      <w:marBottom w:val="0"/>
      <w:divBdr>
        <w:top w:val="none" w:sz="0" w:space="0" w:color="auto"/>
        <w:left w:val="none" w:sz="0" w:space="0" w:color="auto"/>
        <w:bottom w:val="none" w:sz="0" w:space="0" w:color="auto"/>
        <w:right w:val="none" w:sz="0" w:space="0" w:color="auto"/>
      </w:divBdr>
    </w:div>
    <w:div w:id="1880509168">
      <w:bodyDiv w:val="1"/>
      <w:marLeft w:val="0"/>
      <w:marRight w:val="0"/>
      <w:marTop w:val="0"/>
      <w:marBottom w:val="0"/>
      <w:divBdr>
        <w:top w:val="none" w:sz="0" w:space="0" w:color="auto"/>
        <w:left w:val="none" w:sz="0" w:space="0" w:color="auto"/>
        <w:bottom w:val="none" w:sz="0" w:space="0" w:color="auto"/>
        <w:right w:val="none" w:sz="0" w:space="0" w:color="auto"/>
      </w:divBdr>
      <w:divsChild>
        <w:div w:id="1624653424">
          <w:marLeft w:val="0"/>
          <w:marRight w:val="0"/>
          <w:marTop w:val="0"/>
          <w:marBottom w:val="0"/>
          <w:divBdr>
            <w:top w:val="none" w:sz="0" w:space="0" w:color="auto"/>
            <w:left w:val="none" w:sz="0" w:space="0" w:color="auto"/>
            <w:bottom w:val="none" w:sz="0" w:space="0" w:color="auto"/>
            <w:right w:val="none" w:sz="0" w:space="0" w:color="auto"/>
          </w:divBdr>
          <w:divsChild>
            <w:div w:id="589778925">
              <w:marLeft w:val="0"/>
              <w:marRight w:val="0"/>
              <w:marTop w:val="0"/>
              <w:marBottom w:val="0"/>
              <w:divBdr>
                <w:top w:val="none" w:sz="0" w:space="0" w:color="auto"/>
                <w:left w:val="none" w:sz="0" w:space="0" w:color="auto"/>
                <w:bottom w:val="none" w:sz="0" w:space="0" w:color="auto"/>
                <w:right w:val="none" w:sz="0" w:space="0" w:color="auto"/>
              </w:divBdr>
              <w:divsChild>
                <w:div w:id="1954435726">
                  <w:marLeft w:val="0"/>
                  <w:marRight w:val="0"/>
                  <w:marTop w:val="0"/>
                  <w:marBottom w:val="0"/>
                  <w:divBdr>
                    <w:top w:val="none" w:sz="0" w:space="0" w:color="auto"/>
                    <w:left w:val="none" w:sz="0" w:space="0" w:color="auto"/>
                    <w:bottom w:val="none" w:sz="0" w:space="0" w:color="auto"/>
                    <w:right w:val="none" w:sz="0" w:space="0" w:color="auto"/>
                  </w:divBdr>
                  <w:divsChild>
                    <w:div w:id="894435901">
                      <w:marLeft w:val="0"/>
                      <w:marRight w:val="0"/>
                      <w:marTop w:val="0"/>
                      <w:marBottom w:val="0"/>
                      <w:divBdr>
                        <w:top w:val="none" w:sz="0" w:space="0" w:color="auto"/>
                        <w:left w:val="none" w:sz="0" w:space="0" w:color="auto"/>
                        <w:bottom w:val="none" w:sz="0" w:space="0" w:color="auto"/>
                        <w:right w:val="none" w:sz="0" w:space="0" w:color="auto"/>
                      </w:divBdr>
                      <w:divsChild>
                        <w:div w:id="939024593">
                          <w:marLeft w:val="0"/>
                          <w:marRight w:val="0"/>
                          <w:marTop w:val="0"/>
                          <w:marBottom w:val="0"/>
                          <w:divBdr>
                            <w:top w:val="none" w:sz="0" w:space="0" w:color="auto"/>
                            <w:left w:val="none" w:sz="0" w:space="0" w:color="auto"/>
                            <w:bottom w:val="none" w:sz="0" w:space="0" w:color="auto"/>
                            <w:right w:val="none" w:sz="0" w:space="0" w:color="auto"/>
                          </w:divBdr>
                          <w:divsChild>
                            <w:div w:id="817461061">
                              <w:marLeft w:val="0"/>
                              <w:marRight w:val="0"/>
                              <w:marTop w:val="0"/>
                              <w:marBottom w:val="0"/>
                              <w:divBdr>
                                <w:top w:val="none" w:sz="0" w:space="0" w:color="auto"/>
                                <w:left w:val="none" w:sz="0" w:space="0" w:color="auto"/>
                                <w:bottom w:val="none" w:sz="0" w:space="0" w:color="auto"/>
                                <w:right w:val="none" w:sz="0" w:space="0" w:color="auto"/>
                              </w:divBdr>
                              <w:divsChild>
                                <w:div w:id="840003139">
                                  <w:marLeft w:val="0"/>
                                  <w:marRight w:val="0"/>
                                  <w:marTop w:val="0"/>
                                  <w:marBottom w:val="0"/>
                                  <w:divBdr>
                                    <w:top w:val="none" w:sz="0" w:space="0" w:color="auto"/>
                                    <w:left w:val="none" w:sz="0" w:space="0" w:color="auto"/>
                                    <w:bottom w:val="none" w:sz="0" w:space="0" w:color="auto"/>
                                    <w:right w:val="none" w:sz="0" w:space="0" w:color="auto"/>
                                  </w:divBdr>
                                  <w:divsChild>
                                    <w:div w:id="16031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5317851">
                          <w:marLeft w:val="0"/>
                          <w:marRight w:val="0"/>
                          <w:marTop w:val="0"/>
                          <w:marBottom w:val="0"/>
                          <w:divBdr>
                            <w:top w:val="none" w:sz="0" w:space="0" w:color="auto"/>
                            <w:left w:val="none" w:sz="0" w:space="0" w:color="auto"/>
                            <w:bottom w:val="none" w:sz="0" w:space="0" w:color="auto"/>
                            <w:right w:val="none" w:sz="0" w:space="0" w:color="auto"/>
                          </w:divBdr>
                          <w:divsChild>
                            <w:div w:id="711148079">
                              <w:marLeft w:val="0"/>
                              <w:marRight w:val="0"/>
                              <w:marTop w:val="0"/>
                              <w:marBottom w:val="0"/>
                              <w:divBdr>
                                <w:top w:val="none" w:sz="0" w:space="0" w:color="auto"/>
                                <w:left w:val="none" w:sz="0" w:space="0" w:color="auto"/>
                                <w:bottom w:val="none" w:sz="0" w:space="0" w:color="auto"/>
                                <w:right w:val="none" w:sz="0" w:space="0" w:color="auto"/>
                              </w:divBdr>
                              <w:divsChild>
                                <w:div w:id="183790110">
                                  <w:marLeft w:val="0"/>
                                  <w:marRight w:val="0"/>
                                  <w:marTop w:val="0"/>
                                  <w:marBottom w:val="0"/>
                                  <w:divBdr>
                                    <w:top w:val="none" w:sz="0" w:space="0" w:color="auto"/>
                                    <w:left w:val="none" w:sz="0" w:space="0" w:color="auto"/>
                                    <w:bottom w:val="none" w:sz="0" w:space="0" w:color="auto"/>
                                    <w:right w:val="none" w:sz="0" w:space="0" w:color="auto"/>
                                  </w:divBdr>
                                  <w:divsChild>
                                    <w:div w:id="158322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9032321">
          <w:marLeft w:val="0"/>
          <w:marRight w:val="0"/>
          <w:marTop w:val="0"/>
          <w:marBottom w:val="0"/>
          <w:divBdr>
            <w:top w:val="none" w:sz="0" w:space="0" w:color="auto"/>
            <w:left w:val="none" w:sz="0" w:space="0" w:color="auto"/>
            <w:bottom w:val="none" w:sz="0" w:space="0" w:color="auto"/>
            <w:right w:val="none" w:sz="0" w:space="0" w:color="auto"/>
          </w:divBdr>
          <w:divsChild>
            <w:div w:id="1804034719">
              <w:marLeft w:val="0"/>
              <w:marRight w:val="0"/>
              <w:marTop w:val="0"/>
              <w:marBottom w:val="0"/>
              <w:divBdr>
                <w:top w:val="none" w:sz="0" w:space="0" w:color="auto"/>
                <w:left w:val="none" w:sz="0" w:space="0" w:color="auto"/>
                <w:bottom w:val="none" w:sz="0" w:space="0" w:color="auto"/>
                <w:right w:val="none" w:sz="0" w:space="0" w:color="auto"/>
              </w:divBdr>
              <w:divsChild>
                <w:div w:id="1016033224">
                  <w:marLeft w:val="0"/>
                  <w:marRight w:val="0"/>
                  <w:marTop w:val="0"/>
                  <w:marBottom w:val="0"/>
                  <w:divBdr>
                    <w:top w:val="none" w:sz="0" w:space="0" w:color="auto"/>
                    <w:left w:val="none" w:sz="0" w:space="0" w:color="auto"/>
                    <w:bottom w:val="none" w:sz="0" w:space="0" w:color="auto"/>
                    <w:right w:val="none" w:sz="0" w:space="0" w:color="auto"/>
                  </w:divBdr>
                  <w:divsChild>
                    <w:div w:id="1822229215">
                      <w:marLeft w:val="0"/>
                      <w:marRight w:val="0"/>
                      <w:marTop w:val="0"/>
                      <w:marBottom w:val="0"/>
                      <w:divBdr>
                        <w:top w:val="none" w:sz="0" w:space="0" w:color="auto"/>
                        <w:left w:val="none" w:sz="0" w:space="0" w:color="auto"/>
                        <w:bottom w:val="none" w:sz="0" w:space="0" w:color="auto"/>
                        <w:right w:val="none" w:sz="0" w:space="0" w:color="auto"/>
                      </w:divBdr>
                      <w:divsChild>
                        <w:div w:id="601106918">
                          <w:marLeft w:val="0"/>
                          <w:marRight w:val="0"/>
                          <w:marTop w:val="0"/>
                          <w:marBottom w:val="0"/>
                          <w:divBdr>
                            <w:top w:val="none" w:sz="0" w:space="0" w:color="auto"/>
                            <w:left w:val="none" w:sz="0" w:space="0" w:color="auto"/>
                            <w:bottom w:val="none" w:sz="0" w:space="0" w:color="auto"/>
                            <w:right w:val="none" w:sz="0" w:space="0" w:color="auto"/>
                          </w:divBdr>
                          <w:divsChild>
                            <w:div w:id="134497242">
                              <w:marLeft w:val="0"/>
                              <w:marRight w:val="0"/>
                              <w:marTop w:val="0"/>
                              <w:marBottom w:val="0"/>
                              <w:divBdr>
                                <w:top w:val="none" w:sz="0" w:space="0" w:color="auto"/>
                                <w:left w:val="none" w:sz="0" w:space="0" w:color="auto"/>
                                <w:bottom w:val="none" w:sz="0" w:space="0" w:color="auto"/>
                                <w:right w:val="none" w:sz="0" w:space="0" w:color="auto"/>
                              </w:divBdr>
                              <w:divsChild>
                                <w:div w:id="729768440">
                                  <w:marLeft w:val="0"/>
                                  <w:marRight w:val="0"/>
                                  <w:marTop w:val="0"/>
                                  <w:marBottom w:val="0"/>
                                  <w:divBdr>
                                    <w:top w:val="none" w:sz="0" w:space="0" w:color="auto"/>
                                    <w:left w:val="none" w:sz="0" w:space="0" w:color="auto"/>
                                    <w:bottom w:val="none" w:sz="0" w:space="0" w:color="auto"/>
                                    <w:right w:val="none" w:sz="0" w:space="0" w:color="auto"/>
                                  </w:divBdr>
                                  <w:divsChild>
                                    <w:div w:id="130025617">
                                      <w:marLeft w:val="0"/>
                                      <w:marRight w:val="0"/>
                                      <w:marTop w:val="0"/>
                                      <w:marBottom w:val="0"/>
                                      <w:divBdr>
                                        <w:top w:val="none" w:sz="0" w:space="0" w:color="auto"/>
                                        <w:left w:val="none" w:sz="0" w:space="0" w:color="auto"/>
                                        <w:bottom w:val="none" w:sz="0" w:space="0" w:color="auto"/>
                                        <w:right w:val="none" w:sz="0" w:space="0" w:color="auto"/>
                                      </w:divBdr>
                                      <w:divsChild>
                                        <w:div w:id="1862015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17283468">
      <w:bodyDiv w:val="1"/>
      <w:marLeft w:val="0"/>
      <w:marRight w:val="0"/>
      <w:marTop w:val="0"/>
      <w:marBottom w:val="0"/>
      <w:divBdr>
        <w:top w:val="none" w:sz="0" w:space="0" w:color="auto"/>
        <w:left w:val="none" w:sz="0" w:space="0" w:color="auto"/>
        <w:bottom w:val="none" w:sz="0" w:space="0" w:color="auto"/>
        <w:right w:val="none" w:sz="0" w:space="0" w:color="auto"/>
      </w:divBdr>
    </w:div>
    <w:div w:id="1985044838">
      <w:bodyDiv w:val="1"/>
      <w:marLeft w:val="0"/>
      <w:marRight w:val="0"/>
      <w:marTop w:val="0"/>
      <w:marBottom w:val="0"/>
      <w:divBdr>
        <w:top w:val="none" w:sz="0" w:space="0" w:color="auto"/>
        <w:left w:val="none" w:sz="0" w:space="0" w:color="auto"/>
        <w:bottom w:val="none" w:sz="0" w:space="0" w:color="auto"/>
        <w:right w:val="none" w:sz="0" w:space="0" w:color="auto"/>
      </w:divBdr>
    </w:div>
    <w:div w:id="2005163413">
      <w:bodyDiv w:val="1"/>
      <w:marLeft w:val="0"/>
      <w:marRight w:val="0"/>
      <w:marTop w:val="0"/>
      <w:marBottom w:val="0"/>
      <w:divBdr>
        <w:top w:val="none" w:sz="0" w:space="0" w:color="auto"/>
        <w:left w:val="none" w:sz="0" w:space="0" w:color="auto"/>
        <w:bottom w:val="none" w:sz="0" w:space="0" w:color="auto"/>
        <w:right w:val="none" w:sz="0" w:space="0" w:color="auto"/>
      </w:divBdr>
      <w:divsChild>
        <w:div w:id="1362853790">
          <w:marLeft w:val="0"/>
          <w:marRight w:val="0"/>
          <w:marTop w:val="0"/>
          <w:marBottom w:val="0"/>
          <w:divBdr>
            <w:top w:val="none" w:sz="0" w:space="0" w:color="auto"/>
            <w:left w:val="none" w:sz="0" w:space="0" w:color="auto"/>
            <w:bottom w:val="none" w:sz="0" w:space="0" w:color="auto"/>
            <w:right w:val="none" w:sz="0" w:space="0" w:color="auto"/>
          </w:divBdr>
          <w:divsChild>
            <w:div w:id="1900094803">
              <w:marLeft w:val="0"/>
              <w:marRight w:val="0"/>
              <w:marTop w:val="0"/>
              <w:marBottom w:val="0"/>
              <w:divBdr>
                <w:top w:val="none" w:sz="0" w:space="0" w:color="auto"/>
                <w:left w:val="none" w:sz="0" w:space="0" w:color="auto"/>
                <w:bottom w:val="none" w:sz="0" w:space="0" w:color="auto"/>
                <w:right w:val="none" w:sz="0" w:space="0" w:color="auto"/>
              </w:divBdr>
            </w:div>
            <w:div w:id="18404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409400">
      <w:bodyDiv w:val="1"/>
      <w:marLeft w:val="0"/>
      <w:marRight w:val="0"/>
      <w:marTop w:val="0"/>
      <w:marBottom w:val="0"/>
      <w:divBdr>
        <w:top w:val="none" w:sz="0" w:space="0" w:color="auto"/>
        <w:left w:val="none" w:sz="0" w:space="0" w:color="auto"/>
        <w:bottom w:val="none" w:sz="0" w:space="0" w:color="auto"/>
        <w:right w:val="none" w:sz="0" w:space="0" w:color="auto"/>
      </w:divBdr>
      <w:divsChild>
        <w:div w:id="624891522">
          <w:marLeft w:val="0"/>
          <w:marRight w:val="0"/>
          <w:marTop w:val="0"/>
          <w:marBottom w:val="0"/>
          <w:divBdr>
            <w:top w:val="none" w:sz="0" w:space="0" w:color="auto"/>
            <w:left w:val="none" w:sz="0" w:space="0" w:color="auto"/>
            <w:bottom w:val="none" w:sz="0" w:space="0" w:color="auto"/>
            <w:right w:val="none" w:sz="0" w:space="0" w:color="auto"/>
          </w:divBdr>
          <w:divsChild>
            <w:div w:id="1447651032">
              <w:marLeft w:val="0"/>
              <w:marRight w:val="0"/>
              <w:marTop w:val="0"/>
              <w:marBottom w:val="0"/>
              <w:divBdr>
                <w:top w:val="none" w:sz="0" w:space="0" w:color="auto"/>
                <w:left w:val="none" w:sz="0" w:space="0" w:color="auto"/>
                <w:bottom w:val="none" w:sz="0" w:space="0" w:color="auto"/>
                <w:right w:val="none" w:sz="0" w:space="0" w:color="auto"/>
              </w:divBdr>
              <w:divsChild>
                <w:div w:id="37126092">
                  <w:marLeft w:val="0"/>
                  <w:marRight w:val="0"/>
                  <w:marTop w:val="0"/>
                  <w:marBottom w:val="0"/>
                  <w:divBdr>
                    <w:top w:val="none" w:sz="0" w:space="0" w:color="auto"/>
                    <w:left w:val="none" w:sz="0" w:space="0" w:color="auto"/>
                    <w:bottom w:val="none" w:sz="0" w:space="0" w:color="auto"/>
                    <w:right w:val="none" w:sz="0" w:space="0" w:color="auto"/>
                  </w:divBdr>
                  <w:divsChild>
                    <w:div w:id="1839423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9005747">
      <w:bodyDiv w:val="1"/>
      <w:marLeft w:val="0"/>
      <w:marRight w:val="0"/>
      <w:marTop w:val="0"/>
      <w:marBottom w:val="0"/>
      <w:divBdr>
        <w:top w:val="none" w:sz="0" w:space="0" w:color="auto"/>
        <w:left w:val="none" w:sz="0" w:space="0" w:color="auto"/>
        <w:bottom w:val="none" w:sz="0" w:space="0" w:color="auto"/>
        <w:right w:val="none" w:sz="0" w:space="0" w:color="auto"/>
      </w:divBdr>
    </w:div>
    <w:div w:id="2141652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flutter.dev/get-started/instal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arinet.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eikk_000\Dropbox\Artikel\Vorlagen\SuS\SuS_Dokumentvorlage_2010.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6A6DEA-65AB-4642-A981-D4B429FAB0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SuS_Dokumentvorlage_2010.dot</Template>
  <TotalTime>0</TotalTime>
  <Pages>18</Pages>
  <Words>5478</Words>
  <Characters>31230</Characters>
  <Application>Microsoft Office Word</Application>
  <DocSecurity>0</DocSecurity>
  <Lines>260</Lines>
  <Paragraphs>73</Paragraphs>
  <ScaleCrop>false</ScaleCrop>
  <HeadingPairs>
    <vt:vector size="2" baseType="variant">
      <vt:variant>
        <vt:lpstr>Titel</vt:lpstr>
      </vt:variant>
      <vt:variant>
        <vt:i4>1</vt:i4>
      </vt:variant>
    </vt:vector>
  </HeadingPairs>
  <TitlesOfParts>
    <vt:vector size="1" baseType="lpstr">
      <vt:lpstr>SuS Formatvorlage 2009</vt:lpstr>
    </vt:vector>
  </TitlesOfParts>
  <Company>Software &amp; Support Verlag</Company>
  <LinksUpToDate>false</LinksUpToDate>
  <CharactersWithSpaces>36635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SuS Formatvorlage 2009</dc:title>
  <dc:creator>Veikko Krypczyk</dc:creator>
  <cp:lastModifiedBy>veikko.krypczyk@ibadual.com</cp:lastModifiedBy>
  <cp:revision>234</cp:revision>
  <cp:lastPrinted>2012-10-03T08:59:00Z</cp:lastPrinted>
  <dcterms:created xsi:type="dcterms:W3CDTF">2016-03-09T10:56:00Z</dcterms:created>
  <dcterms:modified xsi:type="dcterms:W3CDTF">2025-02-19T08:58:00Z</dcterms:modified>
</cp:coreProperties>
</file>